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E82" w:rsidRPr="00EB0FCF" w:rsidRDefault="00873E82" w:rsidP="00EB0FCF">
      <w:pPr>
        <w:jc w:val="center"/>
        <w:rPr>
          <w:rFonts w:ascii="Times New Roman" w:hAnsi="Times New Roman" w:cs="Times New Roman"/>
          <w:b/>
          <w:bCs/>
          <w:sz w:val="28"/>
          <w:szCs w:val="28"/>
        </w:rPr>
      </w:pPr>
      <w:r w:rsidRPr="00456FD3">
        <w:rPr>
          <w:rFonts w:ascii="Times New Roman" w:hAnsi="Times New Roman" w:cs="Times New Roman"/>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50.25pt">
            <v:imagedata r:id="rId4" o:title="" cropbottom="59938f" cropleft="31584f" cropright="25088f" gain="142470f" blacklevel="-9830f"/>
          </v:shape>
        </w:pict>
      </w:r>
    </w:p>
    <w:p w:rsidR="00873E82" w:rsidRPr="00EB0FCF" w:rsidRDefault="00873E82" w:rsidP="00EB0FCF">
      <w:pPr>
        <w:jc w:val="center"/>
        <w:rPr>
          <w:rFonts w:ascii="Times New Roman" w:hAnsi="Times New Roman" w:cs="Times New Roman"/>
          <w:b/>
          <w:bCs/>
          <w:sz w:val="28"/>
          <w:szCs w:val="28"/>
        </w:rPr>
      </w:pPr>
      <w:r w:rsidRPr="00EB0FCF">
        <w:rPr>
          <w:rFonts w:ascii="Times New Roman" w:hAnsi="Times New Roman" w:cs="Times New Roman"/>
          <w:b/>
          <w:bCs/>
          <w:sz w:val="28"/>
          <w:szCs w:val="28"/>
        </w:rPr>
        <w:t>СОВЕТ ВЫШЕСТЕБЛИЕВСКОГО СЕЛЬСКОГО ПОСЕЛЕНИЯ</w:t>
      </w:r>
    </w:p>
    <w:p w:rsidR="00873E82" w:rsidRPr="00EB0FCF" w:rsidRDefault="00873E82" w:rsidP="00EB0FCF">
      <w:pPr>
        <w:jc w:val="center"/>
        <w:rPr>
          <w:rFonts w:ascii="Times New Roman" w:hAnsi="Times New Roman" w:cs="Times New Roman"/>
          <w:b/>
          <w:bCs/>
          <w:sz w:val="28"/>
          <w:szCs w:val="28"/>
        </w:rPr>
      </w:pPr>
      <w:r w:rsidRPr="00EB0FCF">
        <w:rPr>
          <w:rFonts w:ascii="Times New Roman" w:hAnsi="Times New Roman" w:cs="Times New Roman"/>
          <w:b/>
          <w:bCs/>
          <w:sz w:val="28"/>
          <w:szCs w:val="28"/>
        </w:rPr>
        <w:t>ТЕМРЮКСКОГО РАЙОНА</w:t>
      </w:r>
    </w:p>
    <w:p w:rsidR="00873E82" w:rsidRPr="00EB0FCF" w:rsidRDefault="00873E82" w:rsidP="00EB0FCF">
      <w:pPr>
        <w:jc w:val="center"/>
        <w:rPr>
          <w:rFonts w:ascii="Times New Roman" w:hAnsi="Times New Roman" w:cs="Times New Roman"/>
          <w:b/>
          <w:bCs/>
          <w:sz w:val="28"/>
          <w:szCs w:val="28"/>
        </w:rPr>
      </w:pPr>
    </w:p>
    <w:p w:rsidR="00873E82" w:rsidRPr="00EB0FCF" w:rsidRDefault="00873E82" w:rsidP="00EB0FCF">
      <w:pPr>
        <w:rPr>
          <w:rFonts w:ascii="Times New Roman" w:hAnsi="Times New Roman" w:cs="Times New Roman"/>
          <w:b/>
          <w:bCs/>
          <w:sz w:val="28"/>
          <w:szCs w:val="28"/>
        </w:rPr>
      </w:pPr>
      <w:r w:rsidRPr="00EB0FCF">
        <w:rPr>
          <w:rFonts w:ascii="Times New Roman" w:hAnsi="Times New Roman" w:cs="Times New Roman"/>
          <w:b/>
          <w:bCs/>
          <w:sz w:val="28"/>
          <w:szCs w:val="28"/>
        </w:rPr>
        <w:t xml:space="preserve">                                                   РЕШЕНИЕ  №</w:t>
      </w:r>
      <w:r>
        <w:rPr>
          <w:rFonts w:ascii="Times New Roman" w:hAnsi="Times New Roman" w:cs="Times New Roman"/>
          <w:b/>
          <w:bCs/>
          <w:sz w:val="28"/>
          <w:szCs w:val="28"/>
        </w:rPr>
        <w:t xml:space="preserve"> 282</w:t>
      </w:r>
      <w:r w:rsidRPr="00EB0FCF">
        <w:rPr>
          <w:rFonts w:ascii="Times New Roman" w:hAnsi="Times New Roman" w:cs="Times New Roman"/>
          <w:b/>
          <w:bCs/>
          <w:sz w:val="28"/>
          <w:szCs w:val="28"/>
        </w:rPr>
        <w:t xml:space="preserve"> </w:t>
      </w:r>
    </w:p>
    <w:p w:rsidR="00873E82" w:rsidRPr="00EB0FCF" w:rsidRDefault="00873E82" w:rsidP="00EB0FCF">
      <w:pPr>
        <w:jc w:val="center"/>
        <w:rPr>
          <w:rFonts w:ascii="Times New Roman" w:hAnsi="Times New Roman" w:cs="Times New Roman"/>
          <w:b/>
          <w:bCs/>
          <w:sz w:val="28"/>
          <w:szCs w:val="28"/>
        </w:rPr>
      </w:pPr>
    </w:p>
    <w:p w:rsidR="00873E82" w:rsidRPr="00EB0FCF" w:rsidRDefault="00873E82" w:rsidP="00EB0FCF">
      <w:pPr>
        <w:rPr>
          <w:rFonts w:ascii="Times New Roman" w:hAnsi="Times New Roman" w:cs="Times New Roman"/>
          <w:sz w:val="28"/>
          <w:szCs w:val="28"/>
        </w:rPr>
      </w:pPr>
      <w:r>
        <w:rPr>
          <w:rFonts w:ascii="Times New Roman" w:hAnsi="Times New Roman" w:cs="Times New Roman"/>
          <w:sz w:val="28"/>
          <w:szCs w:val="28"/>
          <w:lang w:val="en-US"/>
        </w:rPr>
        <w:t>LXXIV</w:t>
      </w:r>
      <w:r w:rsidRPr="00896A38">
        <w:rPr>
          <w:rFonts w:ascii="Times New Roman" w:hAnsi="Times New Roman" w:cs="Times New Roman"/>
          <w:sz w:val="28"/>
          <w:szCs w:val="28"/>
        </w:rPr>
        <w:t xml:space="preserve"> </w:t>
      </w:r>
      <w:r w:rsidRPr="00EB0FCF">
        <w:rPr>
          <w:rFonts w:ascii="Times New Roman" w:hAnsi="Times New Roman" w:cs="Times New Roman"/>
          <w:sz w:val="28"/>
          <w:szCs w:val="28"/>
        </w:rPr>
        <w:t xml:space="preserve">сессия  </w:t>
      </w:r>
      <w:r w:rsidRPr="001554D2">
        <w:rPr>
          <w:rFonts w:ascii="Times New Roman" w:hAnsi="Times New Roman" w:cs="Times New Roman"/>
          <w:sz w:val="28"/>
          <w:szCs w:val="28"/>
        </w:rPr>
        <w:t xml:space="preserve"> </w:t>
      </w:r>
      <w:r w:rsidRPr="00EB0FC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B0FC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B0FCF">
        <w:rPr>
          <w:rFonts w:ascii="Times New Roman" w:hAnsi="Times New Roman" w:cs="Times New Roman"/>
          <w:sz w:val="28"/>
          <w:szCs w:val="28"/>
        </w:rPr>
        <w:t>II созыва</w:t>
      </w:r>
    </w:p>
    <w:p w:rsidR="00873E82" w:rsidRPr="00EB0FCF" w:rsidRDefault="00873E82" w:rsidP="00EB0FCF">
      <w:pPr>
        <w:rPr>
          <w:rFonts w:ascii="Times New Roman" w:hAnsi="Times New Roman" w:cs="Times New Roman"/>
          <w:sz w:val="28"/>
          <w:szCs w:val="28"/>
        </w:rPr>
      </w:pPr>
      <w:r w:rsidRPr="00EB0FCF">
        <w:rPr>
          <w:rFonts w:ascii="Times New Roman" w:hAnsi="Times New Roman" w:cs="Times New Roman"/>
          <w:sz w:val="28"/>
          <w:szCs w:val="28"/>
        </w:rPr>
        <w:t xml:space="preserve">от </w:t>
      </w:r>
      <w:r>
        <w:rPr>
          <w:rFonts w:ascii="Times New Roman" w:hAnsi="Times New Roman" w:cs="Times New Roman"/>
          <w:sz w:val="28"/>
          <w:szCs w:val="28"/>
        </w:rPr>
        <w:t>19.09.2013</w:t>
      </w:r>
      <w:r w:rsidRPr="00EB0FC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B0FCF">
        <w:rPr>
          <w:rFonts w:ascii="Times New Roman" w:hAnsi="Times New Roman" w:cs="Times New Roman"/>
          <w:sz w:val="28"/>
          <w:szCs w:val="28"/>
        </w:rPr>
        <w:t xml:space="preserve"> станица Вышестеблиевская</w:t>
      </w:r>
    </w:p>
    <w:p w:rsidR="00873E82" w:rsidRDefault="00873E82" w:rsidP="00EB0FCF">
      <w:pPr>
        <w:pStyle w:val="NormalWeb"/>
        <w:widowControl w:val="0"/>
        <w:shd w:val="clear" w:color="auto" w:fill="FFFFFF"/>
        <w:spacing w:before="0" w:beforeAutospacing="0" w:after="0" w:afterAutospacing="0"/>
        <w:rPr>
          <w:sz w:val="28"/>
          <w:szCs w:val="28"/>
        </w:rPr>
      </w:pPr>
    </w:p>
    <w:p w:rsidR="00873E82" w:rsidRPr="004744DB" w:rsidRDefault="00873E82" w:rsidP="004744DB">
      <w:pPr>
        <w:jc w:val="center"/>
        <w:rPr>
          <w:rFonts w:ascii="Times New Roman" w:hAnsi="Times New Roman" w:cs="Times New Roman"/>
          <w:b/>
          <w:bCs/>
          <w:sz w:val="28"/>
          <w:szCs w:val="28"/>
        </w:rPr>
      </w:pPr>
      <w:r w:rsidRPr="004744DB">
        <w:rPr>
          <w:rFonts w:ascii="Times New Roman" w:hAnsi="Times New Roman" w:cs="Times New Roman"/>
          <w:b/>
          <w:bCs/>
          <w:sz w:val="28"/>
          <w:szCs w:val="28"/>
        </w:rPr>
        <w:t>О</w:t>
      </w:r>
      <w:r>
        <w:rPr>
          <w:rFonts w:ascii="Times New Roman" w:hAnsi="Times New Roman" w:cs="Times New Roman"/>
          <w:b/>
          <w:bCs/>
          <w:sz w:val="28"/>
          <w:szCs w:val="28"/>
        </w:rPr>
        <w:t xml:space="preserve">б утверждении  отчета администрации Вышестеблиевского сельского поселения Темрюкского района </w:t>
      </w:r>
      <w:r w:rsidRPr="004744DB">
        <w:rPr>
          <w:rFonts w:ascii="Times New Roman" w:hAnsi="Times New Roman" w:cs="Times New Roman"/>
          <w:b/>
          <w:bCs/>
          <w:sz w:val="28"/>
          <w:szCs w:val="28"/>
        </w:rPr>
        <w:t xml:space="preserve"> по профилактике безнадзорности и правонарушений нес</w:t>
      </w:r>
      <w:r>
        <w:rPr>
          <w:rFonts w:ascii="Times New Roman" w:hAnsi="Times New Roman" w:cs="Times New Roman"/>
          <w:b/>
          <w:bCs/>
          <w:sz w:val="28"/>
          <w:szCs w:val="28"/>
        </w:rPr>
        <w:t xml:space="preserve">овершеннолетних </w:t>
      </w:r>
      <w:r w:rsidRPr="004744DB">
        <w:rPr>
          <w:rFonts w:ascii="Times New Roman" w:hAnsi="Times New Roman" w:cs="Times New Roman"/>
          <w:b/>
          <w:bCs/>
          <w:sz w:val="28"/>
          <w:szCs w:val="28"/>
        </w:rPr>
        <w:t xml:space="preserve"> на территории Вышестеблиевского сельско</w:t>
      </w:r>
      <w:r>
        <w:rPr>
          <w:rFonts w:ascii="Times New Roman" w:hAnsi="Times New Roman" w:cs="Times New Roman"/>
          <w:b/>
          <w:bCs/>
          <w:sz w:val="28"/>
          <w:szCs w:val="28"/>
        </w:rPr>
        <w:t>го поселения Темрюкского района</w:t>
      </w:r>
    </w:p>
    <w:p w:rsidR="00873E82" w:rsidRPr="004744DB" w:rsidRDefault="00873E82" w:rsidP="004744DB">
      <w:pPr>
        <w:ind w:firstLine="540"/>
        <w:jc w:val="center"/>
        <w:rPr>
          <w:rFonts w:ascii="Times New Roman" w:hAnsi="Times New Roman" w:cs="Times New Roman"/>
          <w:sz w:val="28"/>
          <w:szCs w:val="28"/>
        </w:rPr>
      </w:pPr>
    </w:p>
    <w:p w:rsidR="00873E82" w:rsidRDefault="00873E82" w:rsidP="000F2C58">
      <w:pPr>
        <w:jc w:val="both"/>
        <w:rPr>
          <w:rFonts w:ascii="Times New Roman" w:hAnsi="Times New Roman" w:cs="Times New Roman"/>
          <w:sz w:val="28"/>
          <w:szCs w:val="28"/>
        </w:rPr>
      </w:pPr>
    </w:p>
    <w:p w:rsidR="00873E82" w:rsidRDefault="00873E82" w:rsidP="00080D52">
      <w:pPr>
        <w:ind w:firstLine="540"/>
        <w:jc w:val="both"/>
        <w:rPr>
          <w:rFonts w:ascii="Times New Roman" w:hAnsi="Times New Roman" w:cs="Times New Roman"/>
          <w:sz w:val="28"/>
          <w:szCs w:val="28"/>
        </w:rPr>
      </w:pPr>
      <w:bookmarkStart w:id="0" w:name="sub_1"/>
      <w:r>
        <w:rPr>
          <w:rFonts w:ascii="Times New Roman" w:hAnsi="Times New Roman" w:cs="Times New Roman"/>
          <w:sz w:val="28"/>
          <w:szCs w:val="28"/>
        </w:rPr>
        <w:t xml:space="preserve">В соответствии с постановлением Законодательного Собрания Краснодарского края от 22 мая 2013 года № 392-П «О ходе исполнения Закона Краснодарского края «О мерах по профилактике безнадзорности и правонарушений несовершеннолетних в Краснодарском крае», письмом заместителя председателя Законодательного Собрания Краснодарского края В.В. Чернявского от 13 сентября 2013 года № 3.3/547 и  в целях обобщения информации о реализации указанного постановления </w:t>
      </w:r>
      <w:r w:rsidRPr="000F2C58">
        <w:rPr>
          <w:rFonts w:ascii="Times New Roman" w:hAnsi="Times New Roman" w:cs="Times New Roman"/>
          <w:sz w:val="28"/>
          <w:szCs w:val="28"/>
        </w:rPr>
        <w:t>Совет</w:t>
      </w:r>
      <w:r>
        <w:rPr>
          <w:rFonts w:ascii="Times New Roman" w:hAnsi="Times New Roman" w:cs="Times New Roman"/>
          <w:sz w:val="28"/>
          <w:szCs w:val="28"/>
        </w:rPr>
        <w:t xml:space="preserve"> </w:t>
      </w:r>
      <w:r w:rsidRPr="000F2C58">
        <w:rPr>
          <w:rFonts w:ascii="Times New Roman" w:hAnsi="Times New Roman" w:cs="Times New Roman"/>
          <w:sz w:val="28"/>
          <w:szCs w:val="28"/>
        </w:rPr>
        <w:t xml:space="preserve"> Вышестеблиевского</w:t>
      </w:r>
      <w:r>
        <w:rPr>
          <w:rFonts w:ascii="Times New Roman" w:hAnsi="Times New Roman" w:cs="Times New Roman"/>
          <w:sz w:val="28"/>
          <w:szCs w:val="28"/>
        </w:rPr>
        <w:t xml:space="preserve"> </w:t>
      </w:r>
      <w:r w:rsidRPr="000F2C58">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 </w:t>
      </w:r>
      <w:r w:rsidRPr="000F2C58">
        <w:rPr>
          <w:rFonts w:ascii="Times New Roman" w:hAnsi="Times New Roman" w:cs="Times New Roman"/>
          <w:sz w:val="28"/>
          <w:szCs w:val="28"/>
        </w:rPr>
        <w:t>Темрюкского</w:t>
      </w:r>
      <w:r>
        <w:rPr>
          <w:rFonts w:ascii="Times New Roman" w:hAnsi="Times New Roman" w:cs="Times New Roman"/>
          <w:sz w:val="28"/>
          <w:szCs w:val="28"/>
        </w:rPr>
        <w:t xml:space="preserve"> </w:t>
      </w:r>
      <w:r w:rsidRPr="000F2C58">
        <w:rPr>
          <w:rFonts w:ascii="Times New Roman" w:hAnsi="Times New Roman" w:cs="Times New Roman"/>
          <w:sz w:val="28"/>
          <w:szCs w:val="28"/>
        </w:rPr>
        <w:t xml:space="preserve"> района  </w:t>
      </w:r>
      <w:r>
        <w:rPr>
          <w:rFonts w:ascii="Times New Roman" w:hAnsi="Times New Roman" w:cs="Times New Roman"/>
          <w:sz w:val="28"/>
          <w:szCs w:val="28"/>
        </w:rPr>
        <w:t>р е ш и л:</w:t>
      </w:r>
    </w:p>
    <w:p w:rsidR="00873E82" w:rsidRDefault="00873E82" w:rsidP="00080D52">
      <w:pPr>
        <w:pStyle w:val="NormalWeb"/>
        <w:widowControl w:val="0"/>
        <w:shd w:val="clear" w:color="auto" w:fill="FFFFFF"/>
        <w:spacing w:before="0" w:beforeAutospacing="0" w:after="0" w:afterAutospacing="0"/>
        <w:ind w:firstLine="851"/>
        <w:jc w:val="both"/>
        <w:rPr>
          <w:sz w:val="28"/>
          <w:szCs w:val="28"/>
        </w:rPr>
      </w:pPr>
      <w:r>
        <w:rPr>
          <w:sz w:val="28"/>
          <w:szCs w:val="28"/>
        </w:rPr>
        <w:t xml:space="preserve">1. Утвердить отчет администрации Вышестеблиевского сельского поселения Темрюкского района </w:t>
      </w:r>
      <w:r w:rsidRPr="00247B11">
        <w:rPr>
          <w:sz w:val="28"/>
          <w:szCs w:val="28"/>
        </w:rPr>
        <w:t xml:space="preserve"> по профилактике безнадзорности и правонарушений несовершенно</w:t>
      </w:r>
      <w:r>
        <w:rPr>
          <w:sz w:val="28"/>
          <w:szCs w:val="28"/>
        </w:rPr>
        <w:t>летних</w:t>
      </w:r>
      <w:r w:rsidRPr="00247B11">
        <w:rPr>
          <w:sz w:val="28"/>
          <w:szCs w:val="28"/>
        </w:rPr>
        <w:t xml:space="preserve"> на территории Вышестеблиевского сельского поселения </w:t>
      </w:r>
      <w:r>
        <w:rPr>
          <w:sz w:val="28"/>
          <w:szCs w:val="28"/>
        </w:rPr>
        <w:t xml:space="preserve"> </w:t>
      </w:r>
      <w:r w:rsidRPr="00247B11">
        <w:rPr>
          <w:sz w:val="28"/>
          <w:szCs w:val="28"/>
        </w:rPr>
        <w:t>Темрюкского</w:t>
      </w:r>
      <w:r>
        <w:rPr>
          <w:sz w:val="28"/>
          <w:szCs w:val="28"/>
        </w:rPr>
        <w:t xml:space="preserve">  </w:t>
      </w:r>
      <w:r w:rsidRPr="00247B11">
        <w:rPr>
          <w:sz w:val="28"/>
          <w:szCs w:val="28"/>
        </w:rPr>
        <w:t xml:space="preserve"> района</w:t>
      </w:r>
      <w:r>
        <w:rPr>
          <w:sz w:val="28"/>
          <w:szCs w:val="28"/>
        </w:rPr>
        <w:t xml:space="preserve">  (приложение).</w:t>
      </w:r>
    </w:p>
    <w:p w:rsidR="00873E82" w:rsidRDefault="00873E82" w:rsidP="00080D52">
      <w:pPr>
        <w:pStyle w:val="NormalWeb"/>
        <w:widowControl w:val="0"/>
        <w:shd w:val="clear" w:color="auto" w:fill="FFFFFF"/>
        <w:spacing w:before="0" w:beforeAutospacing="0" w:after="0" w:afterAutospacing="0"/>
        <w:ind w:firstLine="851"/>
        <w:jc w:val="both"/>
        <w:rPr>
          <w:sz w:val="28"/>
          <w:szCs w:val="28"/>
        </w:rPr>
      </w:pPr>
      <w:r>
        <w:rPr>
          <w:sz w:val="28"/>
          <w:szCs w:val="28"/>
        </w:rPr>
        <w:t xml:space="preserve">2. Контроль за выполнением настоящего решения возложить на постоянную  комиссию по вопросам обеспечения законности, правопорядка, охраны    прав    и     свобод     граждан,     развития   местного   самоуправления </w:t>
      </w:r>
    </w:p>
    <w:p w:rsidR="00873E82" w:rsidRPr="00247B11" w:rsidRDefault="00873E82" w:rsidP="00247B11">
      <w:pPr>
        <w:pStyle w:val="NormalWeb"/>
        <w:widowControl w:val="0"/>
        <w:shd w:val="clear" w:color="auto" w:fill="FFFFFF"/>
        <w:spacing w:before="0" w:beforeAutospacing="0" w:after="0" w:afterAutospacing="0"/>
        <w:jc w:val="both"/>
        <w:rPr>
          <w:sz w:val="28"/>
          <w:szCs w:val="28"/>
        </w:rPr>
      </w:pPr>
      <w:r>
        <w:rPr>
          <w:sz w:val="28"/>
          <w:szCs w:val="28"/>
        </w:rPr>
        <w:t xml:space="preserve">(В.А. Кулага) и  эксперта по социальным вопросам администрации Вышестеблиевского сельского поселения Темрюкского района А.В. Пряникова. </w:t>
      </w:r>
    </w:p>
    <w:bookmarkEnd w:id="0"/>
    <w:p w:rsidR="00873E82" w:rsidRPr="00080D52" w:rsidRDefault="00873E82" w:rsidP="00080D52">
      <w:pPr>
        <w:ind w:firstLine="851"/>
        <w:jc w:val="both"/>
        <w:rPr>
          <w:rFonts w:ascii="Times New Roman" w:hAnsi="Times New Roman" w:cs="Times New Roman"/>
          <w:color w:val="000000"/>
          <w:sz w:val="28"/>
          <w:szCs w:val="28"/>
        </w:rPr>
      </w:pPr>
      <w:r>
        <w:rPr>
          <w:rFonts w:ascii="Times New Roman" w:hAnsi="Times New Roman" w:cs="Times New Roman"/>
          <w:sz w:val="28"/>
          <w:szCs w:val="28"/>
        </w:rPr>
        <w:t xml:space="preserve">3. Настоящее решение вступает в силу со дня его </w:t>
      </w:r>
      <w:r>
        <w:rPr>
          <w:rStyle w:val="a0"/>
          <w:color w:val="000000"/>
          <w:sz w:val="28"/>
          <w:szCs w:val="28"/>
        </w:rPr>
        <w:t>подписания</w:t>
      </w:r>
      <w:r w:rsidRPr="00080D52">
        <w:rPr>
          <w:rFonts w:ascii="Times New Roman" w:hAnsi="Times New Roman" w:cs="Times New Roman"/>
          <w:color w:val="000000"/>
          <w:sz w:val="28"/>
          <w:szCs w:val="28"/>
        </w:rPr>
        <w:t>.</w:t>
      </w:r>
    </w:p>
    <w:p w:rsidR="00873E82" w:rsidRDefault="00873E82" w:rsidP="00080D52">
      <w:pPr>
        <w:pStyle w:val="NormalWeb"/>
        <w:widowControl w:val="0"/>
        <w:shd w:val="clear" w:color="auto" w:fill="FFFFFF"/>
        <w:spacing w:before="0" w:beforeAutospacing="0" w:after="0" w:afterAutospacing="0"/>
        <w:jc w:val="center"/>
        <w:rPr>
          <w:color w:val="000000"/>
          <w:sz w:val="28"/>
          <w:szCs w:val="28"/>
        </w:rPr>
      </w:pPr>
    </w:p>
    <w:p w:rsidR="00873E82" w:rsidRPr="00080D52" w:rsidRDefault="00873E82" w:rsidP="00080D52">
      <w:pPr>
        <w:pStyle w:val="NormalWeb"/>
        <w:widowControl w:val="0"/>
        <w:shd w:val="clear" w:color="auto" w:fill="FFFFFF"/>
        <w:spacing w:before="0" w:beforeAutospacing="0" w:after="0" w:afterAutospacing="0"/>
        <w:jc w:val="center"/>
        <w:rPr>
          <w:color w:val="000000"/>
          <w:sz w:val="28"/>
          <w:szCs w:val="28"/>
        </w:rPr>
      </w:pPr>
    </w:p>
    <w:tbl>
      <w:tblPr>
        <w:tblW w:w="0" w:type="auto"/>
        <w:tblInd w:w="-106" w:type="dxa"/>
        <w:tblLook w:val="01E0"/>
      </w:tblPr>
      <w:tblGrid>
        <w:gridCol w:w="4903"/>
        <w:gridCol w:w="292"/>
        <w:gridCol w:w="4659"/>
      </w:tblGrid>
      <w:tr w:rsidR="00873E82" w:rsidRPr="00846ADB">
        <w:trPr>
          <w:trHeight w:val="2020"/>
        </w:trPr>
        <w:tc>
          <w:tcPr>
            <w:tcW w:w="5210" w:type="dxa"/>
          </w:tcPr>
          <w:p w:rsidR="00873E82" w:rsidRDefault="00873E82" w:rsidP="00BB0E5A">
            <w:pPr>
              <w:rPr>
                <w:rFonts w:ascii="Times New Roman" w:hAnsi="Times New Roman" w:cs="Times New Roman"/>
                <w:sz w:val="28"/>
                <w:szCs w:val="28"/>
              </w:rPr>
            </w:pPr>
            <w:r>
              <w:rPr>
                <w:rFonts w:ascii="Times New Roman" w:hAnsi="Times New Roman" w:cs="Times New Roman"/>
                <w:sz w:val="28"/>
                <w:szCs w:val="28"/>
              </w:rPr>
              <w:t>Исполняющий обязанности главы</w:t>
            </w:r>
            <w:r w:rsidRPr="001F2E9A">
              <w:rPr>
                <w:rFonts w:ascii="Times New Roman" w:hAnsi="Times New Roman" w:cs="Times New Roman"/>
                <w:sz w:val="28"/>
                <w:szCs w:val="28"/>
              </w:rPr>
              <w:t xml:space="preserve">  Вышестеблиевского </w:t>
            </w:r>
          </w:p>
          <w:p w:rsidR="00873E82" w:rsidRPr="001F2E9A" w:rsidRDefault="00873E82" w:rsidP="00BB0E5A">
            <w:pPr>
              <w:rPr>
                <w:rFonts w:ascii="Times New Roman" w:hAnsi="Times New Roman" w:cs="Times New Roman"/>
                <w:sz w:val="28"/>
                <w:szCs w:val="28"/>
              </w:rPr>
            </w:pPr>
            <w:r w:rsidRPr="001F2E9A">
              <w:rPr>
                <w:rFonts w:ascii="Times New Roman" w:hAnsi="Times New Roman" w:cs="Times New Roman"/>
                <w:sz w:val="28"/>
                <w:szCs w:val="28"/>
              </w:rPr>
              <w:t>сельского поселения</w:t>
            </w:r>
          </w:p>
          <w:p w:rsidR="00873E82" w:rsidRPr="001F2E9A" w:rsidRDefault="00873E82" w:rsidP="00BB0E5A">
            <w:pPr>
              <w:rPr>
                <w:rFonts w:ascii="Times New Roman" w:hAnsi="Times New Roman" w:cs="Times New Roman"/>
                <w:sz w:val="28"/>
                <w:szCs w:val="28"/>
              </w:rPr>
            </w:pPr>
            <w:r>
              <w:rPr>
                <w:rFonts w:ascii="Times New Roman" w:hAnsi="Times New Roman" w:cs="Times New Roman"/>
                <w:sz w:val="28"/>
                <w:szCs w:val="28"/>
              </w:rPr>
              <w:t>Темрюкского района</w:t>
            </w:r>
            <w:r>
              <w:rPr>
                <w:rFonts w:ascii="Times New Roman" w:hAnsi="Times New Roman" w:cs="Times New Roman"/>
                <w:sz w:val="28"/>
                <w:szCs w:val="28"/>
              </w:rPr>
              <w:tab/>
            </w:r>
            <w:r>
              <w:rPr>
                <w:rFonts w:ascii="Times New Roman" w:hAnsi="Times New Roman" w:cs="Times New Roman"/>
                <w:sz w:val="28"/>
                <w:szCs w:val="28"/>
              </w:rPr>
              <w:tab/>
            </w:r>
            <w:r w:rsidRPr="001F2E9A">
              <w:rPr>
                <w:rFonts w:ascii="Times New Roman" w:hAnsi="Times New Roman" w:cs="Times New Roman"/>
                <w:sz w:val="28"/>
                <w:szCs w:val="28"/>
              </w:rPr>
              <w:tab/>
              <w:t xml:space="preserve">                                                 </w:t>
            </w:r>
          </w:p>
          <w:p w:rsidR="00873E82" w:rsidRPr="001F2E9A" w:rsidRDefault="00873E82" w:rsidP="00BB0E5A">
            <w:pPr>
              <w:rPr>
                <w:rFonts w:ascii="Times New Roman" w:hAnsi="Times New Roman" w:cs="Times New Roman"/>
                <w:i/>
                <w:iCs/>
                <w:sz w:val="28"/>
                <w:szCs w:val="28"/>
              </w:rPr>
            </w:pPr>
            <w:r>
              <w:rPr>
                <w:rFonts w:ascii="Times New Roman" w:hAnsi="Times New Roman" w:cs="Times New Roman"/>
                <w:sz w:val="28"/>
                <w:szCs w:val="28"/>
              </w:rPr>
              <w:t>___________________ Н.Д. Шевченко</w:t>
            </w:r>
          </w:p>
          <w:p w:rsidR="00873E82" w:rsidRPr="001F2E9A" w:rsidRDefault="00873E82" w:rsidP="00BB0E5A">
            <w:pPr>
              <w:rPr>
                <w:rFonts w:ascii="Times New Roman" w:hAnsi="Times New Roman" w:cs="Times New Roman"/>
                <w:i/>
                <w:iCs/>
                <w:sz w:val="28"/>
                <w:szCs w:val="28"/>
              </w:rPr>
            </w:pPr>
          </w:p>
          <w:p w:rsidR="00873E82" w:rsidRPr="001F2E9A" w:rsidRDefault="00873E82" w:rsidP="00BB0E5A">
            <w:pPr>
              <w:rPr>
                <w:rFonts w:ascii="Times New Roman" w:hAnsi="Times New Roman" w:cs="Times New Roman"/>
                <w:sz w:val="28"/>
                <w:szCs w:val="28"/>
              </w:rPr>
            </w:pPr>
            <w:r w:rsidRPr="001F2E9A">
              <w:rPr>
                <w:rFonts w:ascii="Times New Roman" w:hAnsi="Times New Roman" w:cs="Times New Roman"/>
                <w:sz w:val="28"/>
                <w:szCs w:val="28"/>
              </w:rPr>
              <w:t xml:space="preserve">« </w:t>
            </w:r>
            <w:r>
              <w:rPr>
                <w:rFonts w:ascii="Times New Roman" w:hAnsi="Times New Roman" w:cs="Times New Roman"/>
                <w:sz w:val="28"/>
                <w:szCs w:val="28"/>
              </w:rPr>
              <w:t>19»  сентября</w:t>
            </w:r>
            <w:r w:rsidRPr="001F2E9A">
              <w:rPr>
                <w:rFonts w:ascii="Times New Roman" w:hAnsi="Times New Roman" w:cs="Times New Roman"/>
                <w:sz w:val="28"/>
                <w:szCs w:val="28"/>
              </w:rPr>
              <w:t xml:space="preserve">   2013 г.</w:t>
            </w:r>
          </w:p>
        </w:tc>
        <w:tc>
          <w:tcPr>
            <w:tcW w:w="300" w:type="dxa"/>
          </w:tcPr>
          <w:p w:rsidR="00873E82" w:rsidRPr="001F2E9A" w:rsidRDefault="00873E82" w:rsidP="00BB0E5A">
            <w:pPr>
              <w:rPr>
                <w:rFonts w:ascii="Times New Roman" w:hAnsi="Times New Roman" w:cs="Times New Roman"/>
                <w:sz w:val="28"/>
                <w:szCs w:val="28"/>
              </w:rPr>
            </w:pPr>
          </w:p>
        </w:tc>
        <w:tc>
          <w:tcPr>
            <w:tcW w:w="4910" w:type="dxa"/>
          </w:tcPr>
          <w:p w:rsidR="00873E82" w:rsidRPr="001F2E9A" w:rsidRDefault="00873E82" w:rsidP="00BB0E5A">
            <w:pPr>
              <w:rPr>
                <w:rFonts w:ascii="Times New Roman" w:hAnsi="Times New Roman" w:cs="Times New Roman"/>
                <w:sz w:val="28"/>
                <w:szCs w:val="28"/>
              </w:rPr>
            </w:pPr>
            <w:r w:rsidRPr="001F2E9A">
              <w:rPr>
                <w:rFonts w:ascii="Times New Roman" w:hAnsi="Times New Roman" w:cs="Times New Roman"/>
                <w:sz w:val="28"/>
                <w:szCs w:val="28"/>
              </w:rPr>
              <w:t>Председатель Совета Вышестеблиевского сельского поселения Темрюкского района</w:t>
            </w:r>
            <w:r w:rsidRPr="001F2E9A">
              <w:rPr>
                <w:rFonts w:ascii="Times New Roman" w:hAnsi="Times New Roman" w:cs="Times New Roman"/>
                <w:sz w:val="28"/>
                <w:szCs w:val="28"/>
              </w:rPr>
              <w:tab/>
            </w:r>
            <w:r w:rsidRPr="001F2E9A">
              <w:rPr>
                <w:rFonts w:ascii="Times New Roman" w:hAnsi="Times New Roman" w:cs="Times New Roman"/>
                <w:sz w:val="28"/>
                <w:szCs w:val="28"/>
              </w:rPr>
              <w:tab/>
            </w:r>
            <w:r w:rsidRPr="001F2E9A">
              <w:rPr>
                <w:rFonts w:ascii="Times New Roman" w:hAnsi="Times New Roman" w:cs="Times New Roman"/>
                <w:sz w:val="28"/>
                <w:szCs w:val="28"/>
              </w:rPr>
              <w:tab/>
            </w:r>
            <w:r w:rsidRPr="001F2E9A">
              <w:rPr>
                <w:rFonts w:ascii="Times New Roman" w:hAnsi="Times New Roman" w:cs="Times New Roman"/>
                <w:sz w:val="28"/>
                <w:szCs w:val="28"/>
              </w:rPr>
              <w:tab/>
              <w:t xml:space="preserve">                                                 </w:t>
            </w:r>
          </w:p>
          <w:p w:rsidR="00873E82" w:rsidRPr="001F2E9A" w:rsidRDefault="00873E82" w:rsidP="00BB0E5A">
            <w:pPr>
              <w:rPr>
                <w:rFonts w:ascii="Times New Roman" w:hAnsi="Times New Roman" w:cs="Times New Roman"/>
                <w:i/>
                <w:iCs/>
                <w:sz w:val="28"/>
                <w:szCs w:val="28"/>
              </w:rPr>
            </w:pPr>
            <w:r w:rsidRPr="001F2E9A">
              <w:rPr>
                <w:rFonts w:ascii="Times New Roman" w:hAnsi="Times New Roman" w:cs="Times New Roman"/>
                <w:sz w:val="28"/>
                <w:szCs w:val="28"/>
              </w:rPr>
              <w:t>________________И.И. Пелипенко</w:t>
            </w:r>
          </w:p>
          <w:p w:rsidR="00873E82" w:rsidRPr="001F2E9A" w:rsidRDefault="00873E82" w:rsidP="00BB0E5A">
            <w:pPr>
              <w:rPr>
                <w:rFonts w:ascii="Times New Roman" w:hAnsi="Times New Roman" w:cs="Times New Roman"/>
                <w:i/>
                <w:iCs/>
                <w:sz w:val="28"/>
                <w:szCs w:val="28"/>
              </w:rPr>
            </w:pPr>
          </w:p>
          <w:p w:rsidR="00873E82" w:rsidRPr="001F2E9A" w:rsidRDefault="00873E82" w:rsidP="00BB0E5A">
            <w:pPr>
              <w:rPr>
                <w:rFonts w:ascii="Times New Roman" w:hAnsi="Times New Roman" w:cs="Times New Roman"/>
                <w:sz w:val="28"/>
                <w:szCs w:val="28"/>
              </w:rPr>
            </w:pPr>
            <w:r w:rsidRPr="001F2E9A">
              <w:rPr>
                <w:rFonts w:ascii="Times New Roman" w:hAnsi="Times New Roman" w:cs="Times New Roman"/>
                <w:sz w:val="28"/>
                <w:szCs w:val="28"/>
              </w:rPr>
              <w:t>«</w:t>
            </w:r>
            <w:r>
              <w:rPr>
                <w:rFonts w:ascii="Times New Roman" w:hAnsi="Times New Roman" w:cs="Times New Roman"/>
                <w:sz w:val="28"/>
                <w:szCs w:val="28"/>
              </w:rPr>
              <w:t>19»  сентября</w:t>
            </w:r>
            <w:r w:rsidRPr="001F2E9A">
              <w:rPr>
                <w:rFonts w:ascii="Times New Roman" w:hAnsi="Times New Roman" w:cs="Times New Roman"/>
                <w:sz w:val="28"/>
                <w:szCs w:val="28"/>
              </w:rPr>
              <w:t xml:space="preserve">   2013 г.</w:t>
            </w:r>
          </w:p>
        </w:tc>
      </w:tr>
    </w:tbl>
    <w:p w:rsidR="00873E82" w:rsidRPr="00080D52" w:rsidRDefault="00873E82" w:rsidP="002D0B38">
      <w:pPr>
        <w:pStyle w:val="NormalWeb"/>
        <w:widowControl w:val="0"/>
        <w:shd w:val="clear" w:color="auto" w:fill="FFFFFF"/>
        <w:spacing w:before="0" w:beforeAutospacing="0" w:after="0" w:afterAutospacing="0"/>
        <w:rPr>
          <w:color w:val="000000"/>
          <w:sz w:val="28"/>
          <w:szCs w:val="28"/>
        </w:rPr>
      </w:pPr>
    </w:p>
    <w:p w:rsidR="00873E82" w:rsidRDefault="00873E82" w:rsidP="000146D8">
      <w:pPr>
        <w:pStyle w:val="NormalWeb"/>
        <w:widowControl w:val="0"/>
        <w:shd w:val="clear" w:color="auto" w:fill="FFFFFF"/>
        <w:spacing w:before="0" w:beforeAutospacing="0" w:after="0" w:afterAutospacing="0"/>
        <w:rPr>
          <w:sz w:val="28"/>
          <w:szCs w:val="28"/>
        </w:rPr>
      </w:pPr>
    </w:p>
    <w:p w:rsidR="00873E82" w:rsidRPr="001B326F" w:rsidRDefault="00873E82" w:rsidP="008C4402">
      <w:pPr>
        <w:tabs>
          <w:tab w:val="left" w:pos="7365"/>
        </w:tabs>
        <w:ind w:right="-5"/>
        <w:jc w:val="center"/>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ПРИЛОЖЕНИЕ</w:t>
      </w:r>
      <w:r w:rsidRPr="001B326F">
        <w:rPr>
          <w:rFonts w:ascii="Times New Roman" w:hAnsi="Times New Roman" w:cs="Times New Roman"/>
          <w:sz w:val="28"/>
          <w:szCs w:val="28"/>
        </w:rPr>
        <w:t xml:space="preserve"> </w:t>
      </w:r>
      <w:bookmarkStart w:id="1" w:name="_GoBack"/>
      <w:bookmarkEnd w:id="1"/>
    </w:p>
    <w:p w:rsidR="00873E82" w:rsidRPr="001B326F" w:rsidRDefault="00873E82" w:rsidP="008C4402">
      <w:pPr>
        <w:tabs>
          <w:tab w:val="left" w:pos="6450"/>
        </w:tabs>
        <w:ind w:right="-5"/>
        <w:rPr>
          <w:rFonts w:ascii="Times New Roman" w:hAnsi="Times New Roman" w:cs="Times New Roman"/>
          <w:sz w:val="28"/>
          <w:szCs w:val="28"/>
        </w:rPr>
      </w:pPr>
      <w:r w:rsidRPr="001B326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B326F">
        <w:rPr>
          <w:rFonts w:ascii="Times New Roman" w:hAnsi="Times New Roman" w:cs="Times New Roman"/>
          <w:sz w:val="28"/>
          <w:szCs w:val="28"/>
        </w:rPr>
        <w:t xml:space="preserve"> к решению </w:t>
      </w:r>
      <w:r>
        <w:rPr>
          <w:rFonts w:ascii="Times New Roman" w:hAnsi="Times New Roman" w:cs="Times New Roman"/>
          <w:sz w:val="28"/>
          <w:szCs w:val="28"/>
          <w:lang w:val="en-US"/>
        </w:rPr>
        <w:t>LXXIV</w:t>
      </w:r>
      <w:r w:rsidRPr="001B326F">
        <w:rPr>
          <w:rFonts w:ascii="Times New Roman" w:hAnsi="Times New Roman" w:cs="Times New Roman"/>
          <w:sz w:val="28"/>
          <w:szCs w:val="28"/>
        </w:rPr>
        <w:t xml:space="preserve">  сессии</w:t>
      </w:r>
    </w:p>
    <w:p w:rsidR="00873E82" w:rsidRDefault="00873E82" w:rsidP="008C4402">
      <w:pPr>
        <w:ind w:left="5103" w:right="-5"/>
        <w:rPr>
          <w:rFonts w:ascii="Times New Roman" w:hAnsi="Times New Roman" w:cs="Times New Roman"/>
          <w:b/>
          <w:bCs/>
          <w:sz w:val="28"/>
          <w:szCs w:val="28"/>
        </w:rPr>
      </w:pPr>
      <w:r w:rsidRPr="001B326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B326F">
        <w:rPr>
          <w:rFonts w:ascii="Times New Roman" w:hAnsi="Times New Roman" w:cs="Times New Roman"/>
          <w:sz w:val="28"/>
          <w:szCs w:val="28"/>
        </w:rPr>
        <w:t xml:space="preserve">Совета </w:t>
      </w:r>
      <w:r w:rsidRPr="001B326F">
        <w:rPr>
          <w:rFonts w:ascii="Times New Roman" w:hAnsi="Times New Roman" w:cs="Times New Roman"/>
          <w:b/>
          <w:bCs/>
          <w:sz w:val="28"/>
          <w:szCs w:val="28"/>
        </w:rPr>
        <w:t xml:space="preserve"> </w:t>
      </w:r>
      <w:r w:rsidRPr="001B326F">
        <w:rPr>
          <w:rFonts w:ascii="Times New Roman" w:hAnsi="Times New Roman" w:cs="Times New Roman"/>
          <w:sz w:val="28"/>
          <w:szCs w:val="28"/>
        </w:rPr>
        <w:t>Вышестеблиевского</w:t>
      </w:r>
      <w:r w:rsidRPr="001B326F">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p>
    <w:p w:rsidR="00873E82" w:rsidRDefault="00873E82" w:rsidP="008C4402">
      <w:pPr>
        <w:ind w:left="5103" w:right="-5"/>
        <w:rPr>
          <w:rFonts w:ascii="Times New Roman" w:hAnsi="Times New Roman" w:cs="Times New Roman"/>
          <w:sz w:val="28"/>
          <w:szCs w:val="28"/>
        </w:rPr>
      </w:pPr>
      <w:r>
        <w:rPr>
          <w:rFonts w:ascii="Times New Roman" w:hAnsi="Times New Roman" w:cs="Times New Roman"/>
          <w:b/>
          <w:bCs/>
          <w:sz w:val="28"/>
          <w:szCs w:val="28"/>
        </w:rPr>
        <w:t xml:space="preserve">           </w:t>
      </w:r>
      <w:r w:rsidRPr="001B326F">
        <w:rPr>
          <w:rFonts w:ascii="Times New Roman" w:hAnsi="Times New Roman" w:cs="Times New Roman"/>
          <w:sz w:val="28"/>
          <w:szCs w:val="28"/>
        </w:rPr>
        <w:t xml:space="preserve">сельского  поселения </w:t>
      </w:r>
    </w:p>
    <w:p w:rsidR="00873E82" w:rsidRPr="001B326F" w:rsidRDefault="00873E82" w:rsidP="008C4402">
      <w:pPr>
        <w:ind w:left="5103" w:right="-5"/>
        <w:rPr>
          <w:rFonts w:ascii="Times New Roman" w:hAnsi="Times New Roman" w:cs="Times New Roman"/>
          <w:sz w:val="28"/>
          <w:szCs w:val="28"/>
        </w:rPr>
      </w:pPr>
      <w:r>
        <w:rPr>
          <w:rFonts w:ascii="Times New Roman" w:hAnsi="Times New Roman" w:cs="Times New Roman"/>
          <w:sz w:val="28"/>
          <w:szCs w:val="28"/>
        </w:rPr>
        <w:t xml:space="preserve">           </w:t>
      </w:r>
      <w:r w:rsidRPr="001B326F">
        <w:rPr>
          <w:rFonts w:ascii="Times New Roman" w:hAnsi="Times New Roman" w:cs="Times New Roman"/>
          <w:sz w:val="28"/>
          <w:szCs w:val="28"/>
        </w:rPr>
        <w:t xml:space="preserve">Темрюкского района  </w:t>
      </w:r>
      <w:r w:rsidRPr="001B326F">
        <w:rPr>
          <w:rFonts w:ascii="Times New Roman" w:hAnsi="Times New Roman" w:cs="Times New Roman"/>
          <w:sz w:val="28"/>
          <w:szCs w:val="28"/>
          <w:lang w:val="en-US"/>
        </w:rPr>
        <w:t>II</w:t>
      </w:r>
      <w:r w:rsidRPr="001B326F">
        <w:rPr>
          <w:rFonts w:ascii="Times New Roman" w:hAnsi="Times New Roman" w:cs="Times New Roman"/>
          <w:sz w:val="28"/>
          <w:szCs w:val="28"/>
        </w:rPr>
        <w:t xml:space="preserve"> созыва</w:t>
      </w:r>
    </w:p>
    <w:p w:rsidR="00873E82" w:rsidRPr="001B326F" w:rsidRDefault="00873E82" w:rsidP="008C4402">
      <w:pPr>
        <w:ind w:right="-5"/>
        <w:rPr>
          <w:rFonts w:ascii="Times New Roman" w:hAnsi="Times New Roman" w:cs="Times New Roman"/>
          <w:sz w:val="28"/>
          <w:szCs w:val="28"/>
        </w:rPr>
      </w:pPr>
      <w:r w:rsidRPr="001B326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B326F">
        <w:rPr>
          <w:rFonts w:ascii="Times New Roman" w:hAnsi="Times New Roman" w:cs="Times New Roman"/>
          <w:sz w:val="28"/>
          <w:szCs w:val="28"/>
        </w:rPr>
        <w:t xml:space="preserve"> </w:t>
      </w:r>
      <w:r>
        <w:rPr>
          <w:rFonts w:ascii="Times New Roman" w:hAnsi="Times New Roman" w:cs="Times New Roman"/>
          <w:sz w:val="28"/>
          <w:szCs w:val="28"/>
        </w:rPr>
        <w:t>от  19.09.2013 г.</w:t>
      </w:r>
      <w:r w:rsidRPr="00B12BB6">
        <w:rPr>
          <w:rFonts w:ascii="Times New Roman" w:hAnsi="Times New Roman" w:cs="Times New Roman"/>
          <w:sz w:val="28"/>
          <w:szCs w:val="28"/>
        </w:rPr>
        <w:t xml:space="preserve"> </w:t>
      </w:r>
      <w:r w:rsidRPr="001B326F">
        <w:rPr>
          <w:rFonts w:ascii="Times New Roman" w:hAnsi="Times New Roman" w:cs="Times New Roman"/>
          <w:sz w:val="28"/>
          <w:szCs w:val="28"/>
        </w:rPr>
        <w:t xml:space="preserve">№ </w:t>
      </w:r>
      <w:r>
        <w:rPr>
          <w:rFonts w:ascii="Times New Roman" w:hAnsi="Times New Roman" w:cs="Times New Roman"/>
          <w:sz w:val="28"/>
          <w:szCs w:val="28"/>
        </w:rPr>
        <w:t>282</w:t>
      </w: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Pr="004744DB" w:rsidRDefault="00873E82" w:rsidP="003B6504">
      <w:pPr>
        <w:jc w:val="center"/>
        <w:rPr>
          <w:rFonts w:ascii="Times New Roman" w:hAnsi="Times New Roman" w:cs="Times New Roman"/>
          <w:b/>
          <w:bCs/>
          <w:sz w:val="28"/>
          <w:szCs w:val="28"/>
        </w:rPr>
      </w:pPr>
      <w:r>
        <w:rPr>
          <w:rFonts w:ascii="Times New Roman" w:hAnsi="Times New Roman" w:cs="Times New Roman"/>
          <w:b/>
          <w:bCs/>
          <w:sz w:val="28"/>
          <w:szCs w:val="28"/>
        </w:rPr>
        <w:t xml:space="preserve">  Отчет администрации Вышестеблиевского сельского поселения Темрюкского района </w:t>
      </w:r>
      <w:r w:rsidRPr="004744DB">
        <w:rPr>
          <w:rFonts w:ascii="Times New Roman" w:hAnsi="Times New Roman" w:cs="Times New Roman"/>
          <w:b/>
          <w:bCs/>
          <w:sz w:val="28"/>
          <w:szCs w:val="28"/>
        </w:rPr>
        <w:t xml:space="preserve"> по профилактике безнадзорности и правонарушений нес</w:t>
      </w:r>
      <w:r>
        <w:rPr>
          <w:rFonts w:ascii="Times New Roman" w:hAnsi="Times New Roman" w:cs="Times New Roman"/>
          <w:b/>
          <w:bCs/>
          <w:sz w:val="28"/>
          <w:szCs w:val="28"/>
        </w:rPr>
        <w:t xml:space="preserve">овершеннолетних </w:t>
      </w:r>
      <w:r w:rsidRPr="004744DB">
        <w:rPr>
          <w:rFonts w:ascii="Times New Roman" w:hAnsi="Times New Roman" w:cs="Times New Roman"/>
          <w:b/>
          <w:bCs/>
          <w:sz w:val="28"/>
          <w:szCs w:val="28"/>
        </w:rPr>
        <w:t xml:space="preserve"> на территории Вышестеблиевского сельско</w:t>
      </w:r>
      <w:r>
        <w:rPr>
          <w:rFonts w:ascii="Times New Roman" w:hAnsi="Times New Roman" w:cs="Times New Roman"/>
          <w:b/>
          <w:bCs/>
          <w:sz w:val="28"/>
          <w:szCs w:val="28"/>
        </w:rPr>
        <w:t>го поселения Темрюкского района</w:t>
      </w:r>
    </w:p>
    <w:p w:rsidR="00873E82" w:rsidRPr="004744DB" w:rsidRDefault="00873E82" w:rsidP="003B6504">
      <w:pPr>
        <w:ind w:firstLine="540"/>
        <w:jc w:val="center"/>
        <w:rPr>
          <w:rFonts w:ascii="Times New Roman" w:hAnsi="Times New Roman" w:cs="Times New Roman"/>
          <w:sz w:val="28"/>
          <w:szCs w:val="28"/>
        </w:rPr>
      </w:pPr>
    </w:p>
    <w:p w:rsidR="00873E82" w:rsidRDefault="00873E82" w:rsidP="003B6504">
      <w:pPr>
        <w:pStyle w:val="NormalWeb"/>
        <w:widowControl w:val="0"/>
        <w:shd w:val="clear" w:color="auto" w:fill="FFFFFF"/>
        <w:spacing w:before="0" w:beforeAutospacing="0" w:after="0" w:afterAutospacing="0"/>
        <w:jc w:val="center"/>
        <w:rPr>
          <w:sz w:val="28"/>
          <w:szCs w:val="28"/>
        </w:rPr>
      </w:pP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xml:space="preserve">          В Вышестеблиевском сельском поселении, по состоянию на конец сентября 2013 году, проведено 5 заседаний Совета профилактики преступлений и правонарушений.</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На них реализовывались планы работы Совета профилактики, координировалась профилактическая работа в поселении и выполнялись решения межведомственной комиссии Темрюкского района, применительно к условиям Вышестеблиевского сельского поселения.</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xml:space="preserve">          В рамках проведения профилактических мероприятий, в течение девяти месяцев 2013 года произведено </w:t>
      </w:r>
      <w:r w:rsidRPr="0035565A">
        <w:rPr>
          <w:rFonts w:ascii="Times New Roman" w:hAnsi="Times New Roman" w:cs="Times New Roman"/>
          <w:b/>
          <w:bCs/>
          <w:sz w:val="28"/>
          <w:szCs w:val="28"/>
        </w:rPr>
        <w:t>273</w:t>
      </w:r>
      <w:r w:rsidRPr="0035565A">
        <w:rPr>
          <w:rFonts w:ascii="Times New Roman" w:hAnsi="Times New Roman" w:cs="Times New Roman"/>
          <w:sz w:val="28"/>
          <w:szCs w:val="28"/>
        </w:rPr>
        <w:t xml:space="preserve"> выхода на дежурства по охране общественного порядка в поселении. Из них: </w:t>
      </w:r>
      <w:r w:rsidRPr="0035565A">
        <w:rPr>
          <w:rFonts w:ascii="Times New Roman" w:hAnsi="Times New Roman" w:cs="Times New Roman"/>
          <w:b/>
          <w:bCs/>
          <w:sz w:val="28"/>
          <w:szCs w:val="28"/>
        </w:rPr>
        <w:t>273</w:t>
      </w:r>
      <w:r w:rsidRPr="0035565A">
        <w:rPr>
          <w:rFonts w:ascii="Times New Roman" w:hAnsi="Times New Roman" w:cs="Times New Roman"/>
          <w:sz w:val="28"/>
          <w:szCs w:val="28"/>
        </w:rPr>
        <w:t xml:space="preserve"> выходов выполнили члены Вышестеблиевского штаба - </w:t>
      </w:r>
      <w:r w:rsidRPr="0035565A">
        <w:rPr>
          <w:rFonts w:ascii="Times New Roman" w:hAnsi="Times New Roman" w:cs="Times New Roman"/>
          <w:b/>
          <w:bCs/>
          <w:sz w:val="28"/>
          <w:szCs w:val="28"/>
        </w:rPr>
        <w:t xml:space="preserve">ДНД </w:t>
      </w:r>
      <w:r w:rsidRPr="0035565A">
        <w:rPr>
          <w:rFonts w:ascii="Times New Roman" w:hAnsi="Times New Roman" w:cs="Times New Roman"/>
          <w:sz w:val="28"/>
          <w:szCs w:val="28"/>
        </w:rPr>
        <w:t xml:space="preserve"> и </w:t>
      </w:r>
      <w:r w:rsidRPr="0035565A">
        <w:rPr>
          <w:rFonts w:ascii="Times New Roman" w:hAnsi="Times New Roman" w:cs="Times New Roman"/>
          <w:b/>
          <w:bCs/>
          <w:sz w:val="28"/>
          <w:szCs w:val="28"/>
        </w:rPr>
        <w:t xml:space="preserve">36 </w:t>
      </w:r>
      <w:r w:rsidRPr="0035565A">
        <w:rPr>
          <w:rFonts w:ascii="Times New Roman" w:hAnsi="Times New Roman" w:cs="Times New Roman"/>
          <w:sz w:val="28"/>
          <w:szCs w:val="28"/>
        </w:rPr>
        <w:t>выходов</w:t>
      </w:r>
      <w:r w:rsidRPr="0035565A">
        <w:rPr>
          <w:rFonts w:ascii="Times New Roman" w:hAnsi="Times New Roman" w:cs="Times New Roman"/>
          <w:b/>
          <w:bCs/>
          <w:sz w:val="28"/>
          <w:szCs w:val="28"/>
        </w:rPr>
        <w:t xml:space="preserve"> - </w:t>
      </w:r>
      <w:r w:rsidRPr="0035565A">
        <w:rPr>
          <w:rFonts w:ascii="Times New Roman" w:hAnsi="Times New Roman" w:cs="Times New Roman"/>
          <w:sz w:val="28"/>
          <w:szCs w:val="28"/>
        </w:rPr>
        <w:t>представители</w:t>
      </w:r>
      <w:r w:rsidRPr="0035565A">
        <w:rPr>
          <w:rFonts w:ascii="Times New Roman" w:hAnsi="Times New Roman" w:cs="Times New Roman"/>
          <w:b/>
          <w:bCs/>
          <w:sz w:val="28"/>
          <w:szCs w:val="28"/>
        </w:rPr>
        <w:t xml:space="preserve"> ДКД </w:t>
      </w:r>
    </w:p>
    <w:p w:rsidR="00873E82" w:rsidRPr="0035565A" w:rsidRDefault="00873E82" w:rsidP="0035565A">
      <w:pPr>
        <w:jc w:val="both"/>
        <w:rPr>
          <w:rFonts w:ascii="Times New Roman" w:hAnsi="Times New Roman" w:cs="Times New Roman"/>
          <w:i/>
          <w:iCs/>
          <w:sz w:val="28"/>
          <w:szCs w:val="28"/>
        </w:rPr>
      </w:pPr>
      <w:r w:rsidRPr="0035565A">
        <w:rPr>
          <w:rFonts w:ascii="Times New Roman" w:hAnsi="Times New Roman" w:cs="Times New Roman"/>
          <w:i/>
          <w:iCs/>
          <w:sz w:val="28"/>
          <w:szCs w:val="28"/>
        </w:rPr>
        <w:t xml:space="preserve">Всего задействовано </w:t>
      </w:r>
      <w:r w:rsidRPr="0035565A">
        <w:rPr>
          <w:rFonts w:ascii="Times New Roman" w:hAnsi="Times New Roman" w:cs="Times New Roman"/>
          <w:b/>
          <w:bCs/>
          <w:i/>
          <w:iCs/>
          <w:sz w:val="28"/>
          <w:szCs w:val="28"/>
        </w:rPr>
        <w:t xml:space="preserve">33 </w:t>
      </w:r>
      <w:r w:rsidRPr="0035565A">
        <w:rPr>
          <w:rFonts w:ascii="Times New Roman" w:hAnsi="Times New Roman" w:cs="Times New Roman"/>
          <w:i/>
          <w:iCs/>
          <w:sz w:val="28"/>
          <w:szCs w:val="28"/>
        </w:rPr>
        <w:t xml:space="preserve">члена ДНД (представители различных структур и ведомств  Вышестеблиевского сельского поселения), и </w:t>
      </w:r>
      <w:r w:rsidRPr="0035565A">
        <w:rPr>
          <w:rFonts w:ascii="Times New Roman" w:hAnsi="Times New Roman" w:cs="Times New Roman"/>
          <w:b/>
          <w:bCs/>
          <w:i/>
          <w:iCs/>
          <w:sz w:val="28"/>
          <w:szCs w:val="28"/>
        </w:rPr>
        <w:t xml:space="preserve">4 </w:t>
      </w:r>
      <w:r w:rsidRPr="0035565A">
        <w:rPr>
          <w:rFonts w:ascii="Times New Roman" w:hAnsi="Times New Roman" w:cs="Times New Roman"/>
          <w:i/>
          <w:iCs/>
          <w:sz w:val="28"/>
          <w:szCs w:val="28"/>
        </w:rPr>
        <w:t>члена ДКД.</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xml:space="preserve">          В настоящее время, в составе добровольных групп по выполнению профилактического контроля на территории Вышестеблиевского поселения принимают участие:</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представители администрации Вышестеблиевского сельского поселения,</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представители Совета депутатов Вышестеблиевского сельского поселения,</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xml:space="preserve">- представители работников культуры МБУК «Вышестеблиевская «ЦКС», </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представители МУП «ЖКХ Комфорт»,</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представители педагогического состава МБОУ СОШ № 7,</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представители педагогического состава МБОУ СОШ № 12,</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участковая служба ОВД по Вышестеблиевскому сельскому поселению,</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служба ОПДН ОВД Темрюкского района,</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представители ДКД Вышестеблиевского казачьего общества.</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xml:space="preserve">           Дежурства проводятся в установленное время, путём несения комплексной службы по принятию телефонных звонков от населения (в Штабе имеется соответствующий журнал установленного образца), и патрулированием на территории поселения по согласованным и утверждённым маршрутам, куда в обязательном порядке внесены места торговли и места потенциального скопления молодёжи. Таковых маршрутов в поселении (на текущий момент), - имеется два. Маршрут №1 – территория станицы Вышестеблиевской, и маршрут №2 – территория посёлка Виноградного.</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xml:space="preserve"> При проведении патрулирования на маршрутах выполняются плановые посещения несовершеннолетних на дому, с целью контроля за содержанием и воспитанием подучётных несовершеннолетних их родителями, и по выявлению случаев противоправных действий в отношении детей. </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xml:space="preserve"> </w:t>
      </w:r>
      <w:r>
        <w:rPr>
          <w:rFonts w:ascii="Times New Roman" w:hAnsi="Times New Roman" w:cs="Times New Roman"/>
          <w:sz w:val="28"/>
          <w:szCs w:val="28"/>
        </w:rPr>
        <w:tab/>
      </w:r>
      <w:r w:rsidRPr="0035565A">
        <w:rPr>
          <w:rFonts w:ascii="Times New Roman" w:hAnsi="Times New Roman" w:cs="Times New Roman"/>
          <w:sz w:val="28"/>
          <w:szCs w:val="28"/>
        </w:rPr>
        <w:t>Администрация Вышестеблиевского сельского поселения в обязательном порядке ежедневно предоставляет автотранспорт для выполнения плана профилактической работы и осуществления охраны правопорядка.</w:t>
      </w:r>
      <w:r w:rsidRPr="0035565A">
        <w:rPr>
          <w:rFonts w:ascii="Times New Roman" w:hAnsi="Times New Roman" w:cs="Times New Roman"/>
          <w:i/>
          <w:iCs/>
          <w:sz w:val="28"/>
          <w:szCs w:val="28"/>
        </w:rPr>
        <w:t xml:space="preserve">  </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xml:space="preserve">Всего выявлено, в ночное время – 12 нарушений Закона 1539-КЗ, что вполовину меньше, чем за аналогичный период прошлого года. </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Очевидно, что причиной снижения количества нарушений Закона 1539-КЗ явилось систематическое применение практики штрафования родителей за слабый контроль за  детьми.</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xml:space="preserve">В ходе проведения профилактических рейдов, согласно утверждённого Советом профилактики графика, проверялось подучётных – 18, (из них 3 состоящие на учёте КДН,  и остальные – административный учёт по неблагополучию, а также подростки в опасной жизненной ситуации); </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несовершеннолентних в неблагополучных семьях – 9.</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xml:space="preserve">В проведении систематических рейдов по поддержанию правопорядка на территории Вышестеблиевского сельского поселения, принимают активное участие члены «Молодёжного патруля». </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Вместе с проведением профилактической работы, на базе молодёжного сектора МБУК «Вышестеблиевская ЦКС» осуществлялось трудоустройство несовершеннолетних в летний период. Всего за летний период было трудоустроено 12 подростков. Всем им оформлялись необходимые документы.</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Значительную помощь в трудоустройстве несовершеннолетних оказал районный Отдел по работе с молодёжью. При участии ОДМ Темрюкского района,  в Вышестеблиевском сельском поселении было трудоустроено ещё 6 подростков.</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xml:space="preserve">     </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xml:space="preserve"> Под постоянным контролем участковой службы полиции и Совета профилактики Вышестеблиевского сельского поселения находятся лица отбывшие срок наказания в исправительно-трудовых учреждениях. С такими лицами проводится регулярная профилактическая работа и оказывается необходимая помощь в виде содействия при оформлении необходимых документов, либо в консультации при трудоустройстве. </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В первом полугодии 2013 года, Совет профилактики ходатайствовал о снятии двух подучётных с профилактического спецучёта. В связи с их полным исправлением, успешным трудоустройством и ведением активной положительной общественной жизнью.</w:t>
      </w:r>
    </w:p>
    <w:p w:rsidR="00873E82" w:rsidRPr="0035565A" w:rsidRDefault="00873E82" w:rsidP="0035565A">
      <w:pPr>
        <w:rPr>
          <w:rFonts w:ascii="Times New Roman" w:hAnsi="Times New Roman" w:cs="Times New Roman"/>
          <w:sz w:val="28"/>
          <w:szCs w:val="28"/>
        </w:rPr>
      </w:pPr>
      <w:r w:rsidRPr="0035565A">
        <w:rPr>
          <w:rFonts w:ascii="Times New Roman" w:hAnsi="Times New Roman" w:cs="Times New Roman"/>
          <w:sz w:val="28"/>
          <w:szCs w:val="28"/>
        </w:rPr>
        <w:t xml:space="preserve">          В рамках работы Совета профилактики Вышестеблиевского сельского поселения проводится работа по недопущению распространения наркомании, которая координировалась на всех заседаниях, проведённых с начала года.   В ходе работы, воплощались в жизнь планы проведения мероприятий профилактики наркомании в поселении.</w:t>
      </w:r>
    </w:p>
    <w:p w:rsidR="00873E82" w:rsidRPr="0035565A" w:rsidRDefault="00873E82" w:rsidP="0035565A">
      <w:pPr>
        <w:rPr>
          <w:rFonts w:ascii="Times New Roman" w:hAnsi="Times New Roman" w:cs="Times New Roman"/>
          <w:sz w:val="28"/>
          <w:szCs w:val="28"/>
        </w:rPr>
      </w:pPr>
      <w:r w:rsidRPr="0035565A">
        <w:rPr>
          <w:rFonts w:ascii="Times New Roman" w:hAnsi="Times New Roman" w:cs="Times New Roman"/>
          <w:sz w:val="28"/>
          <w:szCs w:val="28"/>
        </w:rPr>
        <w:t>Эта профилактическая работа выполняется в тесном сотрудничестве  и под контролем  районной антинаркотической комиссии, во взаимодействии с представителями районной службы наркоконтроля.</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План антинаркотической работы органично интегрирован в общий план Совета профилактики.</w:t>
      </w:r>
    </w:p>
    <w:p w:rsidR="00873E82" w:rsidRPr="0035565A" w:rsidRDefault="00873E82" w:rsidP="0035565A">
      <w:pPr>
        <w:ind w:firstLine="708"/>
        <w:jc w:val="both"/>
        <w:rPr>
          <w:rFonts w:ascii="Times New Roman" w:hAnsi="Times New Roman" w:cs="Times New Roman"/>
          <w:sz w:val="28"/>
          <w:szCs w:val="28"/>
        </w:rPr>
      </w:pPr>
      <w:r w:rsidRPr="0035565A">
        <w:rPr>
          <w:rFonts w:ascii="Times New Roman" w:hAnsi="Times New Roman" w:cs="Times New Roman"/>
          <w:sz w:val="28"/>
          <w:szCs w:val="28"/>
        </w:rPr>
        <w:t xml:space="preserve">Активное участие в работе профилактики наркомании в поселении принимает молодёжный сектор МБУК «Вышестеблиевская ЦКС», силами которого проводятся зрелищные мероприятия и акции антинаркотической направленности. Изготавливаются и регулярно распространяются раздаточные материалы в виде листовок и буклетов с профилактической тематикой, проводятся также и специализированные  тематические мероприятия, пропагандирующие здоровый образ жизни. </w:t>
      </w:r>
    </w:p>
    <w:p w:rsidR="00873E82" w:rsidRPr="0035565A" w:rsidRDefault="00873E82" w:rsidP="0035565A">
      <w:pPr>
        <w:ind w:firstLine="708"/>
        <w:jc w:val="both"/>
        <w:rPr>
          <w:rFonts w:ascii="Times New Roman" w:hAnsi="Times New Roman" w:cs="Times New Roman"/>
          <w:sz w:val="28"/>
          <w:szCs w:val="28"/>
        </w:rPr>
      </w:pPr>
      <w:r w:rsidRPr="0035565A">
        <w:rPr>
          <w:rFonts w:ascii="Times New Roman" w:hAnsi="Times New Roman" w:cs="Times New Roman"/>
          <w:sz w:val="28"/>
          <w:szCs w:val="28"/>
        </w:rPr>
        <w:t>С наступлением весенне-летнего периода, утверждён состав рабочей группы по выявлению и уничтожению очагов дикорастущих наркотикосодержащих растений. Еженедельно представители антинаркотической комиссии, совместно с представителем правоохранительных органов, проводят рейды на территории поселения.  Рабочей группой, также, выявляются очаги произрастания карантинных сорняков, которые незамедлительно скашиваются силами МУП «ЖКХ Комфорт».  За шесть месяцев  выкошено сорняков на площади свыше двух гектар, и выписано предписание по приведению в порядок определённой части территории. Предписание выполнено в указанный срок,  наркотикосодержащих растений не обнаружено. Рабочая группа продолжает выполнение еженедельных рейдов.</w:t>
      </w:r>
    </w:p>
    <w:p w:rsidR="00873E82" w:rsidRPr="0035565A" w:rsidRDefault="00873E82" w:rsidP="0035565A">
      <w:pPr>
        <w:ind w:firstLine="708"/>
        <w:jc w:val="both"/>
        <w:rPr>
          <w:rFonts w:ascii="Times New Roman" w:hAnsi="Times New Roman" w:cs="Times New Roman"/>
          <w:sz w:val="28"/>
          <w:szCs w:val="28"/>
        </w:rPr>
      </w:pPr>
      <w:r w:rsidRPr="0035565A">
        <w:rPr>
          <w:rFonts w:ascii="Times New Roman" w:hAnsi="Times New Roman" w:cs="Times New Roman"/>
          <w:sz w:val="28"/>
          <w:szCs w:val="28"/>
        </w:rPr>
        <w:t xml:space="preserve">С начала апреля и на конец сентября произведено 26 выездов рабочей группы  по выявлению и уничтожению наркотикосодердащих растений. </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Из них – 26 запланированных выездов. Администрация, также, регулярно выделяет автотранспорт, для проведения плановых объездов территории.</w:t>
      </w:r>
    </w:p>
    <w:p w:rsidR="00873E82" w:rsidRPr="0035565A" w:rsidRDefault="00873E82" w:rsidP="0035565A">
      <w:pPr>
        <w:ind w:firstLine="708"/>
        <w:jc w:val="both"/>
        <w:rPr>
          <w:rFonts w:ascii="Times New Roman" w:hAnsi="Times New Roman" w:cs="Times New Roman"/>
          <w:sz w:val="28"/>
          <w:szCs w:val="28"/>
        </w:rPr>
      </w:pPr>
      <w:r w:rsidRPr="0035565A">
        <w:rPr>
          <w:rFonts w:ascii="Times New Roman" w:hAnsi="Times New Roman" w:cs="Times New Roman"/>
          <w:sz w:val="28"/>
          <w:szCs w:val="28"/>
        </w:rPr>
        <w:t>Продолжают работу телефоны доверия в поселении:</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АНТИНАРКО 35-5-25</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xml:space="preserve">         ДНД        35-9-18</w:t>
      </w:r>
    </w:p>
    <w:p w:rsidR="00873E82" w:rsidRPr="0035565A" w:rsidRDefault="00873E82" w:rsidP="0035565A">
      <w:pPr>
        <w:ind w:firstLine="708"/>
        <w:jc w:val="both"/>
        <w:rPr>
          <w:rFonts w:ascii="Times New Roman" w:hAnsi="Times New Roman" w:cs="Times New Roman"/>
          <w:sz w:val="28"/>
          <w:szCs w:val="28"/>
        </w:rPr>
      </w:pPr>
      <w:r w:rsidRPr="0035565A">
        <w:rPr>
          <w:rFonts w:ascii="Times New Roman" w:hAnsi="Times New Roman" w:cs="Times New Roman"/>
          <w:sz w:val="28"/>
          <w:szCs w:val="28"/>
        </w:rPr>
        <w:t>Советом профилактики Вышестеблиевского сельского поселения, совместно с участковым уполномоченным и местной  амбулаторией, осуществляется контроль за динамикой численности и учётом лиц, соприкоснувшихся с наркотическими веществами.  Эта группа находится под постоянным профилактическим контролем.</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xml:space="preserve">В поле зрения Совета профилактики правонарушений Вышестеблиевского сельского поселения постоянно находятся лица, состоящие на учёте в наркодиспансере. </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В Вышестеблиевском сельском поселении таковых:</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36 – состоящих на учёте алкоголиков,</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xml:space="preserve">  6 – лиц соприкоснувшихся с наркотиками.</w:t>
      </w:r>
    </w:p>
    <w:p w:rsidR="00873E82" w:rsidRPr="0035565A" w:rsidRDefault="00873E82" w:rsidP="0035565A">
      <w:pPr>
        <w:jc w:val="both"/>
        <w:rPr>
          <w:rFonts w:ascii="Times New Roman" w:hAnsi="Times New Roman" w:cs="Times New Roman"/>
          <w:sz w:val="28"/>
          <w:szCs w:val="28"/>
        </w:rPr>
      </w:pP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xml:space="preserve">         В рамках работы противодействия терроризму, согласно поступающим методическим указаниям, в рамках работы Совета профилактики, - принимаются меры антитеррористической и иной безопасности, включающие в себя:</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xml:space="preserve">- усиление контроля над гражданами, относящимися к группам риска, </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принятие необходимых мер по усилению патрульных групп в поселении, особенно при проведении массовых мероприятий,</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проведение тщательных проверок территорий и помещений, непосредственно перед проведением праздничных мероприятий, постоянный контроль на территориях массового пребывания людей,</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проведение детального согласования с представителями полиции  -  времени, места и условий проведения массовых мероприятий, для осуществления совместных патрулирований,</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обеспечение надёжными каналами связи всех задействованных структур, включая работу телефона доверия ДНД, для эффективного контроля над безопасностью проводимых мероприятий.</w:t>
      </w:r>
    </w:p>
    <w:p w:rsidR="00873E82" w:rsidRPr="0035565A" w:rsidRDefault="00873E82" w:rsidP="0035565A">
      <w:pPr>
        <w:jc w:val="both"/>
        <w:rPr>
          <w:rFonts w:ascii="Times New Roman" w:hAnsi="Times New Roman" w:cs="Times New Roman"/>
          <w:sz w:val="28"/>
          <w:szCs w:val="28"/>
        </w:rPr>
      </w:pPr>
      <w:r w:rsidRPr="0035565A">
        <w:rPr>
          <w:rFonts w:ascii="Times New Roman" w:hAnsi="Times New Roman" w:cs="Times New Roman"/>
          <w:sz w:val="28"/>
          <w:szCs w:val="28"/>
        </w:rPr>
        <w:t xml:space="preserve"> </w:t>
      </w:r>
    </w:p>
    <w:p w:rsidR="00873E82" w:rsidRPr="0035565A" w:rsidRDefault="00873E82" w:rsidP="0035565A">
      <w:pPr>
        <w:ind w:firstLine="708"/>
        <w:jc w:val="both"/>
        <w:rPr>
          <w:rFonts w:ascii="Times New Roman" w:hAnsi="Times New Roman" w:cs="Times New Roman"/>
          <w:sz w:val="28"/>
          <w:szCs w:val="28"/>
        </w:rPr>
      </w:pPr>
      <w:r w:rsidRPr="0035565A">
        <w:rPr>
          <w:rFonts w:ascii="Times New Roman" w:hAnsi="Times New Roman" w:cs="Times New Roman"/>
          <w:sz w:val="28"/>
          <w:szCs w:val="28"/>
        </w:rPr>
        <w:t>Вся профилактическая работа Вышестеблиевского сельского поселения, проводится в теснейшем союзе, с отделом по взаимодействию с правоохранительными органами и казачеством в области охраны правопорядка, с Управлением культуры Темрюкского района, с Управлением по вопросам семьи и детства администрации Темрюкского района, Отделом по работе с молодёжью,  и с многими другими  учреждениями. Так как предусмотрен именно комплексный подход в реализации поставленных задач по недопущению правонарушений среди несовершеннолетних, стоящих перед Вышестеблиевским  сельским поселением. И для их реализации применяются все  средства и возможности, имеющиеся в арсенале. Свою роль в деле снижения правонарушений, укрепления правопорядка, недопущению возникновения предпосылок для асоциального поведения отдельных лиц, администрация Вышестеблиевского сельского поселения проводит по двум основным направлениям, которые призваны эффективно привести к намеченным целям: это повышение качества проводимой профилактической работы, и расширение форм положительной культурной, спортивной и общественной жизни в поселении. В повышении уровня и качества проводимых культурно-массовых мероприятий, расширения количества кружков по интересам, создания условий для систематического занятия граждан спортом и физической культурой. Самыми значимыми и масштабными мероприятиями в поселении, привлёкшими значительное количество населения, и в значительной мере - молодёжи,   были:</w:t>
      </w:r>
    </w:p>
    <w:p w:rsidR="00873E82" w:rsidRPr="0035565A" w:rsidRDefault="00873E82" w:rsidP="0035565A">
      <w:pPr>
        <w:ind w:firstLine="708"/>
        <w:jc w:val="both"/>
        <w:rPr>
          <w:rFonts w:ascii="Times New Roman" w:hAnsi="Times New Roman" w:cs="Times New Roman"/>
          <w:sz w:val="28"/>
          <w:szCs w:val="28"/>
        </w:rPr>
      </w:pPr>
      <w:r w:rsidRPr="0035565A">
        <w:rPr>
          <w:rFonts w:ascii="Times New Roman" w:hAnsi="Times New Roman" w:cs="Times New Roman"/>
          <w:sz w:val="28"/>
          <w:szCs w:val="28"/>
        </w:rPr>
        <w:t xml:space="preserve">-«День станицы Вышестеблиевской», </w:t>
      </w:r>
    </w:p>
    <w:p w:rsidR="00873E82" w:rsidRPr="0035565A" w:rsidRDefault="00873E82" w:rsidP="0035565A">
      <w:pPr>
        <w:ind w:firstLine="708"/>
        <w:jc w:val="both"/>
        <w:rPr>
          <w:rFonts w:ascii="Times New Roman" w:hAnsi="Times New Roman" w:cs="Times New Roman"/>
          <w:sz w:val="28"/>
          <w:szCs w:val="28"/>
        </w:rPr>
      </w:pPr>
      <w:r w:rsidRPr="0035565A">
        <w:rPr>
          <w:rFonts w:ascii="Times New Roman" w:hAnsi="Times New Roman" w:cs="Times New Roman"/>
          <w:sz w:val="28"/>
          <w:szCs w:val="28"/>
        </w:rPr>
        <w:t>- «День посёлка Виноградного»,</w:t>
      </w:r>
    </w:p>
    <w:p w:rsidR="00873E82" w:rsidRPr="0035565A" w:rsidRDefault="00873E82" w:rsidP="0035565A">
      <w:pPr>
        <w:ind w:firstLine="708"/>
        <w:jc w:val="both"/>
        <w:rPr>
          <w:rFonts w:ascii="Times New Roman" w:hAnsi="Times New Roman" w:cs="Times New Roman"/>
          <w:sz w:val="28"/>
          <w:szCs w:val="28"/>
        </w:rPr>
      </w:pPr>
      <w:r w:rsidRPr="0035565A">
        <w:rPr>
          <w:rFonts w:ascii="Times New Roman" w:hAnsi="Times New Roman" w:cs="Times New Roman"/>
          <w:sz w:val="28"/>
          <w:szCs w:val="28"/>
        </w:rPr>
        <w:t>- 9 Мая, «День Победы»,</w:t>
      </w:r>
    </w:p>
    <w:p w:rsidR="00873E82" w:rsidRPr="0035565A" w:rsidRDefault="00873E82" w:rsidP="0035565A">
      <w:pPr>
        <w:ind w:firstLine="708"/>
        <w:jc w:val="both"/>
        <w:rPr>
          <w:rFonts w:ascii="Times New Roman" w:hAnsi="Times New Roman" w:cs="Times New Roman"/>
          <w:sz w:val="28"/>
          <w:szCs w:val="28"/>
        </w:rPr>
      </w:pPr>
      <w:r w:rsidRPr="0035565A">
        <w:rPr>
          <w:rFonts w:ascii="Times New Roman" w:hAnsi="Times New Roman" w:cs="Times New Roman"/>
          <w:sz w:val="28"/>
          <w:szCs w:val="28"/>
        </w:rPr>
        <w:t>- «День молодёжи»,</w:t>
      </w:r>
    </w:p>
    <w:p w:rsidR="00873E82" w:rsidRPr="0035565A" w:rsidRDefault="00873E82" w:rsidP="0035565A">
      <w:pPr>
        <w:ind w:firstLine="708"/>
        <w:jc w:val="both"/>
        <w:rPr>
          <w:rFonts w:ascii="Times New Roman" w:hAnsi="Times New Roman" w:cs="Times New Roman"/>
          <w:sz w:val="28"/>
          <w:szCs w:val="28"/>
        </w:rPr>
      </w:pPr>
      <w:r w:rsidRPr="0035565A">
        <w:rPr>
          <w:rFonts w:ascii="Times New Roman" w:hAnsi="Times New Roman" w:cs="Times New Roman"/>
          <w:sz w:val="28"/>
          <w:szCs w:val="28"/>
        </w:rPr>
        <w:t>-«День Семьи, Любви и Верности»,</w:t>
      </w:r>
    </w:p>
    <w:p w:rsidR="00873E82" w:rsidRPr="0035565A" w:rsidRDefault="00873E82" w:rsidP="00101A10">
      <w:pPr>
        <w:ind w:firstLine="708"/>
        <w:jc w:val="both"/>
        <w:rPr>
          <w:rFonts w:ascii="Times New Roman" w:hAnsi="Times New Roman" w:cs="Times New Roman"/>
          <w:sz w:val="28"/>
          <w:szCs w:val="28"/>
        </w:rPr>
      </w:pPr>
      <w:r w:rsidRPr="0035565A">
        <w:rPr>
          <w:rFonts w:ascii="Times New Roman" w:hAnsi="Times New Roman" w:cs="Times New Roman"/>
          <w:sz w:val="28"/>
          <w:szCs w:val="28"/>
        </w:rPr>
        <w:t xml:space="preserve">И целый ряд культурно-массовых мероприятий районного и даже краевого масштабов. </w:t>
      </w:r>
    </w:p>
    <w:p w:rsidR="00873E82" w:rsidRPr="0035565A" w:rsidRDefault="00873E82" w:rsidP="0035565A">
      <w:pPr>
        <w:ind w:firstLine="708"/>
        <w:jc w:val="both"/>
        <w:rPr>
          <w:rFonts w:ascii="Times New Roman" w:hAnsi="Times New Roman" w:cs="Times New Roman"/>
          <w:sz w:val="28"/>
          <w:szCs w:val="28"/>
        </w:rPr>
      </w:pPr>
      <w:r w:rsidRPr="0035565A">
        <w:rPr>
          <w:rFonts w:ascii="Times New Roman" w:hAnsi="Times New Roman" w:cs="Times New Roman"/>
          <w:sz w:val="28"/>
          <w:szCs w:val="28"/>
        </w:rPr>
        <w:t xml:space="preserve">Из культурно-спортивных мероприятий, можно отметить наиболее яркие,  привлекшие внимание многочисленных зрителей: </w:t>
      </w:r>
    </w:p>
    <w:p w:rsidR="00873E82" w:rsidRPr="0035565A" w:rsidRDefault="00873E82" w:rsidP="0035565A">
      <w:pPr>
        <w:ind w:firstLine="708"/>
        <w:jc w:val="both"/>
        <w:rPr>
          <w:rFonts w:ascii="Times New Roman" w:hAnsi="Times New Roman" w:cs="Times New Roman"/>
          <w:sz w:val="28"/>
          <w:szCs w:val="28"/>
        </w:rPr>
      </w:pPr>
      <w:r w:rsidRPr="0035565A">
        <w:rPr>
          <w:rFonts w:ascii="Times New Roman" w:hAnsi="Times New Roman" w:cs="Times New Roman"/>
          <w:sz w:val="28"/>
          <w:szCs w:val="28"/>
        </w:rPr>
        <w:t xml:space="preserve">- соревнования по волейболу среди мужских команд   «Мемориал памяти Мастера спорта по тяжёлой атлетике Владимира Дмитриевича Диры»; </w:t>
      </w:r>
    </w:p>
    <w:p w:rsidR="00873E82" w:rsidRPr="0035565A" w:rsidRDefault="00873E82" w:rsidP="0035565A">
      <w:pPr>
        <w:ind w:firstLine="708"/>
        <w:jc w:val="both"/>
        <w:rPr>
          <w:rFonts w:ascii="Times New Roman" w:hAnsi="Times New Roman" w:cs="Times New Roman"/>
          <w:sz w:val="28"/>
          <w:szCs w:val="28"/>
        </w:rPr>
      </w:pPr>
      <w:r w:rsidRPr="0035565A">
        <w:rPr>
          <w:rFonts w:ascii="Times New Roman" w:hAnsi="Times New Roman" w:cs="Times New Roman"/>
          <w:sz w:val="28"/>
          <w:szCs w:val="28"/>
        </w:rPr>
        <w:t>- шахматный турнир «Кубок главы администрации Вышестеблиевского сельского поселения»,</w:t>
      </w:r>
    </w:p>
    <w:p w:rsidR="00873E82" w:rsidRPr="0035565A" w:rsidRDefault="00873E82" w:rsidP="0035565A">
      <w:pPr>
        <w:ind w:firstLine="708"/>
        <w:jc w:val="both"/>
        <w:rPr>
          <w:rFonts w:ascii="Times New Roman" w:hAnsi="Times New Roman" w:cs="Times New Roman"/>
          <w:sz w:val="28"/>
          <w:szCs w:val="28"/>
        </w:rPr>
      </w:pPr>
      <w:r w:rsidRPr="0035565A">
        <w:rPr>
          <w:rFonts w:ascii="Times New Roman" w:hAnsi="Times New Roman" w:cs="Times New Roman"/>
          <w:sz w:val="28"/>
          <w:szCs w:val="28"/>
        </w:rPr>
        <w:t>- районные турниры по футболу.</w:t>
      </w:r>
    </w:p>
    <w:p w:rsidR="00873E82" w:rsidRPr="0035565A" w:rsidRDefault="00873E82" w:rsidP="0035565A">
      <w:pPr>
        <w:ind w:firstLine="708"/>
        <w:jc w:val="both"/>
        <w:rPr>
          <w:rFonts w:ascii="Times New Roman" w:hAnsi="Times New Roman" w:cs="Times New Roman"/>
          <w:sz w:val="28"/>
          <w:szCs w:val="28"/>
        </w:rPr>
      </w:pPr>
      <w:r w:rsidRPr="0035565A">
        <w:rPr>
          <w:rFonts w:ascii="Times New Roman" w:hAnsi="Times New Roman" w:cs="Times New Roman"/>
          <w:sz w:val="28"/>
          <w:szCs w:val="28"/>
        </w:rPr>
        <w:t xml:space="preserve">Эти массовые зрелищные мероприятия, в проведении которых принимают участие, как спортсмены и их болельщики, так и работники культуры, - призваны широко пропагандировать здоровый образ жизни, и способствовать вовлечению в общественно полезную, спортивную и культурную жизнь в поселении - всё большее количество населения. </w:t>
      </w:r>
    </w:p>
    <w:p w:rsidR="00873E82" w:rsidRPr="0035565A" w:rsidRDefault="00873E82" w:rsidP="0035565A">
      <w:pPr>
        <w:ind w:firstLine="708"/>
        <w:jc w:val="both"/>
        <w:rPr>
          <w:rFonts w:ascii="Times New Roman" w:hAnsi="Times New Roman" w:cs="Times New Roman"/>
          <w:sz w:val="28"/>
          <w:szCs w:val="28"/>
        </w:rPr>
      </w:pPr>
      <w:r w:rsidRPr="0035565A">
        <w:rPr>
          <w:rFonts w:ascii="Times New Roman" w:hAnsi="Times New Roman" w:cs="Times New Roman"/>
          <w:sz w:val="28"/>
          <w:szCs w:val="28"/>
        </w:rPr>
        <w:t xml:space="preserve">Особое внимание уделяется вовлечению подростков, и особенно выявленных на улицах станицы и посёлка в вечернее время, - в кружки, спортивные секции и клубы по интересам.  Эта работа проводится на постоянной основе совместно с МУК «Вышестеблиевская ЦКС», МОУ СОШ № 12, МОУ СОШ №7 и непосредственно с отделом по физической культуре и спорту Вышестеблиевского сельского поселения. В настоящее время из всех подростков, задержанных (за указанный период) в вечернее время на улицах поселения, более двух третей систематически посещают кружки и спортивные секции. </w:t>
      </w:r>
    </w:p>
    <w:p w:rsidR="00873E82" w:rsidRPr="0035565A" w:rsidRDefault="00873E82" w:rsidP="0035565A">
      <w:pPr>
        <w:ind w:firstLine="708"/>
        <w:jc w:val="both"/>
        <w:rPr>
          <w:rFonts w:ascii="Times New Roman" w:hAnsi="Times New Roman" w:cs="Times New Roman"/>
          <w:sz w:val="28"/>
          <w:szCs w:val="28"/>
        </w:rPr>
      </w:pPr>
      <w:r w:rsidRPr="0035565A">
        <w:rPr>
          <w:rFonts w:ascii="Times New Roman" w:hAnsi="Times New Roman" w:cs="Times New Roman"/>
          <w:sz w:val="28"/>
          <w:szCs w:val="28"/>
        </w:rPr>
        <w:t>Ещё более тесное взаимодействие всех принимающих участие в профилактической работе структур и учреждений, позволит значительно повысить качество проводимой профилактической работы, поможет снизить количество правонарушений среди несовершеннолетних, послужит основой укрепления правопорядка в поселении.</w:t>
      </w: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r>
        <w:rPr>
          <w:sz w:val="28"/>
          <w:szCs w:val="28"/>
        </w:rPr>
        <w:t>Эксперт по социальным вопросам                                                      А.В. Пряников</w:t>
      </w: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Default="00873E82" w:rsidP="008C4402">
      <w:pPr>
        <w:pStyle w:val="NormalWeb"/>
        <w:widowControl w:val="0"/>
        <w:shd w:val="clear" w:color="auto" w:fill="FFFFFF"/>
        <w:spacing w:before="0" w:beforeAutospacing="0" w:after="0" w:afterAutospacing="0"/>
        <w:rPr>
          <w:sz w:val="28"/>
          <w:szCs w:val="28"/>
        </w:rPr>
      </w:pPr>
    </w:p>
    <w:p w:rsidR="00873E82" w:rsidRPr="00F51345" w:rsidRDefault="00873E82">
      <w:pPr>
        <w:rPr>
          <w:rFonts w:ascii="Times New Roman" w:hAnsi="Times New Roman" w:cs="Times New Roman"/>
          <w:sz w:val="28"/>
          <w:szCs w:val="28"/>
        </w:rPr>
      </w:pPr>
      <w:r>
        <w:rPr>
          <w:rFonts w:ascii="Times New Roman" w:hAnsi="Times New Roman" w:cs="Times New Roman"/>
          <w:sz w:val="28"/>
          <w:szCs w:val="28"/>
        </w:rPr>
        <w:t xml:space="preserve">                                      </w:t>
      </w:r>
    </w:p>
    <w:sectPr w:rsidR="00873E82" w:rsidRPr="00F51345" w:rsidSect="00855037">
      <w:pgSz w:w="11906" w:h="16838"/>
      <w:pgMar w:top="1134" w:right="567" w:bottom="71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0D52"/>
    <w:rsid w:val="000004EB"/>
    <w:rsid w:val="0000056B"/>
    <w:rsid w:val="00000B18"/>
    <w:rsid w:val="00001609"/>
    <w:rsid w:val="00001E79"/>
    <w:rsid w:val="00002651"/>
    <w:rsid w:val="00002ACE"/>
    <w:rsid w:val="00003AFA"/>
    <w:rsid w:val="00003C3A"/>
    <w:rsid w:val="00004B4C"/>
    <w:rsid w:val="00005A51"/>
    <w:rsid w:val="00010D9B"/>
    <w:rsid w:val="000118DA"/>
    <w:rsid w:val="00011D95"/>
    <w:rsid w:val="00012375"/>
    <w:rsid w:val="000127DF"/>
    <w:rsid w:val="000146D8"/>
    <w:rsid w:val="00016104"/>
    <w:rsid w:val="0001663B"/>
    <w:rsid w:val="00016BB7"/>
    <w:rsid w:val="00017FD7"/>
    <w:rsid w:val="0002096B"/>
    <w:rsid w:val="00020C0A"/>
    <w:rsid w:val="00021A18"/>
    <w:rsid w:val="00021FC7"/>
    <w:rsid w:val="00021FF7"/>
    <w:rsid w:val="000221CA"/>
    <w:rsid w:val="00022216"/>
    <w:rsid w:val="000223A3"/>
    <w:rsid w:val="00026A8F"/>
    <w:rsid w:val="00027D57"/>
    <w:rsid w:val="00030258"/>
    <w:rsid w:val="0003104E"/>
    <w:rsid w:val="00031D3B"/>
    <w:rsid w:val="000325CC"/>
    <w:rsid w:val="00032D92"/>
    <w:rsid w:val="00033F4C"/>
    <w:rsid w:val="000342C7"/>
    <w:rsid w:val="000410DD"/>
    <w:rsid w:val="00041B8B"/>
    <w:rsid w:val="00043198"/>
    <w:rsid w:val="00043CB1"/>
    <w:rsid w:val="000446DB"/>
    <w:rsid w:val="00044D4F"/>
    <w:rsid w:val="000456BC"/>
    <w:rsid w:val="00045DDE"/>
    <w:rsid w:val="000460FF"/>
    <w:rsid w:val="0005199C"/>
    <w:rsid w:val="00055AE3"/>
    <w:rsid w:val="00056372"/>
    <w:rsid w:val="0005644D"/>
    <w:rsid w:val="000564FD"/>
    <w:rsid w:val="00056AB7"/>
    <w:rsid w:val="0005770B"/>
    <w:rsid w:val="000608F6"/>
    <w:rsid w:val="00060E32"/>
    <w:rsid w:val="000613F5"/>
    <w:rsid w:val="00061C48"/>
    <w:rsid w:val="00061D05"/>
    <w:rsid w:val="00061D12"/>
    <w:rsid w:val="00061F84"/>
    <w:rsid w:val="00062A5B"/>
    <w:rsid w:val="00062AE5"/>
    <w:rsid w:val="00063530"/>
    <w:rsid w:val="00063550"/>
    <w:rsid w:val="000637B5"/>
    <w:rsid w:val="000637BE"/>
    <w:rsid w:val="00064F3C"/>
    <w:rsid w:val="00066910"/>
    <w:rsid w:val="000674F2"/>
    <w:rsid w:val="000675D5"/>
    <w:rsid w:val="00067CD9"/>
    <w:rsid w:val="00070658"/>
    <w:rsid w:val="000719C1"/>
    <w:rsid w:val="0007230B"/>
    <w:rsid w:val="00072486"/>
    <w:rsid w:val="0007491D"/>
    <w:rsid w:val="0007577F"/>
    <w:rsid w:val="000759FF"/>
    <w:rsid w:val="00075D4A"/>
    <w:rsid w:val="000766B3"/>
    <w:rsid w:val="00076BC0"/>
    <w:rsid w:val="00076F32"/>
    <w:rsid w:val="000775E2"/>
    <w:rsid w:val="000777DD"/>
    <w:rsid w:val="000778B3"/>
    <w:rsid w:val="00077AA3"/>
    <w:rsid w:val="00080D52"/>
    <w:rsid w:val="00083133"/>
    <w:rsid w:val="000839A0"/>
    <w:rsid w:val="00083FB7"/>
    <w:rsid w:val="00084634"/>
    <w:rsid w:val="00084719"/>
    <w:rsid w:val="00084C6A"/>
    <w:rsid w:val="00086234"/>
    <w:rsid w:val="00086BEC"/>
    <w:rsid w:val="00086F2D"/>
    <w:rsid w:val="000901D1"/>
    <w:rsid w:val="00091AAA"/>
    <w:rsid w:val="00091CD9"/>
    <w:rsid w:val="00091F5F"/>
    <w:rsid w:val="000922BA"/>
    <w:rsid w:val="00093B0C"/>
    <w:rsid w:val="00093B8D"/>
    <w:rsid w:val="00093FFD"/>
    <w:rsid w:val="00094071"/>
    <w:rsid w:val="00095FB3"/>
    <w:rsid w:val="00096C47"/>
    <w:rsid w:val="00097024"/>
    <w:rsid w:val="0009732A"/>
    <w:rsid w:val="000973B6"/>
    <w:rsid w:val="00097440"/>
    <w:rsid w:val="00097566"/>
    <w:rsid w:val="00097741"/>
    <w:rsid w:val="0009796A"/>
    <w:rsid w:val="000A20C8"/>
    <w:rsid w:val="000A25D1"/>
    <w:rsid w:val="000A3073"/>
    <w:rsid w:val="000A3ECE"/>
    <w:rsid w:val="000A473E"/>
    <w:rsid w:val="000A4B5C"/>
    <w:rsid w:val="000A4B81"/>
    <w:rsid w:val="000A638D"/>
    <w:rsid w:val="000B1C26"/>
    <w:rsid w:val="000B1E98"/>
    <w:rsid w:val="000B3090"/>
    <w:rsid w:val="000B309F"/>
    <w:rsid w:val="000B32E2"/>
    <w:rsid w:val="000B3C8C"/>
    <w:rsid w:val="000B3D44"/>
    <w:rsid w:val="000B4B41"/>
    <w:rsid w:val="000B540E"/>
    <w:rsid w:val="000B5FFA"/>
    <w:rsid w:val="000B61EE"/>
    <w:rsid w:val="000B7270"/>
    <w:rsid w:val="000B7298"/>
    <w:rsid w:val="000B7618"/>
    <w:rsid w:val="000B79F2"/>
    <w:rsid w:val="000B7AB2"/>
    <w:rsid w:val="000C083A"/>
    <w:rsid w:val="000C0A49"/>
    <w:rsid w:val="000C191D"/>
    <w:rsid w:val="000C2247"/>
    <w:rsid w:val="000C2B27"/>
    <w:rsid w:val="000C2BD5"/>
    <w:rsid w:val="000C2BF4"/>
    <w:rsid w:val="000C2C19"/>
    <w:rsid w:val="000C5098"/>
    <w:rsid w:val="000C5304"/>
    <w:rsid w:val="000C5ACB"/>
    <w:rsid w:val="000C6B1E"/>
    <w:rsid w:val="000D12CA"/>
    <w:rsid w:val="000D1452"/>
    <w:rsid w:val="000D1D34"/>
    <w:rsid w:val="000D21CD"/>
    <w:rsid w:val="000D31A7"/>
    <w:rsid w:val="000D3E9A"/>
    <w:rsid w:val="000D41AC"/>
    <w:rsid w:val="000D420F"/>
    <w:rsid w:val="000D692D"/>
    <w:rsid w:val="000D696D"/>
    <w:rsid w:val="000D6CBE"/>
    <w:rsid w:val="000D7118"/>
    <w:rsid w:val="000D7303"/>
    <w:rsid w:val="000D7A0D"/>
    <w:rsid w:val="000E0113"/>
    <w:rsid w:val="000E08B5"/>
    <w:rsid w:val="000E1BF9"/>
    <w:rsid w:val="000E1FFC"/>
    <w:rsid w:val="000E2163"/>
    <w:rsid w:val="000E2A2A"/>
    <w:rsid w:val="000E32EA"/>
    <w:rsid w:val="000E341E"/>
    <w:rsid w:val="000E4345"/>
    <w:rsid w:val="000E49D5"/>
    <w:rsid w:val="000E4C53"/>
    <w:rsid w:val="000E5A4F"/>
    <w:rsid w:val="000E6531"/>
    <w:rsid w:val="000E7A28"/>
    <w:rsid w:val="000E7F31"/>
    <w:rsid w:val="000F0610"/>
    <w:rsid w:val="000F1470"/>
    <w:rsid w:val="000F182B"/>
    <w:rsid w:val="000F2C58"/>
    <w:rsid w:val="000F2D0B"/>
    <w:rsid w:val="000F3B01"/>
    <w:rsid w:val="000F3E9F"/>
    <w:rsid w:val="000F4069"/>
    <w:rsid w:val="000F4178"/>
    <w:rsid w:val="000F4855"/>
    <w:rsid w:val="000F56B6"/>
    <w:rsid w:val="000F5E35"/>
    <w:rsid w:val="000F6336"/>
    <w:rsid w:val="000F6A18"/>
    <w:rsid w:val="000F6E0A"/>
    <w:rsid w:val="000F7EC8"/>
    <w:rsid w:val="001006AA"/>
    <w:rsid w:val="00101A10"/>
    <w:rsid w:val="001028FE"/>
    <w:rsid w:val="00102CD9"/>
    <w:rsid w:val="00102F0C"/>
    <w:rsid w:val="00102F5F"/>
    <w:rsid w:val="00103E35"/>
    <w:rsid w:val="001066CD"/>
    <w:rsid w:val="00106B81"/>
    <w:rsid w:val="00106F91"/>
    <w:rsid w:val="001073C8"/>
    <w:rsid w:val="001106BD"/>
    <w:rsid w:val="00110FDB"/>
    <w:rsid w:val="0011101A"/>
    <w:rsid w:val="00111C29"/>
    <w:rsid w:val="00113ABF"/>
    <w:rsid w:val="00114600"/>
    <w:rsid w:val="00114DBE"/>
    <w:rsid w:val="001153F1"/>
    <w:rsid w:val="00115589"/>
    <w:rsid w:val="00116197"/>
    <w:rsid w:val="001167D4"/>
    <w:rsid w:val="00116D7D"/>
    <w:rsid w:val="00117133"/>
    <w:rsid w:val="00117D65"/>
    <w:rsid w:val="00120102"/>
    <w:rsid w:val="0012164E"/>
    <w:rsid w:val="00121CA3"/>
    <w:rsid w:val="00122F24"/>
    <w:rsid w:val="00123516"/>
    <w:rsid w:val="00123701"/>
    <w:rsid w:val="00124295"/>
    <w:rsid w:val="001254FE"/>
    <w:rsid w:val="001255B5"/>
    <w:rsid w:val="00125EF8"/>
    <w:rsid w:val="001260F5"/>
    <w:rsid w:val="00126271"/>
    <w:rsid w:val="00127698"/>
    <w:rsid w:val="00130240"/>
    <w:rsid w:val="00130841"/>
    <w:rsid w:val="001313CD"/>
    <w:rsid w:val="001318D4"/>
    <w:rsid w:val="00132E8D"/>
    <w:rsid w:val="00133A83"/>
    <w:rsid w:val="00134A38"/>
    <w:rsid w:val="001355B7"/>
    <w:rsid w:val="001368B4"/>
    <w:rsid w:val="00136BFA"/>
    <w:rsid w:val="00137AE0"/>
    <w:rsid w:val="0014070E"/>
    <w:rsid w:val="00140A9C"/>
    <w:rsid w:val="00141ACA"/>
    <w:rsid w:val="00141C5A"/>
    <w:rsid w:val="00141FDE"/>
    <w:rsid w:val="00143561"/>
    <w:rsid w:val="00143830"/>
    <w:rsid w:val="00143AA4"/>
    <w:rsid w:val="00143CAC"/>
    <w:rsid w:val="00144E0E"/>
    <w:rsid w:val="0014576D"/>
    <w:rsid w:val="00147983"/>
    <w:rsid w:val="001504EC"/>
    <w:rsid w:val="00150A09"/>
    <w:rsid w:val="00150A7C"/>
    <w:rsid w:val="001513CB"/>
    <w:rsid w:val="00151AC6"/>
    <w:rsid w:val="00152844"/>
    <w:rsid w:val="0015432A"/>
    <w:rsid w:val="001554D2"/>
    <w:rsid w:val="001575CA"/>
    <w:rsid w:val="0016117F"/>
    <w:rsid w:val="001614A2"/>
    <w:rsid w:val="001615A5"/>
    <w:rsid w:val="00161EAF"/>
    <w:rsid w:val="001639CC"/>
    <w:rsid w:val="0016553C"/>
    <w:rsid w:val="00165D84"/>
    <w:rsid w:val="001671F0"/>
    <w:rsid w:val="001676A1"/>
    <w:rsid w:val="001712E2"/>
    <w:rsid w:val="00171E79"/>
    <w:rsid w:val="001735BF"/>
    <w:rsid w:val="00174740"/>
    <w:rsid w:val="00175BE0"/>
    <w:rsid w:val="001763B6"/>
    <w:rsid w:val="00176447"/>
    <w:rsid w:val="001765BC"/>
    <w:rsid w:val="001765D3"/>
    <w:rsid w:val="00176793"/>
    <w:rsid w:val="00176A6E"/>
    <w:rsid w:val="00176C7C"/>
    <w:rsid w:val="0017731C"/>
    <w:rsid w:val="00180924"/>
    <w:rsid w:val="00180D2B"/>
    <w:rsid w:val="00180D7C"/>
    <w:rsid w:val="00180E26"/>
    <w:rsid w:val="00181411"/>
    <w:rsid w:val="00181452"/>
    <w:rsid w:val="00181D08"/>
    <w:rsid w:val="00183018"/>
    <w:rsid w:val="00183A4B"/>
    <w:rsid w:val="001842A3"/>
    <w:rsid w:val="00184812"/>
    <w:rsid w:val="00185BBF"/>
    <w:rsid w:val="00185C7A"/>
    <w:rsid w:val="001867A0"/>
    <w:rsid w:val="001908B2"/>
    <w:rsid w:val="001908F0"/>
    <w:rsid w:val="00190F91"/>
    <w:rsid w:val="00191B08"/>
    <w:rsid w:val="001935FE"/>
    <w:rsid w:val="001940D3"/>
    <w:rsid w:val="001947CF"/>
    <w:rsid w:val="00194934"/>
    <w:rsid w:val="0019493F"/>
    <w:rsid w:val="00196134"/>
    <w:rsid w:val="00196428"/>
    <w:rsid w:val="00196DCB"/>
    <w:rsid w:val="00197EB8"/>
    <w:rsid w:val="001A1004"/>
    <w:rsid w:val="001A1060"/>
    <w:rsid w:val="001A13C5"/>
    <w:rsid w:val="001A162A"/>
    <w:rsid w:val="001A24E3"/>
    <w:rsid w:val="001A2EC1"/>
    <w:rsid w:val="001A2F2E"/>
    <w:rsid w:val="001A3469"/>
    <w:rsid w:val="001A37B1"/>
    <w:rsid w:val="001A4725"/>
    <w:rsid w:val="001A4A6D"/>
    <w:rsid w:val="001A4AA3"/>
    <w:rsid w:val="001A5160"/>
    <w:rsid w:val="001B042A"/>
    <w:rsid w:val="001B0A70"/>
    <w:rsid w:val="001B1BAA"/>
    <w:rsid w:val="001B1F23"/>
    <w:rsid w:val="001B31BE"/>
    <w:rsid w:val="001B326F"/>
    <w:rsid w:val="001B43C9"/>
    <w:rsid w:val="001B4447"/>
    <w:rsid w:val="001B5D80"/>
    <w:rsid w:val="001B60BB"/>
    <w:rsid w:val="001B6DD2"/>
    <w:rsid w:val="001B6EB8"/>
    <w:rsid w:val="001C03EB"/>
    <w:rsid w:val="001C09B1"/>
    <w:rsid w:val="001C13A2"/>
    <w:rsid w:val="001C2FC1"/>
    <w:rsid w:val="001C34D5"/>
    <w:rsid w:val="001C4894"/>
    <w:rsid w:val="001C4A45"/>
    <w:rsid w:val="001C4C44"/>
    <w:rsid w:val="001C5C55"/>
    <w:rsid w:val="001C6097"/>
    <w:rsid w:val="001C633A"/>
    <w:rsid w:val="001D026E"/>
    <w:rsid w:val="001D02BF"/>
    <w:rsid w:val="001D0318"/>
    <w:rsid w:val="001D19D8"/>
    <w:rsid w:val="001D4039"/>
    <w:rsid w:val="001D4CA0"/>
    <w:rsid w:val="001D627E"/>
    <w:rsid w:val="001D68FD"/>
    <w:rsid w:val="001D6E8A"/>
    <w:rsid w:val="001D7273"/>
    <w:rsid w:val="001D7780"/>
    <w:rsid w:val="001E0305"/>
    <w:rsid w:val="001E0595"/>
    <w:rsid w:val="001E0A47"/>
    <w:rsid w:val="001E1F59"/>
    <w:rsid w:val="001E2450"/>
    <w:rsid w:val="001E2BB0"/>
    <w:rsid w:val="001E3535"/>
    <w:rsid w:val="001E357D"/>
    <w:rsid w:val="001E39CF"/>
    <w:rsid w:val="001E3BB5"/>
    <w:rsid w:val="001E3BF4"/>
    <w:rsid w:val="001E4B9B"/>
    <w:rsid w:val="001E5B70"/>
    <w:rsid w:val="001E7368"/>
    <w:rsid w:val="001E7501"/>
    <w:rsid w:val="001E7B4E"/>
    <w:rsid w:val="001E7BC9"/>
    <w:rsid w:val="001F0397"/>
    <w:rsid w:val="001F0AFA"/>
    <w:rsid w:val="001F0C4C"/>
    <w:rsid w:val="001F19C2"/>
    <w:rsid w:val="001F1AB9"/>
    <w:rsid w:val="001F2671"/>
    <w:rsid w:val="001F2E9A"/>
    <w:rsid w:val="001F370C"/>
    <w:rsid w:val="001F4272"/>
    <w:rsid w:val="001F4D83"/>
    <w:rsid w:val="001F5E7D"/>
    <w:rsid w:val="001F60F4"/>
    <w:rsid w:val="001F677D"/>
    <w:rsid w:val="001F77A7"/>
    <w:rsid w:val="001F7E16"/>
    <w:rsid w:val="00200472"/>
    <w:rsid w:val="002004B0"/>
    <w:rsid w:val="002005C4"/>
    <w:rsid w:val="00200CA8"/>
    <w:rsid w:val="00201ACF"/>
    <w:rsid w:val="00202263"/>
    <w:rsid w:val="002030A8"/>
    <w:rsid w:val="00203133"/>
    <w:rsid w:val="0020369A"/>
    <w:rsid w:val="00203E7F"/>
    <w:rsid w:val="00203FA7"/>
    <w:rsid w:val="00204D71"/>
    <w:rsid w:val="00205694"/>
    <w:rsid w:val="002056A0"/>
    <w:rsid w:val="00210160"/>
    <w:rsid w:val="00210315"/>
    <w:rsid w:val="002134A3"/>
    <w:rsid w:val="00213EE2"/>
    <w:rsid w:val="00213FE6"/>
    <w:rsid w:val="00214060"/>
    <w:rsid w:val="002141AF"/>
    <w:rsid w:val="002141D0"/>
    <w:rsid w:val="00214A6F"/>
    <w:rsid w:val="00214EFE"/>
    <w:rsid w:val="00215D2A"/>
    <w:rsid w:val="002175F6"/>
    <w:rsid w:val="00217F43"/>
    <w:rsid w:val="002202BF"/>
    <w:rsid w:val="00220324"/>
    <w:rsid w:val="00220690"/>
    <w:rsid w:val="00220DF0"/>
    <w:rsid w:val="00221E92"/>
    <w:rsid w:val="00221E94"/>
    <w:rsid w:val="002241E6"/>
    <w:rsid w:val="00225A82"/>
    <w:rsid w:val="00225B9F"/>
    <w:rsid w:val="00225C64"/>
    <w:rsid w:val="00226027"/>
    <w:rsid w:val="00226AFD"/>
    <w:rsid w:val="00226FBB"/>
    <w:rsid w:val="00227009"/>
    <w:rsid w:val="0023137F"/>
    <w:rsid w:val="00231AD7"/>
    <w:rsid w:val="00231E88"/>
    <w:rsid w:val="00231E9A"/>
    <w:rsid w:val="00232AE0"/>
    <w:rsid w:val="00233353"/>
    <w:rsid w:val="00233889"/>
    <w:rsid w:val="00234470"/>
    <w:rsid w:val="00234B47"/>
    <w:rsid w:val="00234F0A"/>
    <w:rsid w:val="002351FE"/>
    <w:rsid w:val="00235929"/>
    <w:rsid w:val="00240D00"/>
    <w:rsid w:val="00241045"/>
    <w:rsid w:val="00241204"/>
    <w:rsid w:val="00241C08"/>
    <w:rsid w:val="00241CF0"/>
    <w:rsid w:val="00242F75"/>
    <w:rsid w:val="002431F0"/>
    <w:rsid w:val="002436FA"/>
    <w:rsid w:val="00243801"/>
    <w:rsid w:val="0024465D"/>
    <w:rsid w:val="002447C9"/>
    <w:rsid w:val="0024507E"/>
    <w:rsid w:val="0024518C"/>
    <w:rsid w:val="002458BD"/>
    <w:rsid w:val="00245ACD"/>
    <w:rsid w:val="00246342"/>
    <w:rsid w:val="00246F46"/>
    <w:rsid w:val="00247B11"/>
    <w:rsid w:val="00247E1E"/>
    <w:rsid w:val="002500C0"/>
    <w:rsid w:val="0025047D"/>
    <w:rsid w:val="002504C1"/>
    <w:rsid w:val="002510C9"/>
    <w:rsid w:val="0025124E"/>
    <w:rsid w:val="00252515"/>
    <w:rsid w:val="00252682"/>
    <w:rsid w:val="00252C41"/>
    <w:rsid w:val="002536D3"/>
    <w:rsid w:val="00253D14"/>
    <w:rsid w:val="0025516A"/>
    <w:rsid w:val="00255A1C"/>
    <w:rsid w:val="002571B5"/>
    <w:rsid w:val="00257CAF"/>
    <w:rsid w:val="00261641"/>
    <w:rsid w:val="002627F8"/>
    <w:rsid w:val="0026319A"/>
    <w:rsid w:val="00264356"/>
    <w:rsid w:val="00264C7D"/>
    <w:rsid w:val="00265058"/>
    <w:rsid w:val="00265233"/>
    <w:rsid w:val="00266B1B"/>
    <w:rsid w:val="00267209"/>
    <w:rsid w:val="00267BBA"/>
    <w:rsid w:val="00270368"/>
    <w:rsid w:val="00270526"/>
    <w:rsid w:val="00270940"/>
    <w:rsid w:val="00273052"/>
    <w:rsid w:val="00273225"/>
    <w:rsid w:val="00273411"/>
    <w:rsid w:val="00274068"/>
    <w:rsid w:val="00274478"/>
    <w:rsid w:val="00274483"/>
    <w:rsid w:val="00274555"/>
    <w:rsid w:val="0027485B"/>
    <w:rsid w:val="00274CD0"/>
    <w:rsid w:val="002755E8"/>
    <w:rsid w:val="00276803"/>
    <w:rsid w:val="00277647"/>
    <w:rsid w:val="00277A1C"/>
    <w:rsid w:val="00277ACC"/>
    <w:rsid w:val="00277F70"/>
    <w:rsid w:val="00280791"/>
    <w:rsid w:val="00282A1F"/>
    <w:rsid w:val="002835F2"/>
    <w:rsid w:val="00284900"/>
    <w:rsid w:val="0028554E"/>
    <w:rsid w:val="00286A1B"/>
    <w:rsid w:val="00287155"/>
    <w:rsid w:val="0028742A"/>
    <w:rsid w:val="00290214"/>
    <w:rsid w:val="0029135C"/>
    <w:rsid w:val="00292DD5"/>
    <w:rsid w:val="002948BF"/>
    <w:rsid w:val="00294DD7"/>
    <w:rsid w:val="002A050B"/>
    <w:rsid w:val="002A05F6"/>
    <w:rsid w:val="002A0A08"/>
    <w:rsid w:val="002A0C93"/>
    <w:rsid w:val="002A11CC"/>
    <w:rsid w:val="002A1AA0"/>
    <w:rsid w:val="002A38D3"/>
    <w:rsid w:val="002A54D6"/>
    <w:rsid w:val="002A5738"/>
    <w:rsid w:val="002A5A6F"/>
    <w:rsid w:val="002A5A83"/>
    <w:rsid w:val="002A5BED"/>
    <w:rsid w:val="002A5CCF"/>
    <w:rsid w:val="002A6138"/>
    <w:rsid w:val="002A6EFA"/>
    <w:rsid w:val="002A7F82"/>
    <w:rsid w:val="002A7FCD"/>
    <w:rsid w:val="002B0997"/>
    <w:rsid w:val="002B1A98"/>
    <w:rsid w:val="002B1D73"/>
    <w:rsid w:val="002B1F7E"/>
    <w:rsid w:val="002B2C8F"/>
    <w:rsid w:val="002B419B"/>
    <w:rsid w:val="002B41BE"/>
    <w:rsid w:val="002B45CF"/>
    <w:rsid w:val="002B5208"/>
    <w:rsid w:val="002B58A1"/>
    <w:rsid w:val="002B6DEC"/>
    <w:rsid w:val="002B7ACD"/>
    <w:rsid w:val="002C0735"/>
    <w:rsid w:val="002C07F6"/>
    <w:rsid w:val="002C1204"/>
    <w:rsid w:val="002C1763"/>
    <w:rsid w:val="002C3F81"/>
    <w:rsid w:val="002C4B0C"/>
    <w:rsid w:val="002C5B18"/>
    <w:rsid w:val="002C5CE0"/>
    <w:rsid w:val="002C7620"/>
    <w:rsid w:val="002C7B0B"/>
    <w:rsid w:val="002C7DDF"/>
    <w:rsid w:val="002D0B38"/>
    <w:rsid w:val="002D210B"/>
    <w:rsid w:val="002D2CB5"/>
    <w:rsid w:val="002D3211"/>
    <w:rsid w:val="002D4395"/>
    <w:rsid w:val="002D47B4"/>
    <w:rsid w:val="002D5098"/>
    <w:rsid w:val="002D5504"/>
    <w:rsid w:val="002D6418"/>
    <w:rsid w:val="002D7A5B"/>
    <w:rsid w:val="002E03DC"/>
    <w:rsid w:val="002E0DC0"/>
    <w:rsid w:val="002E0FCE"/>
    <w:rsid w:val="002E1516"/>
    <w:rsid w:val="002E1A8C"/>
    <w:rsid w:val="002E262D"/>
    <w:rsid w:val="002E2F5D"/>
    <w:rsid w:val="002E39D4"/>
    <w:rsid w:val="002E3E26"/>
    <w:rsid w:val="002E3F08"/>
    <w:rsid w:val="002E5056"/>
    <w:rsid w:val="002E7003"/>
    <w:rsid w:val="002E701B"/>
    <w:rsid w:val="002F0813"/>
    <w:rsid w:val="002F1C8B"/>
    <w:rsid w:val="002F2ACE"/>
    <w:rsid w:val="002F4E61"/>
    <w:rsid w:val="002F53A3"/>
    <w:rsid w:val="002F58C7"/>
    <w:rsid w:val="002F6C4B"/>
    <w:rsid w:val="002F7892"/>
    <w:rsid w:val="002F7E8D"/>
    <w:rsid w:val="0030007A"/>
    <w:rsid w:val="0030262F"/>
    <w:rsid w:val="00302780"/>
    <w:rsid w:val="00303C7C"/>
    <w:rsid w:val="00305BC0"/>
    <w:rsid w:val="003062DF"/>
    <w:rsid w:val="00306A8B"/>
    <w:rsid w:val="00306D66"/>
    <w:rsid w:val="00306F0C"/>
    <w:rsid w:val="003074B5"/>
    <w:rsid w:val="00307DBA"/>
    <w:rsid w:val="0031031C"/>
    <w:rsid w:val="003103BE"/>
    <w:rsid w:val="003106D2"/>
    <w:rsid w:val="00310CDC"/>
    <w:rsid w:val="00311630"/>
    <w:rsid w:val="003126F7"/>
    <w:rsid w:val="00313690"/>
    <w:rsid w:val="003148A1"/>
    <w:rsid w:val="00315119"/>
    <w:rsid w:val="00315456"/>
    <w:rsid w:val="00315AF1"/>
    <w:rsid w:val="003165C7"/>
    <w:rsid w:val="003171BF"/>
    <w:rsid w:val="003173F0"/>
    <w:rsid w:val="00317780"/>
    <w:rsid w:val="00317F1E"/>
    <w:rsid w:val="0032033C"/>
    <w:rsid w:val="003211CA"/>
    <w:rsid w:val="003213B6"/>
    <w:rsid w:val="00321B8A"/>
    <w:rsid w:val="00321EAD"/>
    <w:rsid w:val="003243D3"/>
    <w:rsid w:val="00324523"/>
    <w:rsid w:val="00325262"/>
    <w:rsid w:val="003257E4"/>
    <w:rsid w:val="00325AA7"/>
    <w:rsid w:val="00325C90"/>
    <w:rsid w:val="00326AF2"/>
    <w:rsid w:val="0032778B"/>
    <w:rsid w:val="00327C2E"/>
    <w:rsid w:val="0033050C"/>
    <w:rsid w:val="00330CC4"/>
    <w:rsid w:val="00330F29"/>
    <w:rsid w:val="00331A2D"/>
    <w:rsid w:val="00332503"/>
    <w:rsid w:val="00333F41"/>
    <w:rsid w:val="00335338"/>
    <w:rsid w:val="00335557"/>
    <w:rsid w:val="0033707F"/>
    <w:rsid w:val="00337488"/>
    <w:rsid w:val="00340A67"/>
    <w:rsid w:val="00340CAE"/>
    <w:rsid w:val="003411B4"/>
    <w:rsid w:val="00341843"/>
    <w:rsid w:val="00341A48"/>
    <w:rsid w:val="00341B1D"/>
    <w:rsid w:val="00341F11"/>
    <w:rsid w:val="003428B9"/>
    <w:rsid w:val="00342C0D"/>
    <w:rsid w:val="00343029"/>
    <w:rsid w:val="00343D58"/>
    <w:rsid w:val="00343EB7"/>
    <w:rsid w:val="00344A59"/>
    <w:rsid w:val="0034506C"/>
    <w:rsid w:val="0034518A"/>
    <w:rsid w:val="00346227"/>
    <w:rsid w:val="003470DE"/>
    <w:rsid w:val="00347B4D"/>
    <w:rsid w:val="00350244"/>
    <w:rsid w:val="003502E5"/>
    <w:rsid w:val="00350F88"/>
    <w:rsid w:val="00351676"/>
    <w:rsid w:val="00351922"/>
    <w:rsid w:val="00352F0B"/>
    <w:rsid w:val="00353A87"/>
    <w:rsid w:val="0035565A"/>
    <w:rsid w:val="003568BB"/>
    <w:rsid w:val="003568D6"/>
    <w:rsid w:val="00357021"/>
    <w:rsid w:val="0036172E"/>
    <w:rsid w:val="00361885"/>
    <w:rsid w:val="00363573"/>
    <w:rsid w:val="00363B2A"/>
    <w:rsid w:val="00364D33"/>
    <w:rsid w:val="00364D9C"/>
    <w:rsid w:val="00365E70"/>
    <w:rsid w:val="00366780"/>
    <w:rsid w:val="00366CED"/>
    <w:rsid w:val="00367DB9"/>
    <w:rsid w:val="003707BA"/>
    <w:rsid w:val="0037133A"/>
    <w:rsid w:val="0037230F"/>
    <w:rsid w:val="0037233C"/>
    <w:rsid w:val="00372F2B"/>
    <w:rsid w:val="00372F69"/>
    <w:rsid w:val="00373419"/>
    <w:rsid w:val="00374878"/>
    <w:rsid w:val="00374B71"/>
    <w:rsid w:val="00376DBE"/>
    <w:rsid w:val="003802F8"/>
    <w:rsid w:val="003803CA"/>
    <w:rsid w:val="0038070E"/>
    <w:rsid w:val="003809CC"/>
    <w:rsid w:val="003817AB"/>
    <w:rsid w:val="0038197E"/>
    <w:rsid w:val="00381D03"/>
    <w:rsid w:val="003826CC"/>
    <w:rsid w:val="00382FBA"/>
    <w:rsid w:val="003834F8"/>
    <w:rsid w:val="00383ADB"/>
    <w:rsid w:val="00383D6A"/>
    <w:rsid w:val="00384C89"/>
    <w:rsid w:val="00386EAC"/>
    <w:rsid w:val="00387BB7"/>
    <w:rsid w:val="00390143"/>
    <w:rsid w:val="00390FB5"/>
    <w:rsid w:val="00391533"/>
    <w:rsid w:val="0039257B"/>
    <w:rsid w:val="00392D4A"/>
    <w:rsid w:val="00392ECF"/>
    <w:rsid w:val="00393260"/>
    <w:rsid w:val="0039361D"/>
    <w:rsid w:val="00394C2C"/>
    <w:rsid w:val="00395BB1"/>
    <w:rsid w:val="00395F30"/>
    <w:rsid w:val="00396C31"/>
    <w:rsid w:val="00396CD2"/>
    <w:rsid w:val="003A03E2"/>
    <w:rsid w:val="003A1951"/>
    <w:rsid w:val="003A3695"/>
    <w:rsid w:val="003A37B8"/>
    <w:rsid w:val="003A494F"/>
    <w:rsid w:val="003A617C"/>
    <w:rsid w:val="003A6697"/>
    <w:rsid w:val="003A675C"/>
    <w:rsid w:val="003A70E6"/>
    <w:rsid w:val="003A72B0"/>
    <w:rsid w:val="003B107A"/>
    <w:rsid w:val="003B12AB"/>
    <w:rsid w:val="003B1960"/>
    <w:rsid w:val="003B2492"/>
    <w:rsid w:val="003B3449"/>
    <w:rsid w:val="003B3EAE"/>
    <w:rsid w:val="003B3EB6"/>
    <w:rsid w:val="003B4C07"/>
    <w:rsid w:val="003B5214"/>
    <w:rsid w:val="003B5275"/>
    <w:rsid w:val="003B53D8"/>
    <w:rsid w:val="003B6504"/>
    <w:rsid w:val="003B6EEC"/>
    <w:rsid w:val="003B7437"/>
    <w:rsid w:val="003B74EE"/>
    <w:rsid w:val="003B7984"/>
    <w:rsid w:val="003B7BF6"/>
    <w:rsid w:val="003C0157"/>
    <w:rsid w:val="003C01DE"/>
    <w:rsid w:val="003C03FD"/>
    <w:rsid w:val="003C060C"/>
    <w:rsid w:val="003C0A20"/>
    <w:rsid w:val="003C26E8"/>
    <w:rsid w:val="003C3157"/>
    <w:rsid w:val="003C4E03"/>
    <w:rsid w:val="003C516A"/>
    <w:rsid w:val="003C5603"/>
    <w:rsid w:val="003C63B5"/>
    <w:rsid w:val="003C6A26"/>
    <w:rsid w:val="003C6C8C"/>
    <w:rsid w:val="003C719D"/>
    <w:rsid w:val="003C7787"/>
    <w:rsid w:val="003C7F07"/>
    <w:rsid w:val="003D296E"/>
    <w:rsid w:val="003D3E5A"/>
    <w:rsid w:val="003D3E92"/>
    <w:rsid w:val="003D55EA"/>
    <w:rsid w:val="003D5FE8"/>
    <w:rsid w:val="003D6061"/>
    <w:rsid w:val="003D612A"/>
    <w:rsid w:val="003D74BB"/>
    <w:rsid w:val="003D7603"/>
    <w:rsid w:val="003D7A7A"/>
    <w:rsid w:val="003E0489"/>
    <w:rsid w:val="003E1D28"/>
    <w:rsid w:val="003E22E4"/>
    <w:rsid w:val="003E2DC4"/>
    <w:rsid w:val="003E324F"/>
    <w:rsid w:val="003E37E4"/>
    <w:rsid w:val="003E396D"/>
    <w:rsid w:val="003E4619"/>
    <w:rsid w:val="003E61F5"/>
    <w:rsid w:val="003E7116"/>
    <w:rsid w:val="003E7356"/>
    <w:rsid w:val="003F05F3"/>
    <w:rsid w:val="003F0C10"/>
    <w:rsid w:val="003F16C4"/>
    <w:rsid w:val="003F1E0B"/>
    <w:rsid w:val="003F2E04"/>
    <w:rsid w:val="003F2E93"/>
    <w:rsid w:val="003F2F77"/>
    <w:rsid w:val="003F41BF"/>
    <w:rsid w:val="003F5BED"/>
    <w:rsid w:val="003F789B"/>
    <w:rsid w:val="00400A78"/>
    <w:rsid w:val="004011EE"/>
    <w:rsid w:val="00401A61"/>
    <w:rsid w:val="004027FA"/>
    <w:rsid w:val="00402813"/>
    <w:rsid w:val="00402C31"/>
    <w:rsid w:val="004050B0"/>
    <w:rsid w:val="004055A9"/>
    <w:rsid w:val="00406456"/>
    <w:rsid w:val="00407E60"/>
    <w:rsid w:val="0041011F"/>
    <w:rsid w:val="004105BA"/>
    <w:rsid w:val="004116E6"/>
    <w:rsid w:val="00411DE5"/>
    <w:rsid w:val="00412234"/>
    <w:rsid w:val="0041231A"/>
    <w:rsid w:val="00412436"/>
    <w:rsid w:val="00412F6B"/>
    <w:rsid w:val="00412FB4"/>
    <w:rsid w:val="0041477C"/>
    <w:rsid w:val="004156BB"/>
    <w:rsid w:val="004163AD"/>
    <w:rsid w:val="00417668"/>
    <w:rsid w:val="004202E6"/>
    <w:rsid w:val="00420518"/>
    <w:rsid w:val="00421EF7"/>
    <w:rsid w:val="004223D7"/>
    <w:rsid w:val="00422D44"/>
    <w:rsid w:val="0042350F"/>
    <w:rsid w:val="004239E3"/>
    <w:rsid w:val="004243F8"/>
    <w:rsid w:val="00424D90"/>
    <w:rsid w:val="004259C7"/>
    <w:rsid w:val="00425C6B"/>
    <w:rsid w:val="00426086"/>
    <w:rsid w:val="00426DA1"/>
    <w:rsid w:val="00426E1D"/>
    <w:rsid w:val="004276D8"/>
    <w:rsid w:val="00427C89"/>
    <w:rsid w:val="00430136"/>
    <w:rsid w:val="00430286"/>
    <w:rsid w:val="004311A0"/>
    <w:rsid w:val="00431256"/>
    <w:rsid w:val="004321A4"/>
    <w:rsid w:val="00432501"/>
    <w:rsid w:val="004326AA"/>
    <w:rsid w:val="00432E9B"/>
    <w:rsid w:val="00434409"/>
    <w:rsid w:val="0043449E"/>
    <w:rsid w:val="004344B0"/>
    <w:rsid w:val="00435231"/>
    <w:rsid w:val="00435B3C"/>
    <w:rsid w:val="00435B5A"/>
    <w:rsid w:val="0043661B"/>
    <w:rsid w:val="00437415"/>
    <w:rsid w:val="00437672"/>
    <w:rsid w:val="00437927"/>
    <w:rsid w:val="00440AA1"/>
    <w:rsid w:val="004410B4"/>
    <w:rsid w:val="00441106"/>
    <w:rsid w:val="004414A7"/>
    <w:rsid w:val="004416FC"/>
    <w:rsid w:val="00441B8E"/>
    <w:rsid w:val="00441C32"/>
    <w:rsid w:val="00441F04"/>
    <w:rsid w:val="00442343"/>
    <w:rsid w:val="0044441D"/>
    <w:rsid w:val="0044565F"/>
    <w:rsid w:val="004466AB"/>
    <w:rsid w:val="00446C85"/>
    <w:rsid w:val="00450241"/>
    <w:rsid w:val="004502F2"/>
    <w:rsid w:val="004523AC"/>
    <w:rsid w:val="00452E32"/>
    <w:rsid w:val="00453162"/>
    <w:rsid w:val="00453E4C"/>
    <w:rsid w:val="00453F66"/>
    <w:rsid w:val="00454230"/>
    <w:rsid w:val="004555C5"/>
    <w:rsid w:val="004559A0"/>
    <w:rsid w:val="00455A65"/>
    <w:rsid w:val="00456174"/>
    <w:rsid w:val="004564F1"/>
    <w:rsid w:val="00456FD3"/>
    <w:rsid w:val="0045778B"/>
    <w:rsid w:val="004607BC"/>
    <w:rsid w:val="00460AD2"/>
    <w:rsid w:val="0046143C"/>
    <w:rsid w:val="00462D1C"/>
    <w:rsid w:val="00462E1D"/>
    <w:rsid w:val="00464BB2"/>
    <w:rsid w:val="0046526E"/>
    <w:rsid w:val="00465B52"/>
    <w:rsid w:val="00465C77"/>
    <w:rsid w:val="0046657A"/>
    <w:rsid w:val="00472ECD"/>
    <w:rsid w:val="00473251"/>
    <w:rsid w:val="00473BD2"/>
    <w:rsid w:val="00473D5C"/>
    <w:rsid w:val="004744DB"/>
    <w:rsid w:val="004757AB"/>
    <w:rsid w:val="00475EDF"/>
    <w:rsid w:val="00476444"/>
    <w:rsid w:val="00477B2E"/>
    <w:rsid w:val="004800C2"/>
    <w:rsid w:val="004802AA"/>
    <w:rsid w:val="00481633"/>
    <w:rsid w:val="004816EA"/>
    <w:rsid w:val="00482F5E"/>
    <w:rsid w:val="00483A13"/>
    <w:rsid w:val="00483A53"/>
    <w:rsid w:val="00483D4C"/>
    <w:rsid w:val="00484C47"/>
    <w:rsid w:val="00485564"/>
    <w:rsid w:val="00485F5B"/>
    <w:rsid w:val="004864E1"/>
    <w:rsid w:val="0048796A"/>
    <w:rsid w:val="00487F6A"/>
    <w:rsid w:val="004900F6"/>
    <w:rsid w:val="00490D25"/>
    <w:rsid w:val="00492285"/>
    <w:rsid w:val="00492739"/>
    <w:rsid w:val="00492943"/>
    <w:rsid w:val="00492A20"/>
    <w:rsid w:val="0049409B"/>
    <w:rsid w:val="004946BC"/>
    <w:rsid w:val="004956AC"/>
    <w:rsid w:val="00495D56"/>
    <w:rsid w:val="00495D91"/>
    <w:rsid w:val="004965F7"/>
    <w:rsid w:val="00496DD1"/>
    <w:rsid w:val="004A2289"/>
    <w:rsid w:val="004A286D"/>
    <w:rsid w:val="004A2AF6"/>
    <w:rsid w:val="004A30B7"/>
    <w:rsid w:val="004A4313"/>
    <w:rsid w:val="004A5149"/>
    <w:rsid w:val="004A5A04"/>
    <w:rsid w:val="004A70C8"/>
    <w:rsid w:val="004B08C7"/>
    <w:rsid w:val="004B093A"/>
    <w:rsid w:val="004B09C7"/>
    <w:rsid w:val="004B0AEE"/>
    <w:rsid w:val="004B19EB"/>
    <w:rsid w:val="004B30DA"/>
    <w:rsid w:val="004B4901"/>
    <w:rsid w:val="004B4C90"/>
    <w:rsid w:val="004B5CA8"/>
    <w:rsid w:val="004B5CC9"/>
    <w:rsid w:val="004B65FE"/>
    <w:rsid w:val="004B6731"/>
    <w:rsid w:val="004B6F03"/>
    <w:rsid w:val="004B70C4"/>
    <w:rsid w:val="004B7B64"/>
    <w:rsid w:val="004C0172"/>
    <w:rsid w:val="004C0856"/>
    <w:rsid w:val="004C1F8D"/>
    <w:rsid w:val="004C21BC"/>
    <w:rsid w:val="004C5E01"/>
    <w:rsid w:val="004C5F0E"/>
    <w:rsid w:val="004C630E"/>
    <w:rsid w:val="004C7BB9"/>
    <w:rsid w:val="004D05CC"/>
    <w:rsid w:val="004D3AC1"/>
    <w:rsid w:val="004D5B99"/>
    <w:rsid w:val="004D6340"/>
    <w:rsid w:val="004D66C5"/>
    <w:rsid w:val="004D7594"/>
    <w:rsid w:val="004D7740"/>
    <w:rsid w:val="004D77F5"/>
    <w:rsid w:val="004E0E12"/>
    <w:rsid w:val="004E233C"/>
    <w:rsid w:val="004E26B1"/>
    <w:rsid w:val="004E2DCE"/>
    <w:rsid w:val="004E3335"/>
    <w:rsid w:val="004E36A3"/>
    <w:rsid w:val="004E39EF"/>
    <w:rsid w:val="004E50BB"/>
    <w:rsid w:val="004E750E"/>
    <w:rsid w:val="004E783F"/>
    <w:rsid w:val="004E7F3C"/>
    <w:rsid w:val="004F02F7"/>
    <w:rsid w:val="004F1509"/>
    <w:rsid w:val="004F198C"/>
    <w:rsid w:val="004F25D3"/>
    <w:rsid w:val="004F293A"/>
    <w:rsid w:val="004F3ABA"/>
    <w:rsid w:val="004F526D"/>
    <w:rsid w:val="004F6527"/>
    <w:rsid w:val="004F6D02"/>
    <w:rsid w:val="004F6FE6"/>
    <w:rsid w:val="005014C4"/>
    <w:rsid w:val="00502585"/>
    <w:rsid w:val="005029C6"/>
    <w:rsid w:val="00502E1A"/>
    <w:rsid w:val="005035DA"/>
    <w:rsid w:val="00503E01"/>
    <w:rsid w:val="00504E3B"/>
    <w:rsid w:val="00504EAA"/>
    <w:rsid w:val="0050522F"/>
    <w:rsid w:val="005063B4"/>
    <w:rsid w:val="00506824"/>
    <w:rsid w:val="00506BEC"/>
    <w:rsid w:val="005077AA"/>
    <w:rsid w:val="005103CF"/>
    <w:rsid w:val="0051068D"/>
    <w:rsid w:val="00511259"/>
    <w:rsid w:val="005113B3"/>
    <w:rsid w:val="0051250E"/>
    <w:rsid w:val="00512B8C"/>
    <w:rsid w:val="00512C26"/>
    <w:rsid w:val="00514396"/>
    <w:rsid w:val="005143D7"/>
    <w:rsid w:val="005145F3"/>
    <w:rsid w:val="005150EA"/>
    <w:rsid w:val="005153A3"/>
    <w:rsid w:val="00515FA9"/>
    <w:rsid w:val="005204D9"/>
    <w:rsid w:val="00520F49"/>
    <w:rsid w:val="005220AC"/>
    <w:rsid w:val="00522635"/>
    <w:rsid w:val="00522D0E"/>
    <w:rsid w:val="005233A9"/>
    <w:rsid w:val="00524478"/>
    <w:rsid w:val="005254F0"/>
    <w:rsid w:val="00526397"/>
    <w:rsid w:val="005278A4"/>
    <w:rsid w:val="00530F3D"/>
    <w:rsid w:val="00531097"/>
    <w:rsid w:val="00532FF5"/>
    <w:rsid w:val="00533128"/>
    <w:rsid w:val="00534120"/>
    <w:rsid w:val="00534752"/>
    <w:rsid w:val="0053489E"/>
    <w:rsid w:val="0053492E"/>
    <w:rsid w:val="00535009"/>
    <w:rsid w:val="00535670"/>
    <w:rsid w:val="00535976"/>
    <w:rsid w:val="00535DC9"/>
    <w:rsid w:val="0053684E"/>
    <w:rsid w:val="00536A2F"/>
    <w:rsid w:val="00536EBA"/>
    <w:rsid w:val="00537A71"/>
    <w:rsid w:val="00540727"/>
    <w:rsid w:val="00540D0A"/>
    <w:rsid w:val="00543C60"/>
    <w:rsid w:val="00543DAB"/>
    <w:rsid w:val="00550321"/>
    <w:rsid w:val="005508D6"/>
    <w:rsid w:val="00550A05"/>
    <w:rsid w:val="00550B37"/>
    <w:rsid w:val="0055111D"/>
    <w:rsid w:val="00551DD4"/>
    <w:rsid w:val="005520BD"/>
    <w:rsid w:val="00552CE9"/>
    <w:rsid w:val="00554898"/>
    <w:rsid w:val="005554CA"/>
    <w:rsid w:val="00555573"/>
    <w:rsid w:val="00556828"/>
    <w:rsid w:val="005610B0"/>
    <w:rsid w:val="005612D0"/>
    <w:rsid w:val="00561823"/>
    <w:rsid w:val="00561EC2"/>
    <w:rsid w:val="00565455"/>
    <w:rsid w:val="005659B6"/>
    <w:rsid w:val="00565AD2"/>
    <w:rsid w:val="00565D83"/>
    <w:rsid w:val="00565DB4"/>
    <w:rsid w:val="00566706"/>
    <w:rsid w:val="005673E0"/>
    <w:rsid w:val="00567BEC"/>
    <w:rsid w:val="00570113"/>
    <w:rsid w:val="00571C35"/>
    <w:rsid w:val="00571C85"/>
    <w:rsid w:val="00573424"/>
    <w:rsid w:val="00575CA1"/>
    <w:rsid w:val="0057610B"/>
    <w:rsid w:val="0057627B"/>
    <w:rsid w:val="005779AB"/>
    <w:rsid w:val="00577BB3"/>
    <w:rsid w:val="005806BB"/>
    <w:rsid w:val="005814EF"/>
    <w:rsid w:val="00581A37"/>
    <w:rsid w:val="00581A6A"/>
    <w:rsid w:val="00581E57"/>
    <w:rsid w:val="00581F3C"/>
    <w:rsid w:val="00582852"/>
    <w:rsid w:val="00583263"/>
    <w:rsid w:val="00583A56"/>
    <w:rsid w:val="00583B43"/>
    <w:rsid w:val="005844BB"/>
    <w:rsid w:val="0058460E"/>
    <w:rsid w:val="00585161"/>
    <w:rsid w:val="005857A0"/>
    <w:rsid w:val="00590D26"/>
    <w:rsid w:val="00591197"/>
    <w:rsid w:val="00591286"/>
    <w:rsid w:val="00592B77"/>
    <w:rsid w:val="005937F1"/>
    <w:rsid w:val="00593E03"/>
    <w:rsid w:val="00594069"/>
    <w:rsid w:val="00594126"/>
    <w:rsid w:val="00594279"/>
    <w:rsid w:val="005961AE"/>
    <w:rsid w:val="00596759"/>
    <w:rsid w:val="00596F08"/>
    <w:rsid w:val="005978D2"/>
    <w:rsid w:val="00597918"/>
    <w:rsid w:val="005A058F"/>
    <w:rsid w:val="005A1DCC"/>
    <w:rsid w:val="005A1F63"/>
    <w:rsid w:val="005A1F74"/>
    <w:rsid w:val="005A3212"/>
    <w:rsid w:val="005A376A"/>
    <w:rsid w:val="005A575C"/>
    <w:rsid w:val="005A7B06"/>
    <w:rsid w:val="005B0B08"/>
    <w:rsid w:val="005B116C"/>
    <w:rsid w:val="005B11C7"/>
    <w:rsid w:val="005B1353"/>
    <w:rsid w:val="005B1887"/>
    <w:rsid w:val="005B1C00"/>
    <w:rsid w:val="005B22C0"/>
    <w:rsid w:val="005B2800"/>
    <w:rsid w:val="005B2D58"/>
    <w:rsid w:val="005B3BE8"/>
    <w:rsid w:val="005B400B"/>
    <w:rsid w:val="005B4656"/>
    <w:rsid w:val="005B50E1"/>
    <w:rsid w:val="005B5300"/>
    <w:rsid w:val="005B5EB0"/>
    <w:rsid w:val="005B6F13"/>
    <w:rsid w:val="005B7303"/>
    <w:rsid w:val="005B7A9F"/>
    <w:rsid w:val="005C0390"/>
    <w:rsid w:val="005C05F6"/>
    <w:rsid w:val="005C07A1"/>
    <w:rsid w:val="005C0AA7"/>
    <w:rsid w:val="005C15D1"/>
    <w:rsid w:val="005C1C93"/>
    <w:rsid w:val="005C1F99"/>
    <w:rsid w:val="005C2E10"/>
    <w:rsid w:val="005C31C4"/>
    <w:rsid w:val="005C3771"/>
    <w:rsid w:val="005C3BEB"/>
    <w:rsid w:val="005C6747"/>
    <w:rsid w:val="005C6F45"/>
    <w:rsid w:val="005C7429"/>
    <w:rsid w:val="005C7ED9"/>
    <w:rsid w:val="005D0A42"/>
    <w:rsid w:val="005D0AC4"/>
    <w:rsid w:val="005D0C5A"/>
    <w:rsid w:val="005D1060"/>
    <w:rsid w:val="005D168C"/>
    <w:rsid w:val="005D16EF"/>
    <w:rsid w:val="005D1938"/>
    <w:rsid w:val="005D1A75"/>
    <w:rsid w:val="005D3954"/>
    <w:rsid w:val="005D3960"/>
    <w:rsid w:val="005D4921"/>
    <w:rsid w:val="005D669D"/>
    <w:rsid w:val="005D779A"/>
    <w:rsid w:val="005E0D74"/>
    <w:rsid w:val="005E297A"/>
    <w:rsid w:val="005E41EE"/>
    <w:rsid w:val="005E4F40"/>
    <w:rsid w:val="005E4F95"/>
    <w:rsid w:val="005E65C9"/>
    <w:rsid w:val="005E6BD7"/>
    <w:rsid w:val="005F0769"/>
    <w:rsid w:val="005F0984"/>
    <w:rsid w:val="005F27AC"/>
    <w:rsid w:val="005F4991"/>
    <w:rsid w:val="005F4C2C"/>
    <w:rsid w:val="005F51C8"/>
    <w:rsid w:val="005F57D3"/>
    <w:rsid w:val="005F5B75"/>
    <w:rsid w:val="005F5BEC"/>
    <w:rsid w:val="005F60D1"/>
    <w:rsid w:val="005F73C4"/>
    <w:rsid w:val="00600E43"/>
    <w:rsid w:val="00601156"/>
    <w:rsid w:val="0060240E"/>
    <w:rsid w:val="006031A1"/>
    <w:rsid w:val="00604FD0"/>
    <w:rsid w:val="00605FA2"/>
    <w:rsid w:val="00607509"/>
    <w:rsid w:val="00607DAC"/>
    <w:rsid w:val="00610E36"/>
    <w:rsid w:val="00611A72"/>
    <w:rsid w:val="00611D19"/>
    <w:rsid w:val="00611E62"/>
    <w:rsid w:val="00611FCE"/>
    <w:rsid w:val="00612DC6"/>
    <w:rsid w:val="006138B8"/>
    <w:rsid w:val="00613D70"/>
    <w:rsid w:val="00614DA3"/>
    <w:rsid w:val="00617A29"/>
    <w:rsid w:val="00620564"/>
    <w:rsid w:val="00621C7D"/>
    <w:rsid w:val="0062288D"/>
    <w:rsid w:val="0062319D"/>
    <w:rsid w:val="0062369A"/>
    <w:rsid w:val="00623EB7"/>
    <w:rsid w:val="00624062"/>
    <w:rsid w:val="00624BE7"/>
    <w:rsid w:val="00625286"/>
    <w:rsid w:val="00626AA2"/>
    <w:rsid w:val="0062712E"/>
    <w:rsid w:val="00627A67"/>
    <w:rsid w:val="00631180"/>
    <w:rsid w:val="0063146F"/>
    <w:rsid w:val="0063306B"/>
    <w:rsid w:val="006332FC"/>
    <w:rsid w:val="00635DCE"/>
    <w:rsid w:val="0063618F"/>
    <w:rsid w:val="00636469"/>
    <w:rsid w:val="00636478"/>
    <w:rsid w:val="00637193"/>
    <w:rsid w:val="00637551"/>
    <w:rsid w:val="00637A70"/>
    <w:rsid w:val="00637C8E"/>
    <w:rsid w:val="00637E10"/>
    <w:rsid w:val="00641454"/>
    <w:rsid w:val="00642584"/>
    <w:rsid w:val="00642955"/>
    <w:rsid w:val="006430E0"/>
    <w:rsid w:val="00643452"/>
    <w:rsid w:val="00644D72"/>
    <w:rsid w:val="00644ED7"/>
    <w:rsid w:val="006455E9"/>
    <w:rsid w:val="00645A00"/>
    <w:rsid w:val="00646AA9"/>
    <w:rsid w:val="00650C6D"/>
    <w:rsid w:val="006515E7"/>
    <w:rsid w:val="00651BE9"/>
    <w:rsid w:val="0065211F"/>
    <w:rsid w:val="0065437E"/>
    <w:rsid w:val="00654AA6"/>
    <w:rsid w:val="0065583E"/>
    <w:rsid w:val="00656273"/>
    <w:rsid w:val="00656648"/>
    <w:rsid w:val="00656BDF"/>
    <w:rsid w:val="00656D07"/>
    <w:rsid w:val="00657112"/>
    <w:rsid w:val="00657135"/>
    <w:rsid w:val="00657564"/>
    <w:rsid w:val="00657BEF"/>
    <w:rsid w:val="00660009"/>
    <w:rsid w:val="00660362"/>
    <w:rsid w:val="006603DC"/>
    <w:rsid w:val="00661143"/>
    <w:rsid w:val="0066117F"/>
    <w:rsid w:val="00661D31"/>
    <w:rsid w:val="006624DB"/>
    <w:rsid w:val="00663849"/>
    <w:rsid w:val="00663CB7"/>
    <w:rsid w:val="006648B9"/>
    <w:rsid w:val="00665E04"/>
    <w:rsid w:val="00667037"/>
    <w:rsid w:val="00670519"/>
    <w:rsid w:val="00670689"/>
    <w:rsid w:val="00671176"/>
    <w:rsid w:val="006717CE"/>
    <w:rsid w:val="0067450C"/>
    <w:rsid w:val="00675287"/>
    <w:rsid w:val="0067585D"/>
    <w:rsid w:val="00675E56"/>
    <w:rsid w:val="006764DB"/>
    <w:rsid w:val="00676598"/>
    <w:rsid w:val="006765EA"/>
    <w:rsid w:val="006767C1"/>
    <w:rsid w:val="00676B1F"/>
    <w:rsid w:val="00677A36"/>
    <w:rsid w:val="00677EE8"/>
    <w:rsid w:val="006815CC"/>
    <w:rsid w:val="00681B2A"/>
    <w:rsid w:val="006827DC"/>
    <w:rsid w:val="00682F90"/>
    <w:rsid w:val="00684E98"/>
    <w:rsid w:val="006859B5"/>
    <w:rsid w:val="006859FA"/>
    <w:rsid w:val="00685D94"/>
    <w:rsid w:val="0068686D"/>
    <w:rsid w:val="00690B55"/>
    <w:rsid w:val="00691B2D"/>
    <w:rsid w:val="00692033"/>
    <w:rsid w:val="00693593"/>
    <w:rsid w:val="006935E1"/>
    <w:rsid w:val="006948C2"/>
    <w:rsid w:val="00694DDF"/>
    <w:rsid w:val="006952A1"/>
    <w:rsid w:val="00695E73"/>
    <w:rsid w:val="0069761A"/>
    <w:rsid w:val="006A1823"/>
    <w:rsid w:val="006A1D02"/>
    <w:rsid w:val="006A23A3"/>
    <w:rsid w:val="006A341B"/>
    <w:rsid w:val="006A356E"/>
    <w:rsid w:val="006A35D1"/>
    <w:rsid w:val="006A39DA"/>
    <w:rsid w:val="006A3B35"/>
    <w:rsid w:val="006A47C8"/>
    <w:rsid w:val="006A63AA"/>
    <w:rsid w:val="006A6D87"/>
    <w:rsid w:val="006A6F48"/>
    <w:rsid w:val="006A740A"/>
    <w:rsid w:val="006B01B6"/>
    <w:rsid w:val="006B0803"/>
    <w:rsid w:val="006B1562"/>
    <w:rsid w:val="006B1CE4"/>
    <w:rsid w:val="006B2369"/>
    <w:rsid w:val="006B2796"/>
    <w:rsid w:val="006B3E10"/>
    <w:rsid w:val="006B50F9"/>
    <w:rsid w:val="006C1621"/>
    <w:rsid w:val="006C22AB"/>
    <w:rsid w:val="006C2886"/>
    <w:rsid w:val="006C2DFA"/>
    <w:rsid w:val="006C40A1"/>
    <w:rsid w:val="006C4959"/>
    <w:rsid w:val="006C56FA"/>
    <w:rsid w:val="006C578D"/>
    <w:rsid w:val="006C5AE0"/>
    <w:rsid w:val="006C5F60"/>
    <w:rsid w:val="006C682C"/>
    <w:rsid w:val="006C6B82"/>
    <w:rsid w:val="006C6B87"/>
    <w:rsid w:val="006C6BD2"/>
    <w:rsid w:val="006C7290"/>
    <w:rsid w:val="006D011F"/>
    <w:rsid w:val="006D03FD"/>
    <w:rsid w:val="006D047A"/>
    <w:rsid w:val="006D0869"/>
    <w:rsid w:val="006D2532"/>
    <w:rsid w:val="006D2A61"/>
    <w:rsid w:val="006D2B42"/>
    <w:rsid w:val="006D34DF"/>
    <w:rsid w:val="006D3689"/>
    <w:rsid w:val="006D3FEB"/>
    <w:rsid w:val="006D44B0"/>
    <w:rsid w:val="006D6181"/>
    <w:rsid w:val="006D6E0E"/>
    <w:rsid w:val="006E00E9"/>
    <w:rsid w:val="006E0689"/>
    <w:rsid w:val="006E094B"/>
    <w:rsid w:val="006E1333"/>
    <w:rsid w:val="006E3121"/>
    <w:rsid w:val="006E359C"/>
    <w:rsid w:val="006E3CDD"/>
    <w:rsid w:val="006F1E63"/>
    <w:rsid w:val="006F269C"/>
    <w:rsid w:val="006F28B7"/>
    <w:rsid w:val="006F2BED"/>
    <w:rsid w:val="006F2C1D"/>
    <w:rsid w:val="006F3196"/>
    <w:rsid w:val="006F34C9"/>
    <w:rsid w:val="006F4BD4"/>
    <w:rsid w:val="006F4C97"/>
    <w:rsid w:val="006F53A3"/>
    <w:rsid w:val="006F5A14"/>
    <w:rsid w:val="006F5BF2"/>
    <w:rsid w:val="006F6AE6"/>
    <w:rsid w:val="006F71C3"/>
    <w:rsid w:val="006F7677"/>
    <w:rsid w:val="006F784A"/>
    <w:rsid w:val="007001C9"/>
    <w:rsid w:val="007011BA"/>
    <w:rsid w:val="007012C8"/>
    <w:rsid w:val="00702A4F"/>
    <w:rsid w:val="007038AA"/>
    <w:rsid w:val="00704267"/>
    <w:rsid w:val="00704B93"/>
    <w:rsid w:val="007053C4"/>
    <w:rsid w:val="00705B23"/>
    <w:rsid w:val="00706C25"/>
    <w:rsid w:val="00706CFE"/>
    <w:rsid w:val="00710DDE"/>
    <w:rsid w:val="00712138"/>
    <w:rsid w:val="00712B0B"/>
    <w:rsid w:val="00712D26"/>
    <w:rsid w:val="00714479"/>
    <w:rsid w:val="00715B09"/>
    <w:rsid w:val="00715E2C"/>
    <w:rsid w:val="00716249"/>
    <w:rsid w:val="00717F63"/>
    <w:rsid w:val="00720226"/>
    <w:rsid w:val="00721F1A"/>
    <w:rsid w:val="007265CA"/>
    <w:rsid w:val="00730BE5"/>
    <w:rsid w:val="00731382"/>
    <w:rsid w:val="00732D33"/>
    <w:rsid w:val="00733E63"/>
    <w:rsid w:val="00734A11"/>
    <w:rsid w:val="00734A52"/>
    <w:rsid w:val="00734F2F"/>
    <w:rsid w:val="00735318"/>
    <w:rsid w:val="00735533"/>
    <w:rsid w:val="00735557"/>
    <w:rsid w:val="00735627"/>
    <w:rsid w:val="00735B56"/>
    <w:rsid w:val="00735E22"/>
    <w:rsid w:val="00737544"/>
    <w:rsid w:val="00737C0D"/>
    <w:rsid w:val="00740079"/>
    <w:rsid w:val="00740F80"/>
    <w:rsid w:val="00741AA3"/>
    <w:rsid w:val="00742B8B"/>
    <w:rsid w:val="007474EE"/>
    <w:rsid w:val="007505AC"/>
    <w:rsid w:val="00751363"/>
    <w:rsid w:val="00752586"/>
    <w:rsid w:val="00752FF9"/>
    <w:rsid w:val="0075328B"/>
    <w:rsid w:val="00754E61"/>
    <w:rsid w:val="007561A1"/>
    <w:rsid w:val="00756CE3"/>
    <w:rsid w:val="00757327"/>
    <w:rsid w:val="00757639"/>
    <w:rsid w:val="007609B8"/>
    <w:rsid w:val="00760B82"/>
    <w:rsid w:val="00760BD7"/>
    <w:rsid w:val="00760C05"/>
    <w:rsid w:val="0076139F"/>
    <w:rsid w:val="00761CF7"/>
    <w:rsid w:val="00762940"/>
    <w:rsid w:val="007636F5"/>
    <w:rsid w:val="007637A6"/>
    <w:rsid w:val="00765227"/>
    <w:rsid w:val="00765489"/>
    <w:rsid w:val="00765BE1"/>
    <w:rsid w:val="0076608A"/>
    <w:rsid w:val="007667DF"/>
    <w:rsid w:val="00766ABA"/>
    <w:rsid w:val="00767B38"/>
    <w:rsid w:val="00767F56"/>
    <w:rsid w:val="00770445"/>
    <w:rsid w:val="00770561"/>
    <w:rsid w:val="0077077A"/>
    <w:rsid w:val="007707A4"/>
    <w:rsid w:val="0077080B"/>
    <w:rsid w:val="0077161E"/>
    <w:rsid w:val="0077214D"/>
    <w:rsid w:val="0077463A"/>
    <w:rsid w:val="007750AF"/>
    <w:rsid w:val="007752B4"/>
    <w:rsid w:val="0077580D"/>
    <w:rsid w:val="0077626A"/>
    <w:rsid w:val="00776609"/>
    <w:rsid w:val="00776DF6"/>
    <w:rsid w:val="00780DEA"/>
    <w:rsid w:val="0078122E"/>
    <w:rsid w:val="007814A5"/>
    <w:rsid w:val="00781DEF"/>
    <w:rsid w:val="00782052"/>
    <w:rsid w:val="0078220C"/>
    <w:rsid w:val="007848AF"/>
    <w:rsid w:val="00784DCC"/>
    <w:rsid w:val="00785FC2"/>
    <w:rsid w:val="00786E0A"/>
    <w:rsid w:val="00787326"/>
    <w:rsid w:val="00787E77"/>
    <w:rsid w:val="00791524"/>
    <w:rsid w:val="007932D2"/>
    <w:rsid w:val="0079364C"/>
    <w:rsid w:val="0079470E"/>
    <w:rsid w:val="007952E9"/>
    <w:rsid w:val="00795844"/>
    <w:rsid w:val="007960E9"/>
    <w:rsid w:val="00797056"/>
    <w:rsid w:val="00797421"/>
    <w:rsid w:val="0079794D"/>
    <w:rsid w:val="007A04E0"/>
    <w:rsid w:val="007A0B7D"/>
    <w:rsid w:val="007A0DA7"/>
    <w:rsid w:val="007A154D"/>
    <w:rsid w:val="007A233E"/>
    <w:rsid w:val="007A246C"/>
    <w:rsid w:val="007A279E"/>
    <w:rsid w:val="007A2813"/>
    <w:rsid w:val="007A3017"/>
    <w:rsid w:val="007A3777"/>
    <w:rsid w:val="007A442E"/>
    <w:rsid w:val="007A4D31"/>
    <w:rsid w:val="007A4FEB"/>
    <w:rsid w:val="007A50EB"/>
    <w:rsid w:val="007A5666"/>
    <w:rsid w:val="007A5807"/>
    <w:rsid w:val="007A5F06"/>
    <w:rsid w:val="007A647E"/>
    <w:rsid w:val="007A6763"/>
    <w:rsid w:val="007A6C7E"/>
    <w:rsid w:val="007B1960"/>
    <w:rsid w:val="007B20DB"/>
    <w:rsid w:val="007B3722"/>
    <w:rsid w:val="007B466A"/>
    <w:rsid w:val="007B47F2"/>
    <w:rsid w:val="007B51B5"/>
    <w:rsid w:val="007B5EB5"/>
    <w:rsid w:val="007B680E"/>
    <w:rsid w:val="007B6B26"/>
    <w:rsid w:val="007C03AC"/>
    <w:rsid w:val="007C10B2"/>
    <w:rsid w:val="007C15DD"/>
    <w:rsid w:val="007C1FA0"/>
    <w:rsid w:val="007C2131"/>
    <w:rsid w:val="007C2F5A"/>
    <w:rsid w:val="007C340E"/>
    <w:rsid w:val="007C35EF"/>
    <w:rsid w:val="007C3FB8"/>
    <w:rsid w:val="007C46BE"/>
    <w:rsid w:val="007C5364"/>
    <w:rsid w:val="007C5B53"/>
    <w:rsid w:val="007C635F"/>
    <w:rsid w:val="007C64D8"/>
    <w:rsid w:val="007C6600"/>
    <w:rsid w:val="007C6C0C"/>
    <w:rsid w:val="007C6E75"/>
    <w:rsid w:val="007C7BD3"/>
    <w:rsid w:val="007D0CE5"/>
    <w:rsid w:val="007D18DA"/>
    <w:rsid w:val="007D1D0D"/>
    <w:rsid w:val="007D2099"/>
    <w:rsid w:val="007D2FAC"/>
    <w:rsid w:val="007D35F6"/>
    <w:rsid w:val="007D3742"/>
    <w:rsid w:val="007D445A"/>
    <w:rsid w:val="007D4C75"/>
    <w:rsid w:val="007D5F27"/>
    <w:rsid w:val="007D6216"/>
    <w:rsid w:val="007D73A7"/>
    <w:rsid w:val="007D77FF"/>
    <w:rsid w:val="007E095E"/>
    <w:rsid w:val="007E13C1"/>
    <w:rsid w:val="007E34F2"/>
    <w:rsid w:val="007E376C"/>
    <w:rsid w:val="007E38C3"/>
    <w:rsid w:val="007E3934"/>
    <w:rsid w:val="007E3953"/>
    <w:rsid w:val="007E5238"/>
    <w:rsid w:val="007E57BE"/>
    <w:rsid w:val="007F0D9C"/>
    <w:rsid w:val="007F242B"/>
    <w:rsid w:val="007F29D2"/>
    <w:rsid w:val="007F49A3"/>
    <w:rsid w:val="007F4DC6"/>
    <w:rsid w:val="007F54B9"/>
    <w:rsid w:val="007F5FE2"/>
    <w:rsid w:val="007F6F83"/>
    <w:rsid w:val="008014F9"/>
    <w:rsid w:val="00801FE6"/>
    <w:rsid w:val="0080217E"/>
    <w:rsid w:val="008023B1"/>
    <w:rsid w:val="008026A8"/>
    <w:rsid w:val="00802CAD"/>
    <w:rsid w:val="00803D66"/>
    <w:rsid w:val="00803ED8"/>
    <w:rsid w:val="00804014"/>
    <w:rsid w:val="008044F2"/>
    <w:rsid w:val="00804864"/>
    <w:rsid w:val="00804EF9"/>
    <w:rsid w:val="00805A63"/>
    <w:rsid w:val="00806EFE"/>
    <w:rsid w:val="008073BC"/>
    <w:rsid w:val="00807C27"/>
    <w:rsid w:val="0081010C"/>
    <w:rsid w:val="0081034B"/>
    <w:rsid w:val="00810723"/>
    <w:rsid w:val="00810765"/>
    <w:rsid w:val="0081084F"/>
    <w:rsid w:val="00810DF8"/>
    <w:rsid w:val="00810F69"/>
    <w:rsid w:val="00811776"/>
    <w:rsid w:val="00812460"/>
    <w:rsid w:val="00813735"/>
    <w:rsid w:val="00815088"/>
    <w:rsid w:val="008165F7"/>
    <w:rsid w:val="0081686D"/>
    <w:rsid w:val="0082072B"/>
    <w:rsid w:val="00821034"/>
    <w:rsid w:val="0082118D"/>
    <w:rsid w:val="008211BD"/>
    <w:rsid w:val="008212A7"/>
    <w:rsid w:val="0082133E"/>
    <w:rsid w:val="00821E97"/>
    <w:rsid w:val="0082435A"/>
    <w:rsid w:val="00825303"/>
    <w:rsid w:val="0082533A"/>
    <w:rsid w:val="00825C90"/>
    <w:rsid w:val="0082677A"/>
    <w:rsid w:val="00827D94"/>
    <w:rsid w:val="00827DAA"/>
    <w:rsid w:val="0083009F"/>
    <w:rsid w:val="00830EA8"/>
    <w:rsid w:val="00831004"/>
    <w:rsid w:val="00831138"/>
    <w:rsid w:val="008311B3"/>
    <w:rsid w:val="00831909"/>
    <w:rsid w:val="00832330"/>
    <w:rsid w:val="0083349A"/>
    <w:rsid w:val="00833ED8"/>
    <w:rsid w:val="008347A1"/>
    <w:rsid w:val="00835DE6"/>
    <w:rsid w:val="00836292"/>
    <w:rsid w:val="008362B6"/>
    <w:rsid w:val="00836B57"/>
    <w:rsid w:val="00836B80"/>
    <w:rsid w:val="00836F93"/>
    <w:rsid w:val="0083709B"/>
    <w:rsid w:val="00837235"/>
    <w:rsid w:val="0083773E"/>
    <w:rsid w:val="00837BA7"/>
    <w:rsid w:val="00837FB1"/>
    <w:rsid w:val="0084003B"/>
    <w:rsid w:val="008408D0"/>
    <w:rsid w:val="008417A4"/>
    <w:rsid w:val="008418D8"/>
    <w:rsid w:val="00841CF4"/>
    <w:rsid w:val="00842D27"/>
    <w:rsid w:val="008437D4"/>
    <w:rsid w:val="00843F39"/>
    <w:rsid w:val="00845605"/>
    <w:rsid w:val="0084581A"/>
    <w:rsid w:val="00846ADB"/>
    <w:rsid w:val="008472DC"/>
    <w:rsid w:val="00847DDB"/>
    <w:rsid w:val="008504B4"/>
    <w:rsid w:val="00851116"/>
    <w:rsid w:val="0085152A"/>
    <w:rsid w:val="00853431"/>
    <w:rsid w:val="008536FA"/>
    <w:rsid w:val="00853D16"/>
    <w:rsid w:val="00853DF9"/>
    <w:rsid w:val="00853F8C"/>
    <w:rsid w:val="008540F0"/>
    <w:rsid w:val="008541C4"/>
    <w:rsid w:val="00855037"/>
    <w:rsid w:val="00855BAF"/>
    <w:rsid w:val="00856421"/>
    <w:rsid w:val="00857329"/>
    <w:rsid w:val="00860077"/>
    <w:rsid w:val="008608CF"/>
    <w:rsid w:val="008609A7"/>
    <w:rsid w:val="00860CDF"/>
    <w:rsid w:val="00860E27"/>
    <w:rsid w:val="008618DD"/>
    <w:rsid w:val="00861932"/>
    <w:rsid w:val="00862EB7"/>
    <w:rsid w:val="00863323"/>
    <w:rsid w:val="00863A9F"/>
    <w:rsid w:val="00863DB8"/>
    <w:rsid w:val="008641F8"/>
    <w:rsid w:val="0086496C"/>
    <w:rsid w:val="00865413"/>
    <w:rsid w:val="00865EAC"/>
    <w:rsid w:val="008666AC"/>
    <w:rsid w:val="008667C7"/>
    <w:rsid w:val="0086726E"/>
    <w:rsid w:val="008706A4"/>
    <w:rsid w:val="00870A8C"/>
    <w:rsid w:val="00870E5F"/>
    <w:rsid w:val="00873854"/>
    <w:rsid w:val="00873AE2"/>
    <w:rsid w:val="00873E82"/>
    <w:rsid w:val="00873F8F"/>
    <w:rsid w:val="0087566E"/>
    <w:rsid w:val="008758B8"/>
    <w:rsid w:val="008774FF"/>
    <w:rsid w:val="00877C27"/>
    <w:rsid w:val="00877DD5"/>
    <w:rsid w:val="0088063E"/>
    <w:rsid w:val="00881621"/>
    <w:rsid w:val="00882390"/>
    <w:rsid w:val="00882797"/>
    <w:rsid w:val="00882CC7"/>
    <w:rsid w:val="0088328C"/>
    <w:rsid w:val="00883F07"/>
    <w:rsid w:val="00884802"/>
    <w:rsid w:val="00884CC5"/>
    <w:rsid w:val="00884FA1"/>
    <w:rsid w:val="0088526A"/>
    <w:rsid w:val="00886432"/>
    <w:rsid w:val="00886A09"/>
    <w:rsid w:val="00887E04"/>
    <w:rsid w:val="00887EE5"/>
    <w:rsid w:val="00890DCB"/>
    <w:rsid w:val="00891C0F"/>
    <w:rsid w:val="0089252C"/>
    <w:rsid w:val="00894272"/>
    <w:rsid w:val="00894DD6"/>
    <w:rsid w:val="00895138"/>
    <w:rsid w:val="00895C50"/>
    <w:rsid w:val="00896A38"/>
    <w:rsid w:val="00896D10"/>
    <w:rsid w:val="00897D3B"/>
    <w:rsid w:val="008A0677"/>
    <w:rsid w:val="008A0E16"/>
    <w:rsid w:val="008A13A0"/>
    <w:rsid w:val="008A191E"/>
    <w:rsid w:val="008A1B15"/>
    <w:rsid w:val="008A1E09"/>
    <w:rsid w:val="008A2811"/>
    <w:rsid w:val="008A28C7"/>
    <w:rsid w:val="008A50CB"/>
    <w:rsid w:val="008A53C3"/>
    <w:rsid w:val="008A6226"/>
    <w:rsid w:val="008A63A5"/>
    <w:rsid w:val="008A7797"/>
    <w:rsid w:val="008A7993"/>
    <w:rsid w:val="008A7DE2"/>
    <w:rsid w:val="008B10DA"/>
    <w:rsid w:val="008B120D"/>
    <w:rsid w:val="008B3379"/>
    <w:rsid w:val="008B4624"/>
    <w:rsid w:val="008B5492"/>
    <w:rsid w:val="008B5CB2"/>
    <w:rsid w:val="008B6A48"/>
    <w:rsid w:val="008B6CA7"/>
    <w:rsid w:val="008C1222"/>
    <w:rsid w:val="008C1736"/>
    <w:rsid w:val="008C268A"/>
    <w:rsid w:val="008C28B8"/>
    <w:rsid w:val="008C2ED5"/>
    <w:rsid w:val="008C4402"/>
    <w:rsid w:val="008C75A5"/>
    <w:rsid w:val="008D08F7"/>
    <w:rsid w:val="008D167A"/>
    <w:rsid w:val="008D26D9"/>
    <w:rsid w:val="008D38D6"/>
    <w:rsid w:val="008D3AF4"/>
    <w:rsid w:val="008D736B"/>
    <w:rsid w:val="008D73E1"/>
    <w:rsid w:val="008E1E1D"/>
    <w:rsid w:val="008E2083"/>
    <w:rsid w:val="008E2329"/>
    <w:rsid w:val="008E2FA5"/>
    <w:rsid w:val="008E305A"/>
    <w:rsid w:val="008E4A16"/>
    <w:rsid w:val="008E52A6"/>
    <w:rsid w:val="008E5D68"/>
    <w:rsid w:val="008E61DF"/>
    <w:rsid w:val="008F0146"/>
    <w:rsid w:val="008F043C"/>
    <w:rsid w:val="008F05AC"/>
    <w:rsid w:val="008F0A88"/>
    <w:rsid w:val="008F131A"/>
    <w:rsid w:val="008F22B6"/>
    <w:rsid w:val="008F23A5"/>
    <w:rsid w:val="008F3167"/>
    <w:rsid w:val="008F5630"/>
    <w:rsid w:val="008F7C3F"/>
    <w:rsid w:val="00900803"/>
    <w:rsid w:val="00900F17"/>
    <w:rsid w:val="00900F21"/>
    <w:rsid w:val="00901375"/>
    <w:rsid w:val="00901B28"/>
    <w:rsid w:val="00902138"/>
    <w:rsid w:val="00902685"/>
    <w:rsid w:val="00903363"/>
    <w:rsid w:val="009033A0"/>
    <w:rsid w:val="00903BE3"/>
    <w:rsid w:val="0090482D"/>
    <w:rsid w:val="00904975"/>
    <w:rsid w:val="00904D96"/>
    <w:rsid w:val="00905BAB"/>
    <w:rsid w:val="00906134"/>
    <w:rsid w:val="00906D29"/>
    <w:rsid w:val="00907156"/>
    <w:rsid w:val="00907950"/>
    <w:rsid w:val="00910A49"/>
    <w:rsid w:val="00911268"/>
    <w:rsid w:val="00912DC9"/>
    <w:rsid w:val="0091348D"/>
    <w:rsid w:val="0091462A"/>
    <w:rsid w:val="00914D1E"/>
    <w:rsid w:val="00914E59"/>
    <w:rsid w:val="0091504B"/>
    <w:rsid w:val="00915758"/>
    <w:rsid w:val="0091613E"/>
    <w:rsid w:val="00916243"/>
    <w:rsid w:val="009167C8"/>
    <w:rsid w:val="00917156"/>
    <w:rsid w:val="0091764A"/>
    <w:rsid w:val="00917D2A"/>
    <w:rsid w:val="00917D55"/>
    <w:rsid w:val="00917E83"/>
    <w:rsid w:val="00920485"/>
    <w:rsid w:val="009208C2"/>
    <w:rsid w:val="00920FBB"/>
    <w:rsid w:val="0092113C"/>
    <w:rsid w:val="0092153C"/>
    <w:rsid w:val="00922320"/>
    <w:rsid w:val="00922707"/>
    <w:rsid w:val="009227CD"/>
    <w:rsid w:val="00923322"/>
    <w:rsid w:val="009233E9"/>
    <w:rsid w:val="009235B9"/>
    <w:rsid w:val="009241D5"/>
    <w:rsid w:val="00924A33"/>
    <w:rsid w:val="00924B85"/>
    <w:rsid w:val="00926D1B"/>
    <w:rsid w:val="0092741D"/>
    <w:rsid w:val="009274C0"/>
    <w:rsid w:val="0093003F"/>
    <w:rsid w:val="009308F8"/>
    <w:rsid w:val="00930944"/>
    <w:rsid w:val="009318C8"/>
    <w:rsid w:val="009327DC"/>
    <w:rsid w:val="00933168"/>
    <w:rsid w:val="00933987"/>
    <w:rsid w:val="00933BCA"/>
    <w:rsid w:val="00933C03"/>
    <w:rsid w:val="00933E38"/>
    <w:rsid w:val="00935E09"/>
    <w:rsid w:val="0093622E"/>
    <w:rsid w:val="00940C68"/>
    <w:rsid w:val="00941463"/>
    <w:rsid w:val="009417AD"/>
    <w:rsid w:val="0094206C"/>
    <w:rsid w:val="00942FC9"/>
    <w:rsid w:val="009433A7"/>
    <w:rsid w:val="00943916"/>
    <w:rsid w:val="00943A22"/>
    <w:rsid w:val="00943A39"/>
    <w:rsid w:val="00943C05"/>
    <w:rsid w:val="0094414D"/>
    <w:rsid w:val="0094447E"/>
    <w:rsid w:val="00944D4A"/>
    <w:rsid w:val="00945784"/>
    <w:rsid w:val="009470DC"/>
    <w:rsid w:val="009478E4"/>
    <w:rsid w:val="00947C40"/>
    <w:rsid w:val="00951726"/>
    <w:rsid w:val="00952878"/>
    <w:rsid w:val="009528B5"/>
    <w:rsid w:val="00952B46"/>
    <w:rsid w:val="00954273"/>
    <w:rsid w:val="009547D5"/>
    <w:rsid w:val="00954875"/>
    <w:rsid w:val="00954C0E"/>
    <w:rsid w:val="00956DE2"/>
    <w:rsid w:val="009570A8"/>
    <w:rsid w:val="009575FB"/>
    <w:rsid w:val="00960598"/>
    <w:rsid w:val="00960B8C"/>
    <w:rsid w:val="00962819"/>
    <w:rsid w:val="00962E3C"/>
    <w:rsid w:val="00963158"/>
    <w:rsid w:val="00963D43"/>
    <w:rsid w:val="00963DB0"/>
    <w:rsid w:val="00964045"/>
    <w:rsid w:val="009649DD"/>
    <w:rsid w:val="009649EA"/>
    <w:rsid w:val="00966336"/>
    <w:rsid w:val="009666E4"/>
    <w:rsid w:val="00967982"/>
    <w:rsid w:val="00967BCB"/>
    <w:rsid w:val="00970965"/>
    <w:rsid w:val="00971491"/>
    <w:rsid w:val="00971A0E"/>
    <w:rsid w:val="0097242C"/>
    <w:rsid w:val="00972637"/>
    <w:rsid w:val="00972FAB"/>
    <w:rsid w:val="00973753"/>
    <w:rsid w:val="00974392"/>
    <w:rsid w:val="009752BC"/>
    <w:rsid w:val="00975E80"/>
    <w:rsid w:val="0097633C"/>
    <w:rsid w:val="00976726"/>
    <w:rsid w:val="00976965"/>
    <w:rsid w:val="00977797"/>
    <w:rsid w:val="00977B52"/>
    <w:rsid w:val="00977BA9"/>
    <w:rsid w:val="00977D39"/>
    <w:rsid w:val="00980B7D"/>
    <w:rsid w:val="00981A0C"/>
    <w:rsid w:val="00981FB1"/>
    <w:rsid w:val="00982939"/>
    <w:rsid w:val="00982992"/>
    <w:rsid w:val="00982D43"/>
    <w:rsid w:val="009835BD"/>
    <w:rsid w:val="00983946"/>
    <w:rsid w:val="00983C7F"/>
    <w:rsid w:val="0098541F"/>
    <w:rsid w:val="00985BEA"/>
    <w:rsid w:val="0099094B"/>
    <w:rsid w:val="0099225E"/>
    <w:rsid w:val="00994805"/>
    <w:rsid w:val="00995743"/>
    <w:rsid w:val="009965CE"/>
    <w:rsid w:val="00997103"/>
    <w:rsid w:val="0099744F"/>
    <w:rsid w:val="00997806"/>
    <w:rsid w:val="00997F0C"/>
    <w:rsid w:val="009A12D8"/>
    <w:rsid w:val="009A23E6"/>
    <w:rsid w:val="009A24BD"/>
    <w:rsid w:val="009A2E66"/>
    <w:rsid w:val="009A3142"/>
    <w:rsid w:val="009A3268"/>
    <w:rsid w:val="009A3F02"/>
    <w:rsid w:val="009A4F0E"/>
    <w:rsid w:val="009A5DFF"/>
    <w:rsid w:val="009A65E2"/>
    <w:rsid w:val="009A6970"/>
    <w:rsid w:val="009A6985"/>
    <w:rsid w:val="009A6BCA"/>
    <w:rsid w:val="009B0E60"/>
    <w:rsid w:val="009B2C4B"/>
    <w:rsid w:val="009B3734"/>
    <w:rsid w:val="009B3B91"/>
    <w:rsid w:val="009B4225"/>
    <w:rsid w:val="009B491F"/>
    <w:rsid w:val="009B4E82"/>
    <w:rsid w:val="009B526D"/>
    <w:rsid w:val="009B5738"/>
    <w:rsid w:val="009B650E"/>
    <w:rsid w:val="009B75E0"/>
    <w:rsid w:val="009C0F79"/>
    <w:rsid w:val="009C40EE"/>
    <w:rsid w:val="009C56EB"/>
    <w:rsid w:val="009C5AB2"/>
    <w:rsid w:val="009C5E9A"/>
    <w:rsid w:val="009C6242"/>
    <w:rsid w:val="009C6850"/>
    <w:rsid w:val="009C75C6"/>
    <w:rsid w:val="009D00E6"/>
    <w:rsid w:val="009D10B5"/>
    <w:rsid w:val="009D1778"/>
    <w:rsid w:val="009D2EB3"/>
    <w:rsid w:val="009D37D4"/>
    <w:rsid w:val="009D3D4A"/>
    <w:rsid w:val="009D5EE9"/>
    <w:rsid w:val="009D5F75"/>
    <w:rsid w:val="009E0553"/>
    <w:rsid w:val="009E132E"/>
    <w:rsid w:val="009E282E"/>
    <w:rsid w:val="009E2B77"/>
    <w:rsid w:val="009E3971"/>
    <w:rsid w:val="009E3E9A"/>
    <w:rsid w:val="009E414B"/>
    <w:rsid w:val="009E4749"/>
    <w:rsid w:val="009E6E2B"/>
    <w:rsid w:val="009F163B"/>
    <w:rsid w:val="009F1769"/>
    <w:rsid w:val="009F2717"/>
    <w:rsid w:val="009F321D"/>
    <w:rsid w:val="009F46C3"/>
    <w:rsid w:val="009F592C"/>
    <w:rsid w:val="009F5A58"/>
    <w:rsid w:val="009F728B"/>
    <w:rsid w:val="00A00655"/>
    <w:rsid w:val="00A00930"/>
    <w:rsid w:val="00A00A15"/>
    <w:rsid w:val="00A01260"/>
    <w:rsid w:val="00A01756"/>
    <w:rsid w:val="00A020FD"/>
    <w:rsid w:val="00A02444"/>
    <w:rsid w:val="00A037E2"/>
    <w:rsid w:val="00A03875"/>
    <w:rsid w:val="00A04EEA"/>
    <w:rsid w:val="00A0697D"/>
    <w:rsid w:val="00A06D2C"/>
    <w:rsid w:val="00A0722B"/>
    <w:rsid w:val="00A1034E"/>
    <w:rsid w:val="00A10532"/>
    <w:rsid w:val="00A107C7"/>
    <w:rsid w:val="00A10AA6"/>
    <w:rsid w:val="00A10DAC"/>
    <w:rsid w:val="00A10F01"/>
    <w:rsid w:val="00A1109B"/>
    <w:rsid w:val="00A15389"/>
    <w:rsid w:val="00A16F74"/>
    <w:rsid w:val="00A17774"/>
    <w:rsid w:val="00A20C05"/>
    <w:rsid w:val="00A217E4"/>
    <w:rsid w:val="00A21F1A"/>
    <w:rsid w:val="00A2315A"/>
    <w:rsid w:val="00A236B2"/>
    <w:rsid w:val="00A237BE"/>
    <w:rsid w:val="00A239FC"/>
    <w:rsid w:val="00A24071"/>
    <w:rsid w:val="00A243B3"/>
    <w:rsid w:val="00A25009"/>
    <w:rsid w:val="00A251F3"/>
    <w:rsid w:val="00A2621F"/>
    <w:rsid w:val="00A26A8B"/>
    <w:rsid w:val="00A275D0"/>
    <w:rsid w:val="00A27E38"/>
    <w:rsid w:val="00A30790"/>
    <w:rsid w:val="00A3086F"/>
    <w:rsid w:val="00A30CE4"/>
    <w:rsid w:val="00A32E62"/>
    <w:rsid w:val="00A337D8"/>
    <w:rsid w:val="00A3525F"/>
    <w:rsid w:val="00A36CE5"/>
    <w:rsid w:val="00A37042"/>
    <w:rsid w:val="00A3717A"/>
    <w:rsid w:val="00A372B5"/>
    <w:rsid w:val="00A37E09"/>
    <w:rsid w:val="00A415FF"/>
    <w:rsid w:val="00A41905"/>
    <w:rsid w:val="00A428AA"/>
    <w:rsid w:val="00A4314B"/>
    <w:rsid w:val="00A43244"/>
    <w:rsid w:val="00A43C11"/>
    <w:rsid w:val="00A449F2"/>
    <w:rsid w:val="00A44FDD"/>
    <w:rsid w:val="00A46459"/>
    <w:rsid w:val="00A46DF8"/>
    <w:rsid w:val="00A47746"/>
    <w:rsid w:val="00A559D7"/>
    <w:rsid w:val="00A55D32"/>
    <w:rsid w:val="00A56F5D"/>
    <w:rsid w:val="00A57120"/>
    <w:rsid w:val="00A5716C"/>
    <w:rsid w:val="00A575A8"/>
    <w:rsid w:val="00A62B5A"/>
    <w:rsid w:val="00A6336D"/>
    <w:rsid w:val="00A6339D"/>
    <w:rsid w:val="00A63E44"/>
    <w:rsid w:val="00A63F8A"/>
    <w:rsid w:val="00A64FA9"/>
    <w:rsid w:val="00A65A2E"/>
    <w:rsid w:val="00A65E29"/>
    <w:rsid w:val="00A66B23"/>
    <w:rsid w:val="00A66B4A"/>
    <w:rsid w:val="00A67BBE"/>
    <w:rsid w:val="00A67FB7"/>
    <w:rsid w:val="00A73FB9"/>
    <w:rsid w:val="00A74EB3"/>
    <w:rsid w:val="00A75168"/>
    <w:rsid w:val="00A75416"/>
    <w:rsid w:val="00A755BB"/>
    <w:rsid w:val="00A75AE2"/>
    <w:rsid w:val="00A76363"/>
    <w:rsid w:val="00A76464"/>
    <w:rsid w:val="00A76B18"/>
    <w:rsid w:val="00A777F9"/>
    <w:rsid w:val="00A779A6"/>
    <w:rsid w:val="00A80F17"/>
    <w:rsid w:val="00A8168D"/>
    <w:rsid w:val="00A81FBE"/>
    <w:rsid w:val="00A83DF3"/>
    <w:rsid w:val="00A87A55"/>
    <w:rsid w:val="00A91B96"/>
    <w:rsid w:val="00A91BFD"/>
    <w:rsid w:val="00A927DA"/>
    <w:rsid w:val="00A93308"/>
    <w:rsid w:val="00A946A0"/>
    <w:rsid w:val="00A94C76"/>
    <w:rsid w:val="00A9631F"/>
    <w:rsid w:val="00A96C69"/>
    <w:rsid w:val="00A973C4"/>
    <w:rsid w:val="00A97FB0"/>
    <w:rsid w:val="00AA08FD"/>
    <w:rsid w:val="00AA1842"/>
    <w:rsid w:val="00AA2727"/>
    <w:rsid w:val="00AA3E7C"/>
    <w:rsid w:val="00AA469F"/>
    <w:rsid w:val="00AA4AD7"/>
    <w:rsid w:val="00AA50D7"/>
    <w:rsid w:val="00AA5657"/>
    <w:rsid w:val="00AA6816"/>
    <w:rsid w:val="00AA71FB"/>
    <w:rsid w:val="00AB048A"/>
    <w:rsid w:val="00AB09ED"/>
    <w:rsid w:val="00AB0C87"/>
    <w:rsid w:val="00AB22B1"/>
    <w:rsid w:val="00AB22CC"/>
    <w:rsid w:val="00AB230F"/>
    <w:rsid w:val="00AB2FA5"/>
    <w:rsid w:val="00AB309C"/>
    <w:rsid w:val="00AB43B5"/>
    <w:rsid w:val="00AB49B0"/>
    <w:rsid w:val="00AB5C52"/>
    <w:rsid w:val="00AB6639"/>
    <w:rsid w:val="00AB69B2"/>
    <w:rsid w:val="00AB700F"/>
    <w:rsid w:val="00AB70A8"/>
    <w:rsid w:val="00AB7175"/>
    <w:rsid w:val="00AB76EB"/>
    <w:rsid w:val="00AB7AB2"/>
    <w:rsid w:val="00AB7BEE"/>
    <w:rsid w:val="00AC00A3"/>
    <w:rsid w:val="00AC039B"/>
    <w:rsid w:val="00AC0509"/>
    <w:rsid w:val="00AC0CB3"/>
    <w:rsid w:val="00AC1FB3"/>
    <w:rsid w:val="00AC24EF"/>
    <w:rsid w:val="00AC5AB9"/>
    <w:rsid w:val="00AC64E0"/>
    <w:rsid w:val="00AC6C4F"/>
    <w:rsid w:val="00AC7135"/>
    <w:rsid w:val="00AC7DE6"/>
    <w:rsid w:val="00AC7F78"/>
    <w:rsid w:val="00AD0C31"/>
    <w:rsid w:val="00AD28A4"/>
    <w:rsid w:val="00AD31F3"/>
    <w:rsid w:val="00AD41EA"/>
    <w:rsid w:val="00AD48A7"/>
    <w:rsid w:val="00AD4AEC"/>
    <w:rsid w:val="00AD6B38"/>
    <w:rsid w:val="00AD6D29"/>
    <w:rsid w:val="00AE01E2"/>
    <w:rsid w:val="00AE0DB5"/>
    <w:rsid w:val="00AE154F"/>
    <w:rsid w:val="00AE1A9D"/>
    <w:rsid w:val="00AE23E5"/>
    <w:rsid w:val="00AE24B6"/>
    <w:rsid w:val="00AE2C40"/>
    <w:rsid w:val="00AE2CE7"/>
    <w:rsid w:val="00AE38C9"/>
    <w:rsid w:val="00AE3DA1"/>
    <w:rsid w:val="00AE5837"/>
    <w:rsid w:val="00AE67A0"/>
    <w:rsid w:val="00AE6A35"/>
    <w:rsid w:val="00AE701D"/>
    <w:rsid w:val="00AE757B"/>
    <w:rsid w:val="00AF097A"/>
    <w:rsid w:val="00AF152A"/>
    <w:rsid w:val="00AF1916"/>
    <w:rsid w:val="00AF1DB9"/>
    <w:rsid w:val="00AF3097"/>
    <w:rsid w:val="00AF387F"/>
    <w:rsid w:val="00AF408F"/>
    <w:rsid w:val="00AF46A2"/>
    <w:rsid w:val="00AF4952"/>
    <w:rsid w:val="00AF4DD9"/>
    <w:rsid w:val="00AF5AB2"/>
    <w:rsid w:val="00AF63DE"/>
    <w:rsid w:val="00AF653E"/>
    <w:rsid w:val="00AF6E7E"/>
    <w:rsid w:val="00AF7E49"/>
    <w:rsid w:val="00B00AE0"/>
    <w:rsid w:val="00B00B77"/>
    <w:rsid w:val="00B00BDC"/>
    <w:rsid w:val="00B01314"/>
    <w:rsid w:val="00B013CE"/>
    <w:rsid w:val="00B0200B"/>
    <w:rsid w:val="00B03879"/>
    <w:rsid w:val="00B04516"/>
    <w:rsid w:val="00B05DDB"/>
    <w:rsid w:val="00B060A3"/>
    <w:rsid w:val="00B0762D"/>
    <w:rsid w:val="00B07D1A"/>
    <w:rsid w:val="00B1179F"/>
    <w:rsid w:val="00B122D0"/>
    <w:rsid w:val="00B12BB6"/>
    <w:rsid w:val="00B13363"/>
    <w:rsid w:val="00B13FEE"/>
    <w:rsid w:val="00B14555"/>
    <w:rsid w:val="00B145D3"/>
    <w:rsid w:val="00B159E4"/>
    <w:rsid w:val="00B160A0"/>
    <w:rsid w:val="00B160AE"/>
    <w:rsid w:val="00B16537"/>
    <w:rsid w:val="00B1723E"/>
    <w:rsid w:val="00B20F01"/>
    <w:rsid w:val="00B214D0"/>
    <w:rsid w:val="00B22286"/>
    <w:rsid w:val="00B23732"/>
    <w:rsid w:val="00B23A74"/>
    <w:rsid w:val="00B23C25"/>
    <w:rsid w:val="00B25F9D"/>
    <w:rsid w:val="00B2609D"/>
    <w:rsid w:val="00B2736E"/>
    <w:rsid w:val="00B27525"/>
    <w:rsid w:val="00B27A8D"/>
    <w:rsid w:val="00B27E06"/>
    <w:rsid w:val="00B3290C"/>
    <w:rsid w:val="00B337EA"/>
    <w:rsid w:val="00B34595"/>
    <w:rsid w:val="00B353A2"/>
    <w:rsid w:val="00B35400"/>
    <w:rsid w:val="00B35875"/>
    <w:rsid w:val="00B35A9A"/>
    <w:rsid w:val="00B36352"/>
    <w:rsid w:val="00B3778E"/>
    <w:rsid w:val="00B414DB"/>
    <w:rsid w:val="00B42135"/>
    <w:rsid w:val="00B432B2"/>
    <w:rsid w:val="00B444FB"/>
    <w:rsid w:val="00B44C78"/>
    <w:rsid w:val="00B44E66"/>
    <w:rsid w:val="00B46414"/>
    <w:rsid w:val="00B465C7"/>
    <w:rsid w:val="00B46CA8"/>
    <w:rsid w:val="00B478D6"/>
    <w:rsid w:val="00B47A0E"/>
    <w:rsid w:val="00B47B6B"/>
    <w:rsid w:val="00B50228"/>
    <w:rsid w:val="00B5024E"/>
    <w:rsid w:val="00B5279F"/>
    <w:rsid w:val="00B52DBD"/>
    <w:rsid w:val="00B53F9D"/>
    <w:rsid w:val="00B54472"/>
    <w:rsid w:val="00B551D0"/>
    <w:rsid w:val="00B56508"/>
    <w:rsid w:val="00B56632"/>
    <w:rsid w:val="00B5695C"/>
    <w:rsid w:val="00B56CDD"/>
    <w:rsid w:val="00B57E18"/>
    <w:rsid w:val="00B60251"/>
    <w:rsid w:val="00B603FD"/>
    <w:rsid w:val="00B607B4"/>
    <w:rsid w:val="00B60F81"/>
    <w:rsid w:val="00B61286"/>
    <w:rsid w:val="00B613CF"/>
    <w:rsid w:val="00B61844"/>
    <w:rsid w:val="00B61DB2"/>
    <w:rsid w:val="00B61FAB"/>
    <w:rsid w:val="00B6216A"/>
    <w:rsid w:val="00B62202"/>
    <w:rsid w:val="00B62452"/>
    <w:rsid w:val="00B64586"/>
    <w:rsid w:val="00B6521E"/>
    <w:rsid w:val="00B66283"/>
    <w:rsid w:val="00B70656"/>
    <w:rsid w:val="00B70870"/>
    <w:rsid w:val="00B70FB7"/>
    <w:rsid w:val="00B71C5B"/>
    <w:rsid w:val="00B72648"/>
    <w:rsid w:val="00B736AB"/>
    <w:rsid w:val="00B73F46"/>
    <w:rsid w:val="00B7417A"/>
    <w:rsid w:val="00B74E46"/>
    <w:rsid w:val="00B76211"/>
    <w:rsid w:val="00B762B7"/>
    <w:rsid w:val="00B76A14"/>
    <w:rsid w:val="00B76B33"/>
    <w:rsid w:val="00B77B32"/>
    <w:rsid w:val="00B8194F"/>
    <w:rsid w:val="00B81D62"/>
    <w:rsid w:val="00B826DF"/>
    <w:rsid w:val="00B83E9A"/>
    <w:rsid w:val="00B844E1"/>
    <w:rsid w:val="00B84B0E"/>
    <w:rsid w:val="00B84EBE"/>
    <w:rsid w:val="00B853A0"/>
    <w:rsid w:val="00B853AA"/>
    <w:rsid w:val="00B91378"/>
    <w:rsid w:val="00B92D43"/>
    <w:rsid w:val="00B92EC9"/>
    <w:rsid w:val="00B937BF"/>
    <w:rsid w:val="00B941AD"/>
    <w:rsid w:val="00B941B1"/>
    <w:rsid w:val="00B954AB"/>
    <w:rsid w:val="00B95727"/>
    <w:rsid w:val="00B97711"/>
    <w:rsid w:val="00B97918"/>
    <w:rsid w:val="00BA0799"/>
    <w:rsid w:val="00BA35A0"/>
    <w:rsid w:val="00BA39A4"/>
    <w:rsid w:val="00BA4C8B"/>
    <w:rsid w:val="00BA70EF"/>
    <w:rsid w:val="00BA738C"/>
    <w:rsid w:val="00BB03B9"/>
    <w:rsid w:val="00BB0E5A"/>
    <w:rsid w:val="00BB1F68"/>
    <w:rsid w:val="00BB2593"/>
    <w:rsid w:val="00BB32CB"/>
    <w:rsid w:val="00BB3E66"/>
    <w:rsid w:val="00BB442C"/>
    <w:rsid w:val="00BB4B39"/>
    <w:rsid w:val="00BB5258"/>
    <w:rsid w:val="00BB55F7"/>
    <w:rsid w:val="00BB5880"/>
    <w:rsid w:val="00BB5C2F"/>
    <w:rsid w:val="00BB6291"/>
    <w:rsid w:val="00BC02C9"/>
    <w:rsid w:val="00BC2147"/>
    <w:rsid w:val="00BC53C3"/>
    <w:rsid w:val="00BC606A"/>
    <w:rsid w:val="00BC6C34"/>
    <w:rsid w:val="00BD0092"/>
    <w:rsid w:val="00BD1039"/>
    <w:rsid w:val="00BD1445"/>
    <w:rsid w:val="00BD27E5"/>
    <w:rsid w:val="00BD2BED"/>
    <w:rsid w:val="00BD4053"/>
    <w:rsid w:val="00BD4286"/>
    <w:rsid w:val="00BD613D"/>
    <w:rsid w:val="00BE041E"/>
    <w:rsid w:val="00BE04DE"/>
    <w:rsid w:val="00BE0798"/>
    <w:rsid w:val="00BE096C"/>
    <w:rsid w:val="00BE10DC"/>
    <w:rsid w:val="00BE1163"/>
    <w:rsid w:val="00BE1BF2"/>
    <w:rsid w:val="00BE3693"/>
    <w:rsid w:val="00BE3C4D"/>
    <w:rsid w:val="00BE5496"/>
    <w:rsid w:val="00BE6B56"/>
    <w:rsid w:val="00BF0AC5"/>
    <w:rsid w:val="00BF0E44"/>
    <w:rsid w:val="00BF1200"/>
    <w:rsid w:val="00BF16E8"/>
    <w:rsid w:val="00BF2383"/>
    <w:rsid w:val="00BF3A27"/>
    <w:rsid w:val="00BF4598"/>
    <w:rsid w:val="00BF49B8"/>
    <w:rsid w:val="00BF4D31"/>
    <w:rsid w:val="00BF5798"/>
    <w:rsid w:val="00BF5AE1"/>
    <w:rsid w:val="00BF5B53"/>
    <w:rsid w:val="00BF6CD9"/>
    <w:rsid w:val="00BF7CDC"/>
    <w:rsid w:val="00C009EE"/>
    <w:rsid w:val="00C011B8"/>
    <w:rsid w:val="00C028E5"/>
    <w:rsid w:val="00C0325B"/>
    <w:rsid w:val="00C03425"/>
    <w:rsid w:val="00C03B97"/>
    <w:rsid w:val="00C041E5"/>
    <w:rsid w:val="00C042D6"/>
    <w:rsid w:val="00C052F4"/>
    <w:rsid w:val="00C05986"/>
    <w:rsid w:val="00C06F5D"/>
    <w:rsid w:val="00C07FCD"/>
    <w:rsid w:val="00C105D8"/>
    <w:rsid w:val="00C120A7"/>
    <w:rsid w:val="00C1265D"/>
    <w:rsid w:val="00C1271C"/>
    <w:rsid w:val="00C1298B"/>
    <w:rsid w:val="00C13768"/>
    <w:rsid w:val="00C14749"/>
    <w:rsid w:val="00C149A4"/>
    <w:rsid w:val="00C14B56"/>
    <w:rsid w:val="00C14C40"/>
    <w:rsid w:val="00C1528D"/>
    <w:rsid w:val="00C166DF"/>
    <w:rsid w:val="00C16A7A"/>
    <w:rsid w:val="00C17593"/>
    <w:rsid w:val="00C2072E"/>
    <w:rsid w:val="00C22E9C"/>
    <w:rsid w:val="00C236E5"/>
    <w:rsid w:val="00C23B83"/>
    <w:rsid w:val="00C24404"/>
    <w:rsid w:val="00C25374"/>
    <w:rsid w:val="00C2568E"/>
    <w:rsid w:val="00C26558"/>
    <w:rsid w:val="00C266E2"/>
    <w:rsid w:val="00C27175"/>
    <w:rsid w:val="00C30D21"/>
    <w:rsid w:val="00C31C3E"/>
    <w:rsid w:val="00C323A4"/>
    <w:rsid w:val="00C32420"/>
    <w:rsid w:val="00C332E8"/>
    <w:rsid w:val="00C333C6"/>
    <w:rsid w:val="00C33557"/>
    <w:rsid w:val="00C336F9"/>
    <w:rsid w:val="00C3560B"/>
    <w:rsid w:val="00C358B9"/>
    <w:rsid w:val="00C367FA"/>
    <w:rsid w:val="00C370B1"/>
    <w:rsid w:val="00C37867"/>
    <w:rsid w:val="00C41EC9"/>
    <w:rsid w:val="00C42BB9"/>
    <w:rsid w:val="00C433A4"/>
    <w:rsid w:val="00C43BB8"/>
    <w:rsid w:val="00C44869"/>
    <w:rsid w:val="00C44C28"/>
    <w:rsid w:val="00C454DC"/>
    <w:rsid w:val="00C471EB"/>
    <w:rsid w:val="00C47822"/>
    <w:rsid w:val="00C47F8E"/>
    <w:rsid w:val="00C50C23"/>
    <w:rsid w:val="00C50CEF"/>
    <w:rsid w:val="00C53089"/>
    <w:rsid w:val="00C53B70"/>
    <w:rsid w:val="00C54CEB"/>
    <w:rsid w:val="00C56436"/>
    <w:rsid w:val="00C57512"/>
    <w:rsid w:val="00C60BC3"/>
    <w:rsid w:val="00C6105A"/>
    <w:rsid w:val="00C622D5"/>
    <w:rsid w:val="00C635B6"/>
    <w:rsid w:val="00C63802"/>
    <w:rsid w:val="00C64EC2"/>
    <w:rsid w:val="00C6645C"/>
    <w:rsid w:val="00C664A8"/>
    <w:rsid w:val="00C66792"/>
    <w:rsid w:val="00C6686D"/>
    <w:rsid w:val="00C66B05"/>
    <w:rsid w:val="00C6795B"/>
    <w:rsid w:val="00C67BA7"/>
    <w:rsid w:val="00C67C53"/>
    <w:rsid w:val="00C707E5"/>
    <w:rsid w:val="00C70907"/>
    <w:rsid w:val="00C70A79"/>
    <w:rsid w:val="00C71198"/>
    <w:rsid w:val="00C7144E"/>
    <w:rsid w:val="00C719BF"/>
    <w:rsid w:val="00C71B40"/>
    <w:rsid w:val="00C73DFD"/>
    <w:rsid w:val="00C74709"/>
    <w:rsid w:val="00C74C26"/>
    <w:rsid w:val="00C74FDD"/>
    <w:rsid w:val="00C75D66"/>
    <w:rsid w:val="00C766CD"/>
    <w:rsid w:val="00C772AD"/>
    <w:rsid w:val="00C772CE"/>
    <w:rsid w:val="00C77724"/>
    <w:rsid w:val="00C779D1"/>
    <w:rsid w:val="00C80227"/>
    <w:rsid w:val="00C80AB4"/>
    <w:rsid w:val="00C80E04"/>
    <w:rsid w:val="00C813A0"/>
    <w:rsid w:val="00C817EA"/>
    <w:rsid w:val="00C82508"/>
    <w:rsid w:val="00C83084"/>
    <w:rsid w:val="00C832DF"/>
    <w:rsid w:val="00C835BA"/>
    <w:rsid w:val="00C8383B"/>
    <w:rsid w:val="00C83A27"/>
    <w:rsid w:val="00C83BC4"/>
    <w:rsid w:val="00C8448E"/>
    <w:rsid w:val="00C84592"/>
    <w:rsid w:val="00C84F88"/>
    <w:rsid w:val="00C84FD7"/>
    <w:rsid w:val="00C85460"/>
    <w:rsid w:val="00C85653"/>
    <w:rsid w:val="00C86371"/>
    <w:rsid w:val="00C868A3"/>
    <w:rsid w:val="00C8743A"/>
    <w:rsid w:val="00C87442"/>
    <w:rsid w:val="00C87C7D"/>
    <w:rsid w:val="00C87E29"/>
    <w:rsid w:val="00C9036E"/>
    <w:rsid w:val="00C90837"/>
    <w:rsid w:val="00C91B96"/>
    <w:rsid w:val="00C91EDE"/>
    <w:rsid w:val="00C933E6"/>
    <w:rsid w:val="00C94031"/>
    <w:rsid w:val="00C9454E"/>
    <w:rsid w:val="00C94B2C"/>
    <w:rsid w:val="00C9562E"/>
    <w:rsid w:val="00C961AC"/>
    <w:rsid w:val="00C96421"/>
    <w:rsid w:val="00C96560"/>
    <w:rsid w:val="00CA00EF"/>
    <w:rsid w:val="00CA026D"/>
    <w:rsid w:val="00CA0587"/>
    <w:rsid w:val="00CA0C13"/>
    <w:rsid w:val="00CA10A3"/>
    <w:rsid w:val="00CA1A42"/>
    <w:rsid w:val="00CA1E4F"/>
    <w:rsid w:val="00CA2939"/>
    <w:rsid w:val="00CA3728"/>
    <w:rsid w:val="00CA3DAB"/>
    <w:rsid w:val="00CA3EFF"/>
    <w:rsid w:val="00CA5CAF"/>
    <w:rsid w:val="00CA5E1D"/>
    <w:rsid w:val="00CA61D9"/>
    <w:rsid w:val="00CA6713"/>
    <w:rsid w:val="00CA6CCF"/>
    <w:rsid w:val="00CA7139"/>
    <w:rsid w:val="00CA761D"/>
    <w:rsid w:val="00CA79AE"/>
    <w:rsid w:val="00CB0488"/>
    <w:rsid w:val="00CB04E7"/>
    <w:rsid w:val="00CB0B29"/>
    <w:rsid w:val="00CB184B"/>
    <w:rsid w:val="00CB25E2"/>
    <w:rsid w:val="00CB2BAC"/>
    <w:rsid w:val="00CB4CF6"/>
    <w:rsid w:val="00CB4FE9"/>
    <w:rsid w:val="00CB5269"/>
    <w:rsid w:val="00CB5F6F"/>
    <w:rsid w:val="00CB71CF"/>
    <w:rsid w:val="00CB7A23"/>
    <w:rsid w:val="00CC0A49"/>
    <w:rsid w:val="00CC0A87"/>
    <w:rsid w:val="00CC115D"/>
    <w:rsid w:val="00CC251C"/>
    <w:rsid w:val="00CC32FC"/>
    <w:rsid w:val="00CC33DA"/>
    <w:rsid w:val="00CC3F7C"/>
    <w:rsid w:val="00CC3FCF"/>
    <w:rsid w:val="00CC4466"/>
    <w:rsid w:val="00CC49F5"/>
    <w:rsid w:val="00CC58FC"/>
    <w:rsid w:val="00CC5B61"/>
    <w:rsid w:val="00CC6DE9"/>
    <w:rsid w:val="00CC70D5"/>
    <w:rsid w:val="00CC7AF1"/>
    <w:rsid w:val="00CC7C28"/>
    <w:rsid w:val="00CD0FA8"/>
    <w:rsid w:val="00CD1D8F"/>
    <w:rsid w:val="00CD3245"/>
    <w:rsid w:val="00CD3993"/>
    <w:rsid w:val="00CD3FFF"/>
    <w:rsid w:val="00CD4600"/>
    <w:rsid w:val="00CD617E"/>
    <w:rsid w:val="00CD65EE"/>
    <w:rsid w:val="00CD7A0A"/>
    <w:rsid w:val="00CE011B"/>
    <w:rsid w:val="00CE07D2"/>
    <w:rsid w:val="00CE0969"/>
    <w:rsid w:val="00CE1FDE"/>
    <w:rsid w:val="00CE3FFE"/>
    <w:rsid w:val="00CE407A"/>
    <w:rsid w:val="00CE4993"/>
    <w:rsid w:val="00CE4C3F"/>
    <w:rsid w:val="00CE5684"/>
    <w:rsid w:val="00CE5B55"/>
    <w:rsid w:val="00CE60A7"/>
    <w:rsid w:val="00CE632C"/>
    <w:rsid w:val="00CE6CD0"/>
    <w:rsid w:val="00CE7282"/>
    <w:rsid w:val="00CE7CA6"/>
    <w:rsid w:val="00CF0717"/>
    <w:rsid w:val="00CF1323"/>
    <w:rsid w:val="00CF1F7A"/>
    <w:rsid w:val="00CF232C"/>
    <w:rsid w:val="00CF238B"/>
    <w:rsid w:val="00CF2659"/>
    <w:rsid w:val="00CF2F2A"/>
    <w:rsid w:val="00CF3531"/>
    <w:rsid w:val="00CF3CA9"/>
    <w:rsid w:val="00CF3DA1"/>
    <w:rsid w:val="00CF446D"/>
    <w:rsid w:val="00CF4486"/>
    <w:rsid w:val="00CF498E"/>
    <w:rsid w:val="00CF4DC1"/>
    <w:rsid w:val="00CF54C1"/>
    <w:rsid w:val="00CF5D87"/>
    <w:rsid w:val="00CF6645"/>
    <w:rsid w:val="00D00829"/>
    <w:rsid w:val="00D02890"/>
    <w:rsid w:val="00D02F2A"/>
    <w:rsid w:val="00D03364"/>
    <w:rsid w:val="00D049B8"/>
    <w:rsid w:val="00D049D0"/>
    <w:rsid w:val="00D0644E"/>
    <w:rsid w:val="00D06AD6"/>
    <w:rsid w:val="00D06F8E"/>
    <w:rsid w:val="00D1240D"/>
    <w:rsid w:val="00D14C1D"/>
    <w:rsid w:val="00D14E8F"/>
    <w:rsid w:val="00D15C9F"/>
    <w:rsid w:val="00D17CB1"/>
    <w:rsid w:val="00D21462"/>
    <w:rsid w:val="00D23C1B"/>
    <w:rsid w:val="00D23E27"/>
    <w:rsid w:val="00D2547D"/>
    <w:rsid w:val="00D26E59"/>
    <w:rsid w:val="00D26FF2"/>
    <w:rsid w:val="00D272EA"/>
    <w:rsid w:val="00D275B3"/>
    <w:rsid w:val="00D279B2"/>
    <w:rsid w:val="00D27CAA"/>
    <w:rsid w:val="00D27CCD"/>
    <w:rsid w:val="00D3078C"/>
    <w:rsid w:val="00D30D7F"/>
    <w:rsid w:val="00D324A2"/>
    <w:rsid w:val="00D33061"/>
    <w:rsid w:val="00D3320A"/>
    <w:rsid w:val="00D33CA9"/>
    <w:rsid w:val="00D3563A"/>
    <w:rsid w:val="00D36C6C"/>
    <w:rsid w:val="00D37BD4"/>
    <w:rsid w:val="00D403AC"/>
    <w:rsid w:val="00D436DE"/>
    <w:rsid w:val="00D4379E"/>
    <w:rsid w:val="00D44010"/>
    <w:rsid w:val="00D4450B"/>
    <w:rsid w:val="00D45183"/>
    <w:rsid w:val="00D45443"/>
    <w:rsid w:val="00D47982"/>
    <w:rsid w:val="00D50DCD"/>
    <w:rsid w:val="00D50FC3"/>
    <w:rsid w:val="00D52552"/>
    <w:rsid w:val="00D5270A"/>
    <w:rsid w:val="00D53A2B"/>
    <w:rsid w:val="00D53B8D"/>
    <w:rsid w:val="00D547BD"/>
    <w:rsid w:val="00D550F9"/>
    <w:rsid w:val="00D55DD1"/>
    <w:rsid w:val="00D5613C"/>
    <w:rsid w:val="00D57914"/>
    <w:rsid w:val="00D6031E"/>
    <w:rsid w:val="00D6134E"/>
    <w:rsid w:val="00D61A65"/>
    <w:rsid w:val="00D623DF"/>
    <w:rsid w:val="00D62415"/>
    <w:rsid w:val="00D627D2"/>
    <w:rsid w:val="00D62B38"/>
    <w:rsid w:val="00D64145"/>
    <w:rsid w:val="00D642F0"/>
    <w:rsid w:val="00D64D5C"/>
    <w:rsid w:val="00D671B8"/>
    <w:rsid w:val="00D67C82"/>
    <w:rsid w:val="00D706B4"/>
    <w:rsid w:val="00D70B02"/>
    <w:rsid w:val="00D70C4C"/>
    <w:rsid w:val="00D70C9E"/>
    <w:rsid w:val="00D727D1"/>
    <w:rsid w:val="00D72D5D"/>
    <w:rsid w:val="00D7433D"/>
    <w:rsid w:val="00D743E7"/>
    <w:rsid w:val="00D7452A"/>
    <w:rsid w:val="00D74AB2"/>
    <w:rsid w:val="00D74D2E"/>
    <w:rsid w:val="00D75F6C"/>
    <w:rsid w:val="00D7791A"/>
    <w:rsid w:val="00D77B4E"/>
    <w:rsid w:val="00D8070D"/>
    <w:rsid w:val="00D80D30"/>
    <w:rsid w:val="00D81ADF"/>
    <w:rsid w:val="00D82069"/>
    <w:rsid w:val="00D8297A"/>
    <w:rsid w:val="00D829E8"/>
    <w:rsid w:val="00D83301"/>
    <w:rsid w:val="00D83B4B"/>
    <w:rsid w:val="00D84C92"/>
    <w:rsid w:val="00D85746"/>
    <w:rsid w:val="00D86131"/>
    <w:rsid w:val="00D8627F"/>
    <w:rsid w:val="00D865BD"/>
    <w:rsid w:val="00D86DB2"/>
    <w:rsid w:val="00D86E97"/>
    <w:rsid w:val="00D875E1"/>
    <w:rsid w:val="00D90036"/>
    <w:rsid w:val="00D90AB4"/>
    <w:rsid w:val="00D94934"/>
    <w:rsid w:val="00D94B06"/>
    <w:rsid w:val="00D94B4B"/>
    <w:rsid w:val="00D96A28"/>
    <w:rsid w:val="00DA0085"/>
    <w:rsid w:val="00DA0771"/>
    <w:rsid w:val="00DA0B35"/>
    <w:rsid w:val="00DA28D4"/>
    <w:rsid w:val="00DA46CF"/>
    <w:rsid w:val="00DA5838"/>
    <w:rsid w:val="00DA5925"/>
    <w:rsid w:val="00DA6485"/>
    <w:rsid w:val="00DB0CC0"/>
    <w:rsid w:val="00DB1058"/>
    <w:rsid w:val="00DB14A3"/>
    <w:rsid w:val="00DB251F"/>
    <w:rsid w:val="00DB2742"/>
    <w:rsid w:val="00DB3460"/>
    <w:rsid w:val="00DB3F92"/>
    <w:rsid w:val="00DB4184"/>
    <w:rsid w:val="00DB418B"/>
    <w:rsid w:val="00DB4A2E"/>
    <w:rsid w:val="00DB53F7"/>
    <w:rsid w:val="00DB54B6"/>
    <w:rsid w:val="00DB566E"/>
    <w:rsid w:val="00DB5963"/>
    <w:rsid w:val="00DB78DE"/>
    <w:rsid w:val="00DB79AB"/>
    <w:rsid w:val="00DC0648"/>
    <w:rsid w:val="00DC06F5"/>
    <w:rsid w:val="00DC1091"/>
    <w:rsid w:val="00DC1CD4"/>
    <w:rsid w:val="00DC47EB"/>
    <w:rsid w:val="00DC4BF4"/>
    <w:rsid w:val="00DC5200"/>
    <w:rsid w:val="00DC5B2C"/>
    <w:rsid w:val="00DC6A67"/>
    <w:rsid w:val="00DC775F"/>
    <w:rsid w:val="00DC7979"/>
    <w:rsid w:val="00DC7A81"/>
    <w:rsid w:val="00DD03A0"/>
    <w:rsid w:val="00DD0E24"/>
    <w:rsid w:val="00DD0F09"/>
    <w:rsid w:val="00DD16BB"/>
    <w:rsid w:val="00DD1CB8"/>
    <w:rsid w:val="00DD1E2B"/>
    <w:rsid w:val="00DD392F"/>
    <w:rsid w:val="00DD54B4"/>
    <w:rsid w:val="00DD693A"/>
    <w:rsid w:val="00DE0CF6"/>
    <w:rsid w:val="00DE0CF7"/>
    <w:rsid w:val="00DE1221"/>
    <w:rsid w:val="00DE1229"/>
    <w:rsid w:val="00DE13DA"/>
    <w:rsid w:val="00DE1D21"/>
    <w:rsid w:val="00DE236F"/>
    <w:rsid w:val="00DE40A4"/>
    <w:rsid w:val="00DE40D6"/>
    <w:rsid w:val="00DE4B80"/>
    <w:rsid w:val="00DE5F25"/>
    <w:rsid w:val="00DE6A33"/>
    <w:rsid w:val="00DE7AF1"/>
    <w:rsid w:val="00DE7B45"/>
    <w:rsid w:val="00DE7C90"/>
    <w:rsid w:val="00DF0508"/>
    <w:rsid w:val="00DF09CC"/>
    <w:rsid w:val="00DF0C52"/>
    <w:rsid w:val="00DF225F"/>
    <w:rsid w:val="00DF23FF"/>
    <w:rsid w:val="00DF27D6"/>
    <w:rsid w:val="00DF4C83"/>
    <w:rsid w:val="00DF688B"/>
    <w:rsid w:val="00DF6D2F"/>
    <w:rsid w:val="00DF742D"/>
    <w:rsid w:val="00E00A50"/>
    <w:rsid w:val="00E0103A"/>
    <w:rsid w:val="00E01B83"/>
    <w:rsid w:val="00E01CD5"/>
    <w:rsid w:val="00E01D65"/>
    <w:rsid w:val="00E02113"/>
    <w:rsid w:val="00E039E4"/>
    <w:rsid w:val="00E05038"/>
    <w:rsid w:val="00E05337"/>
    <w:rsid w:val="00E05F98"/>
    <w:rsid w:val="00E06609"/>
    <w:rsid w:val="00E06F8A"/>
    <w:rsid w:val="00E070CD"/>
    <w:rsid w:val="00E07328"/>
    <w:rsid w:val="00E07D17"/>
    <w:rsid w:val="00E102ED"/>
    <w:rsid w:val="00E10738"/>
    <w:rsid w:val="00E11803"/>
    <w:rsid w:val="00E13B9E"/>
    <w:rsid w:val="00E14777"/>
    <w:rsid w:val="00E14AD4"/>
    <w:rsid w:val="00E14EFA"/>
    <w:rsid w:val="00E1550B"/>
    <w:rsid w:val="00E1631C"/>
    <w:rsid w:val="00E176EF"/>
    <w:rsid w:val="00E17B1B"/>
    <w:rsid w:val="00E20541"/>
    <w:rsid w:val="00E2093F"/>
    <w:rsid w:val="00E21798"/>
    <w:rsid w:val="00E217ED"/>
    <w:rsid w:val="00E22AA5"/>
    <w:rsid w:val="00E22FEA"/>
    <w:rsid w:val="00E230F4"/>
    <w:rsid w:val="00E2317B"/>
    <w:rsid w:val="00E23D38"/>
    <w:rsid w:val="00E2534D"/>
    <w:rsid w:val="00E256F6"/>
    <w:rsid w:val="00E25D73"/>
    <w:rsid w:val="00E26324"/>
    <w:rsid w:val="00E26738"/>
    <w:rsid w:val="00E26DCF"/>
    <w:rsid w:val="00E26E53"/>
    <w:rsid w:val="00E30492"/>
    <w:rsid w:val="00E3198B"/>
    <w:rsid w:val="00E32672"/>
    <w:rsid w:val="00E32CF0"/>
    <w:rsid w:val="00E33290"/>
    <w:rsid w:val="00E34004"/>
    <w:rsid w:val="00E34878"/>
    <w:rsid w:val="00E36066"/>
    <w:rsid w:val="00E365D7"/>
    <w:rsid w:val="00E36B6C"/>
    <w:rsid w:val="00E36E49"/>
    <w:rsid w:val="00E372C2"/>
    <w:rsid w:val="00E37752"/>
    <w:rsid w:val="00E37F5A"/>
    <w:rsid w:val="00E403C8"/>
    <w:rsid w:val="00E415C1"/>
    <w:rsid w:val="00E41CB9"/>
    <w:rsid w:val="00E437F9"/>
    <w:rsid w:val="00E44153"/>
    <w:rsid w:val="00E44995"/>
    <w:rsid w:val="00E451DA"/>
    <w:rsid w:val="00E45955"/>
    <w:rsid w:val="00E4614D"/>
    <w:rsid w:val="00E46B5E"/>
    <w:rsid w:val="00E50632"/>
    <w:rsid w:val="00E506B4"/>
    <w:rsid w:val="00E513EA"/>
    <w:rsid w:val="00E53C48"/>
    <w:rsid w:val="00E54C35"/>
    <w:rsid w:val="00E54C50"/>
    <w:rsid w:val="00E55450"/>
    <w:rsid w:val="00E565D8"/>
    <w:rsid w:val="00E57552"/>
    <w:rsid w:val="00E577F5"/>
    <w:rsid w:val="00E60415"/>
    <w:rsid w:val="00E60E8E"/>
    <w:rsid w:val="00E6155D"/>
    <w:rsid w:val="00E6183D"/>
    <w:rsid w:val="00E6259A"/>
    <w:rsid w:val="00E630D0"/>
    <w:rsid w:val="00E632AC"/>
    <w:rsid w:val="00E63552"/>
    <w:rsid w:val="00E63A29"/>
    <w:rsid w:val="00E63B93"/>
    <w:rsid w:val="00E6433C"/>
    <w:rsid w:val="00E65204"/>
    <w:rsid w:val="00E657C0"/>
    <w:rsid w:val="00E65DA9"/>
    <w:rsid w:val="00E660AD"/>
    <w:rsid w:val="00E66169"/>
    <w:rsid w:val="00E6681A"/>
    <w:rsid w:val="00E66C62"/>
    <w:rsid w:val="00E676B4"/>
    <w:rsid w:val="00E7019F"/>
    <w:rsid w:val="00E70594"/>
    <w:rsid w:val="00E719F3"/>
    <w:rsid w:val="00E71B4A"/>
    <w:rsid w:val="00E72461"/>
    <w:rsid w:val="00E75D49"/>
    <w:rsid w:val="00E770F9"/>
    <w:rsid w:val="00E77A3D"/>
    <w:rsid w:val="00E81D9C"/>
    <w:rsid w:val="00E82532"/>
    <w:rsid w:val="00E838E9"/>
    <w:rsid w:val="00E856DC"/>
    <w:rsid w:val="00E86CE8"/>
    <w:rsid w:val="00E876CE"/>
    <w:rsid w:val="00E87E24"/>
    <w:rsid w:val="00E87EA8"/>
    <w:rsid w:val="00E87EB3"/>
    <w:rsid w:val="00E90296"/>
    <w:rsid w:val="00E906B2"/>
    <w:rsid w:val="00E90DA9"/>
    <w:rsid w:val="00E91C1D"/>
    <w:rsid w:val="00E924D3"/>
    <w:rsid w:val="00E92AA9"/>
    <w:rsid w:val="00E93364"/>
    <w:rsid w:val="00E93BCB"/>
    <w:rsid w:val="00E93D37"/>
    <w:rsid w:val="00E94781"/>
    <w:rsid w:val="00E95489"/>
    <w:rsid w:val="00E95690"/>
    <w:rsid w:val="00E95A2C"/>
    <w:rsid w:val="00E95FD5"/>
    <w:rsid w:val="00E975D0"/>
    <w:rsid w:val="00EA02B7"/>
    <w:rsid w:val="00EA0948"/>
    <w:rsid w:val="00EA0A9E"/>
    <w:rsid w:val="00EA1D79"/>
    <w:rsid w:val="00EA2721"/>
    <w:rsid w:val="00EA2954"/>
    <w:rsid w:val="00EA3AE0"/>
    <w:rsid w:val="00EA3D85"/>
    <w:rsid w:val="00EA53AA"/>
    <w:rsid w:val="00EA584F"/>
    <w:rsid w:val="00EA603F"/>
    <w:rsid w:val="00EA612A"/>
    <w:rsid w:val="00EA67CC"/>
    <w:rsid w:val="00EA6D71"/>
    <w:rsid w:val="00EA79A9"/>
    <w:rsid w:val="00EA7B87"/>
    <w:rsid w:val="00EB0FBA"/>
    <w:rsid w:val="00EB0FCF"/>
    <w:rsid w:val="00EB1132"/>
    <w:rsid w:val="00EB1520"/>
    <w:rsid w:val="00EB157E"/>
    <w:rsid w:val="00EB1CAC"/>
    <w:rsid w:val="00EB21A8"/>
    <w:rsid w:val="00EB26E3"/>
    <w:rsid w:val="00EB2F25"/>
    <w:rsid w:val="00EB30CA"/>
    <w:rsid w:val="00EB3B5D"/>
    <w:rsid w:val="00EB3B90"/>
    <w:rsid w:val="00EB3D57"/>
    <w:rsid w:val="00EB43DD"/>
    <w:rsid w:val="00EB5623"/>
    <w:rsid w:val="00EB5C22"/>
    <w:rsid w:val="00EB61D3"/>
    <w:rsid w:val="00EB65A0"/>
    <w:rsid w:val="00EB6750"/>
    <w:rsid w:val="00EB679C"/>
    <w:rsid w:val="00EB6D0C"/>
    <w:rsid w:val="00EB7F3B"/>
    <w:rsid w:val="00EC02F4"/>
    <w:rsid w:val="00EC0ABF"/>
    <w:rsid w:val="00EC0CB0"/>
    <w:rsid w:val="00EC188F"/>
    <w:rsid w:val="00EC1F7C"/>
    <w:rsid w:val="00EC2FA3"/>
    <w:rsid w:val="00EC3742"/>
    <w:rsid w:val="00EC4BFB"/>
    <w:rsid w:val="00EC4DC2"/>
    <w:rsid w:val="00EC504E"/>
    <w:rsid w:val="00EC5E4B"/>
    <w:rsid w:val="00EC6F96"/>
    <w:rsid w:val="00EC7BCA"/>
    <w:rsid w:val="00ED162F"/>
    <w:rsid w:val="00ED2D78"/>
    <w:rsid w:val="00ED4095"/>
    <w:rsid w:val="00ED4177"/>
    <w:rsid w:val="00ED56A7"/>
    <w:rsid w:val="00EE05E7"/>
    <w:rsid w:val="00EE0E56"/>
    <w:rsid w:val="00EE145F"/>
    <w:rsid w:val="00EE20B7"/>
    <w:rsid w:val="00EE29F3"/>
    <w:rsid w:val="00EE3D28"/>
    <w:rsid w:val="00EE3F2F"/>
    <w:rsid w:val="00EE5C01"/>
    <w:rsid w:val="00EE6AD7"/>
    <w:rsid w:val="00EE747D"/>
    <w:rsid w:val="00EE7EAB"/>
    <w:rsid w:val="00EF0381"/>
    <w:rsid w:val="00EF0D70"/>
    <w:rsid w:val="00EF3E49"/>
    <w:rsid w:val="00EF4D4E"/>
    <w:rsid w:val="00EF5B5F"/>
    <w:rsid w:val="00EF5E01"/>
    <w:rsid w:val="00EF77CB"/>
    <w:rsid w:val="00F007B6"/>
    <w:rsid w:val="00F007C3"/>
    <w:rsid w:val="00F00EA0"/>
    <w:rsid w:val="00F0200D"/>
    <w:rsid w:val="00F02950"/>
    <w:rsid w:val="00F02CC0"/>
    <w:rsid w:val="00F030A0"/>
    <w:rsid w:val="00F03C58"/>
    <w:rsid w:val="00F040C7"/>
    <w:rsid w:val="00F04100"/>
    <w:rsid w:val="00F04129"/>
    <w:rsid w:val="00F05C6C"/>
    <w:rsid w:val="00F06901"/>
    <w:rsid w:val="00F06C52"/>
    <w:rsid w:val="00F07719"/>
    <w:rsid w:val="00F102EC"/>
    <w:rsid w:val="00F11041"/>
    <w:rsid w:val="00F11F95"/>
    <w:rsid w:val="00F1228C"/>
    <w:rsid w:val="00F123C0"/>
    <w:rsid w:val="00F12B5C"/>
    <w:rsid w:val="00F13AA3"/>
    <w:rsid w:val="00F13D0D"/>
    <w:rsid w:val="00F14522"/>
    <w:rsid w:val="00F14721"/>
    <w:rsid w:val="00F14FAA"/>
    <w:rsid w:val="00F16994"/>
    <w:rsid w:val="00F17E82"/>
    <w:rsid w:val="00F204F1"/>
    <w:rsid w:val="00F208B0"/>
    <w:rsid w:val="00F20DEB"/>
    <w:rsid w:val="00F20F4F"/>
    <w:rsid w:val="00F2164E"/>
    <w:rsid w:val="00F226D2"/>
    <w:rsid w:val="00F22B45"/>
    <w:rsid w:val="00F23B4D"/>
    <w:rsid w:val="00F24356"/>
    <w:rsid w:val="00F24AF9"/>
    <w:rsid w:val="00F24F09"/>
    <w:rsid w:val="00F24F7F"/>
    <w:rsid w:val="00F25792"/>
    <w:rsid w:val="00F25CE9"/>
    <w:rsid w:val="00F302A2"/>
    <w:rsid w:val="00F302D6"/>
    <w:rsid w:val="00F30CDE"/>
    <w:rsid w:val="00F31DA3"/>
    <w:rsid w:val="00F31EEA"/>
    <w:rsid w:val="00F31F55"/>
    <w:rsid w:val="00F3213B"/>
    <w:rsid w:val="00F325AE"/>
    <w:rsid w:val="00F32B95"/>
    <w:rsid w:val="00F32BAE"/>
    <w:rsid w:val="00F3355D"/>
    <w:rsid w:val="00F3393F"/>
    <w:rsid w:val="00F346C4"/>
    <w:rsid w:val="00F34DE1"/>
    <w:rsid w:val="00F35548"/>
    <w:rsid w:val="00F367E9"/>
    <w:rsid w:val="00F41740"/>
    <w:rsid w:val="00F41BD2"/>
    <w:rsid w:val="00F434CB"/>
    <w:rsid w:val="00F43B58"/>
    <w:rsid w:val="00F441A3"/>
    <w:rsid w:val="00F45811"/>
    <w:rsid w:val="00F469FE"/>
    <w:rsid w:val="00F46B15"/>
    <w:rsid w:val="00F46FAE"/>
    <w:rsid w:val="00F4746D"/>
    <w:rsid w:val="00F47FA0"/>
    <w:rsid w:val="00F504B5"/>
    <w:rsid w:val="00F50E2C"/>
    <w:rsid w:val="00F51345"/>
    <w:rsid w:val="00F51562"/>
    <w:rsid w:val="00F55323"/>
    <w:rsid w:val="00F5620F"/>
    <w:rsid w:val="00F579BC"/>
    <w:rsid w:val="00F579C8"/>
    <w:rsid w:val="00F60105"/>
    <w:rsid w:val="00F60344"/>
    <w:rsid w:val="00F62018"/>
    <w:rsid w:val="00F6223F"/>
    <w:rsid w:val="00F62850"/>
    <w:rsid w:val="00F62E9F"/>
    <w:rsid w:val="00F6308E"/>
    <w:rsid w:val="00F644AB"/>
    <w:rsid w:val="00F6661A"/>
    <w:rsid w:val="00F672B3"/>
    <w:rsid w:val="00F67553"/>
    <w:rsid w:val="00F675C7"/>
    <w:rsid w:val="00F70006"/>
    <w:rsid w:val="00F70C68"/>
    <w:rsid w:val="00F739B1"/>
    <w:rsid w:val="00F74AA0"/>
    <w:rsid w:val="00F7531B"/>
    <w:rsid w:val="00F76896"/>
    <w:rsid w:val="00F77A39"/>
    <w:rsid w:val="00F80217"/>
    <w:rsid w:val="00F808E3"/>
    <w:rsid w:val="00F80E85"/>
    <w:rsid w:val="00F82C54"/>
    <w:rsid w:val="00F837D5"/>
    <w:rsid w:val="00F84412"/>
    <w:rsid w:val="00F846AA"/>
    <w:rsid w:val="00F84E4F"/>
    <w:rsid w:val="00F85133"/>
    <w:rsid w:val="00F867F9"/>
    <w:rsid w:val="00F90222"/>
    <w:rsid w:val="00F904FE"/>
    <w:rsid w:val="00F9093E"/>
    <w:rsid w:val="00F91573"/>
    <w:rsid w:val="00F92B07"/>
    <w:rsid w:val="00F93187"/>
    <w:rsid w:val="00F93558"/>
    <w:rsid w:val="00F940C5"/>
    <w:rsid w:val="00F9422E"/>
    <w:rsid w:val="00F9448E"/>
    <w:rsid w:val="00F95503"/>
    <w:rsid w:val="00F960CE"/>
    <w:rsid w:val="00F969F1"/>
    <w:rsid w:val="00FA03C8"/>
    <w:rsid w:val="00FA0C09"/>
    <w:rsid w:val="00FA251C"/>
    <w:rsid w:val="00FA273E"/>
    <w:rsid w:val="00FA2A66"/>
    <w:rsid w:val="00FA3B96"/>
    <w:rsid w:val="00FA7339"/>
    <w:rsid w:val="00FA7703"/>
    <w:rsid w:val="00FA7E7B"/>
    <w:rsid w:val="00FB02C7"/>
    <w:rsid w:val="00FB0A36"/>
    <w:rsid w:val="00FB1F40"/>
    <w:rsid w:val="00FB306A"/>
    <w:rsid w:val="00FB31ED"/>
    <w:rsid w:val="00FB33BA"/>
    <w:rsid w:val="00FB369A"/>
    <w:rsid w:val="00FB3C8C"/>
    <w:rsid w:val="00FB5F0F"/>
    <w:rsid w:val="00FB680D"/>
    <w:rsid w:val="00FB76E6"/>
    <w:rsid w:val="00FC022D"/>
    <w:rsid w:val="00FC036A"/>
    <w:rsid w:val="00FC1ABD"/>
    <w:rsid w:val="00FC2DE9"/>
    <w:rsid w:val="00FC2F3B"/>
    <w:rsid w:val="00FC36C0"/>
    <w:rsid w:val="00FC4835"/>
    <w:rsid w:val="00FC4E0F"/>
    <w:rsid w:val="00FC4EA0"/>
    <w:rsid w:val="00FC508C"/>
    <w:rsid w:val="00FC627D"/>
    <w:rsid w:val="00FC6DCE"/>
    <w:rsid w:val="00FC7C89"/>
    <w:rsid w:val="00FC7D4A"/>
    <w:rsid w:val="00FD0FEC"/>
    <w:rsid w:val="00FD19FE"/>
    <w:rsid w:val="00FD1B98"/>
    <w:rsid w:val="00FD2176"/>
    <w:rsid w:val="00FD373B"/>
    <w:rsid w:val="00FD3A83"/>
    <w:rsid w:val="00FD3DA0"/>
    <w:rsid w:val="00FD3F0B"/>
    <w:rsid w:val="00FD50E9"/>
    <w:rsid w:val="00FD5B27"/>
    <w:rsid w:val="00FD5E98"/>
    <w:rsid w:val="00FD5FB7"/>
    <w:rsid w:val="00FD60CC"/>
    <w:rsid w:val="00FD6DC5"/>
    <w:rsid w:val="00FD7AD6"/>
    <w:rsid w:val="00FE0CE6"/>
    <w:rsid w:val="00FE1970"/>
    <w:rsid w:val="00FE1E21"/>
    <w:rsid w:val="00FE256C"/>
    <w:rsid w:val="00FE357B"/>
    <w:rsid w:val="00FE3DAD"/>
    <w:rsid w:val="00FE3FEE"/>
    <w:rsid w:val="00FE53A3"/>
    <w:rsid w:val="00FE5F13"/>
    <w:rsid w:val="00FE64FE"/>
    <w:rsid w:val="00FF0EA4"/>
    <w:rsid w:val="00FF1166"/>
    <w:rsid w:val="00FF15C2"/>
    <w:rsid w:val="00FF1B24"/>
    <w:rsid w:val="00FF1BB5"/>
    <w:rsid w:val="00FF279B"/>
    <w:rsid w:val="00FF2C10"/>
    <w:rsid w:val="00FF37DF"/>
    <w:rsid w:val="00FF3932"/>
    <w:rsid w:val="00FF3E06"/>
    <w:rsid w:val="00FF469B"/>
    <w:rsid w:val="00FF635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D52"/>
    <w:pPr>
      <w:widowControl w:val="0"/>
      <w:autoSpaceDE w:val="0"/>
      <w:autoSpaceDN w:val="0"/>
      <w:adjustRightInd w:val="0"/>
    </w:pPr>
    <w:rPr>
      <w:rFonts w:ascii="Arial" w:eastAsia="Times New Roman" w:hAnsi="Arial" w:cs="Arial"/>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080D52"/>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a">
    <w:name w:val="Цветовое выделение"/>
    <w:uiPriority w:val="99"/>
    <w:rsid w:val="00080D52"/>
    <w:rPr>
      <w:b/>
      <w:bCs/>
      <w:color w:val="auto"/>
      <w:sz w:val="26"/>
      <w:szCs w:val="26"/>
    </w:rPr>
  </w:style>
  <w:style w:type="character" w:customStyle="1" w:styleId="a0">
    <w:name w:val="Гипертекстовая ссылка"/>
    <w:uiPriority w:val="99"/>
    <w:rsid w:val="00080D52"/>
    <w:rPr>
      <w:rFonts w:ascii="Times New Roman" w:hAnsi="Times New Roman" w:cs="Times New Roman"/>
      <w:color w:val="auto"/>
      <w:sz w:val="26"/>
      <w:szCs w:val="26"/>
    </w:rPr>
  </w:style>
  <w:style w:type="character" w:styleId="Hyperlink">
    <w:name w:val="Hyperlink"/>
    <w:basedOn w:val="DefaultParagraphFont"/>
    <w:uiPriority w:val="99"/>
    <w:semiHidden/>
    <w:rsid w:val="00080D52"/>
    <w:rPr>
      <w:color w:val="0000FF"/>
      <w:u w:val="single"/>
    </w:rPr>
  </w:style>
</w:styles>
</file>

<file path=word/webSettings.xml><?xml version="1.0" encoding="utf-8"?>
<w:webSettings xmlns:r="http://schemas.openxmlformats.org/officeDocument/2006/relationships" xmlns:w="http://schemas.openxmlformats.org/wordprocessingml/2006/main">
  <w:divs>
    <w:div w:id="250594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176</TotalTime>
  <Pages>7</Pages>
  <Words>2121</Words>
  <Characters>12091</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gricenkom</dc:creator>
  <cp:keywords/>
  <dc:description/>
  <cp:lastModifiedBy>секретарь</cp:lastModifiedBy>
  <cp:revision>41</cp:revision>
  <cp:lastPrinted>2013-09-26T05:11:00Z</cp:lastPrinted>
  <dcterms:created xsi:type="dcterms:W3CDTF">2013-09-13T04:49:00Z</dcterms:created>
  <dcterms:modified xsi:type="dcterms:W3CDTF">2013-09-30T05:01:00Z</dcterms:modified>
</cp:coreProperties>
</file>