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2F52C9" w:rsidP="0073618A">
      <w:pPr>
        <w:rPr>
          <w:sz w:val="28"/>
          <w:szCs w:val="28"/>
        </w:rPr>
      </w:pPr>
      <w:r>
        <w:rPr>
          <w:sz w:val="28"/>
          <w:szCs w:val="28"/>
        </w:rPr>
        <w:t>от  18.12.2014 г.                                                                                                  № 256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F52C9" w:rsidRDefault="002F52C9">
      <w:pPr>
        <w:rPr>
          <w:sz w:val="28"/>
          <w:szCs w:val="28"/>
        </w:rPr>
      </w:pPr>
    </w:p>
    <w:p w:rsidR="002F52C9" w:rsidRDefault="002F52C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2F52C9" w:rsidRPr="00F55287" w:rsidRDefault="002F52C9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«Молодежь Вышестеблиевского сельского поселения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2015-2017 годы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2F52C9" w:rsidRDefault="002F52C9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«Молодежь Вышестеблиевского сельского поселения Темрюкского района» на 2015-2017 годы  (приложение).</w:t>
      </w:r>
    </w:p>
    <w:p w:rsidR="002F52C9" w:rsidRPr="00FE46B3" w:rsidRDefault="002F52C9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2F52C9" w:rsidRDefault="002F52C9" w:rsidP="00252198">
      <w:pPr>
        <w:pStyle w:val="NoSpacing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постанов</w:t>
      </w:r>
      <w:r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2F52C9" w:rsidRPr="00252198" w:rsidRDefault="002F52C9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2F52C9" w:rsidRDefault="002F52C9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2F52C9" w:rsidRDefault="002F52C9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2F52C9" w:rsidRPr="00F45CD8" w:rsidRDefault="002F52C9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Default="002F52C9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2F52C9" w:rsidRDefault="002F52C9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2F52C9" w:rsidRDefault="002F52C9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2F52C9" w:rsidRDefault="002F52C9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2F52C9" w:rsidRPr="00211421" w:rsidRDefault="002F52C9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2F52C9" w:rsidRDefault="002F52C9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F52C9" w:rsidRDefault="002F52C9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2F52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2C9" w:rsidRDefault="002F52C9">
      <w:r>
        <w:separator/>
      </w:r>
    </w:p>
  </w:endnote>
  <w:endnote w:type="continuationSeparator" w:id="1">
    <w:p w:rsidR="002F52C9" w:rsidRDefault="002F5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2C9" w:rsidRDefault="002F52C9">
      <w:r>
        <w:separator/>
      </w:r>
    </w:p>
  </w:footnote>
  <w:footnote w:type="continuationSeparator" w:id="1">
    <w:p w:rsidR="002F52C9" w:rsidRDefault="002F52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2F52C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F52C9" w:rsidRDefault="002F52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55D75"/>
    <w:rsid w:val="00171FEB"/>
    <w:rsid w:val="001733F7"/>
    <w:rsid w:val="0018080E"/>
    <w:rsid w:val="00197B43"/>
    <w:rsid w:val="001E6502"/>
    <w:rsid w:val="001F2D4E"/>
    <w:rsid w:val="00201B8B"/>
    <w:rsid w:val="00211421"/>
    <w:rsid w:val="00252198"/>
    <w:rsid w:val="00271A23"/>
    <w:rsid w:val="002754AA"/>
    <w:rsid w:val="00280597"/>
    <w:rsid w:val="002A3679"/>
    <w:rsid w:val="002D00F6"/>
    <w:rsid w:val="002F52C9"/>
    <w:rsid w:val="00317E22"/>
    <w:rsid w:val="0035717D"/>
    <w:rsid w:val="00381AFE"/>
    <w:rsid w:val="003A6FC0"/>
    <w:rsid w:val="003D3D56"/>
    <w:rsid w:val="003F7C6F"/>
    <w:rsid w:val="00412C70"/>
    <w:rsid w:val="0043408E"/>
    <w:rsid w:val="004D3509"/>
    <w:rsid w:val="00514A5D"/>
    <w:rsid w:val="005268BF"/>
    <w:rsid w:val="00553405"/>
    <w:rsid w:val="00560425"/>
    <w:rsid w:val="005706EB"/>
    <w:rsid w:val="005849D4"/>
    <w:rsid w:val="005866CF"/>
    <w:rsid w:val="005B3916"/>
    <w:rsid w:val="005C050B"/>
    <w:rsid w:val="005E4975"/>
    <w:rsid w:val="005F7ADA"/>
    <w:rsid w:val="00642773"/>
    <w:rsid w:val="006754AB"/>
    <w:rsid w:val="006C7E24"/>
    <w:rsid w:val="0073618A"/>
    <w:rsid w:val="007C3C2E"/>
    <w:rsid w:val="00861F72"/>
    <w:rsid w:val="00862786"/>
    <w:rsid w:val="008A2AF8"/>
    <w:rsid w:val="008D0C1E"/>
    <w:rsid w:val="00910172"/>
    <w:rsid w:val="00953231"/>
    <w:rsid w:val="00962400"/>
    <w:rsid w:val="009E2129"/>
    <w:rsid w:val="00AA4EFF"/>
    <w:rsid w:val="00AA6498"/>
    <w:rsid w:val="00AF4402"/>
    <w:rsid w:val="00B475FF"/>
    <w:rsid w:val="00B8335B"/>
    <w:rsid w:val="00B83964"/>
    <w:rsid w:val="00B87161"/>
    <w:rsid w:val="00C37400"/>
    <w:rsid w:val="00C76F3A"/>
    <w:rsid w:val="00CA56DF"/>
    <w:rsid w:val="00D85DDE"/>
    <w:rsid w:val="00D90328"/>
    <w:rsid w:val="00D90DD3"/>
    <w:rsid w:val="00D97430"/>
    <w:rsid w:val="00DF7C91"/>
    <w:rsid w:val="00E11D4D"/>
    <w:rsid w:val="00E93D18"/>
    <w:rsid w:val="00ED732F"/>
    <w:rsid w:val="00EE0278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</w:style>
  <w:style w:type="character" w:customStyle="1" w:styleId="a1">
    <w:name w:val="Нижний колонтитул Знак"/>
    <w:basedOn w:val="4"/>
    <w:uiPriority w:val="99"/>
    <w:rsid w:val="00B87161"/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180</TotalTime>
  <Pages>1</Pages>
  <Words>256</Words>
  <Characters>1461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26</cp:revision>
  <cp:lastPrinted>2014-11-25T05:00:00Z</cp:lastPrinted>
  <dcterms:created xsi:type="dcterms:W3CDTF">2013-08-12T10:14:00Z</dcterms:created>
  <dcterms:modified xsi:type="dcterms:W3CDTF">2014-12-26T06:43:00Z</dcterms:modified>
</cp:coreProperties>
</file>