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69" w:rsidRDefault="00206469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/>
          </v:shape>
        </w:pict>
      </w:r>
    </w:p>
    <w:p w:rsidR="00206469" w:rsidRDefault="002064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06469" w:rsidRDefault="002064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06469" w:rsidRDefault="002064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6469" w:rsidRPr="00B8335B" w:rsidRDefault="002064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06469" w:rsidRPr="00051EE9" w:rsidRDefault="00206469" w:rsidP="0073618A">
      <w:pPr>
        <w:tabs>
          <w:tab w:val="left" w:pos="3375"/>
        </w:tabs>
        <w:rPr>
          <w:sz w:val="28"/>
          <w:szCs w:val="28"/>
        </w:rPr>
      </w:pPr>
    </w:p>
    <w:p w:rsidR="00206469" w:rsidRDefault="00206469" w:rsidP="0073618A">
      <w:pPr>
        <w:rPr>
          <w:sz w:val="28"/>
          <w:szCs w:val="28"/>
        </w:rPr>
      </w:pPr>
      <w:r>
        <w:rPr>
          <w:sz w:val="28"/>
          <w:szCs w:val="28"/>
        </w:rPr>
        <w:t>от  18.12.2014 г.                                                                                                  № 256</w:t>
      </w:r>
    </w:p>
    <w:p w:rsidR="00206469" w:rsidRDefault="0020646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06469" w:rsidRDefault="00206469">
      <w:pPr>
        <w:rPr>
          <w:sz w:val="28"/>
          <w:szCs w:val="28"/>
        </w:rPr>
      </w:pPr>
    </w:p>
    <w:p w:rsidR="00206469" w:rsidRDefault="0020646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206469" w:rsidRPr="00F55287" w:rsidRDefault="0020646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2015-2017 годы</w:t>
      </w:r>
    </w:p>
    <w:p w:rsidR="00206469" w:rsidRDefault="0020646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06469" w:rsidRDefault="0020646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06469" w:rsidRPr="00FE46B3" w:rsidRDefault="0020646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206469" w:rsidRDefault="0020646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«Молодежь Вышестеблиевского сельского поселения Темрюкского района» на 2015-2017 годы  (приложение).</w:t>
      </w:r>
    </w:p>
    <w:p w:rsidR="00206469" w:rsidRPr="00FE46B3" w:rsidRDefault="0020646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206469" w:rsidRDefault="00206469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206469" w:rsidRPr="00252198" w:rsidRDefault="00206469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206469" w:rsidRDefault="00206469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06469" w:rsidRDefault="00206469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06469" w:rsidRPr="00F45CD8" w:rsidRDefault="00206469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06469" w:rsidRDefault="00206469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206469" w:rsidRDefault="00206469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206469" w:rsidRDefault="00206469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206469" w:rsidRDefault="00206469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206469" w:rsidRPr="00211421" w:rsidRDefault="00206469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206469" w:rsidRDefault="00206469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06469" w:rsidRDefault="00206469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20646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469" w:rsidRDefault="00206469">
      <w:r>
        <w:separator/>
      </w:r>
    </w:p>
  </w:endnote>
  <w:endnote w:type="continuationSeparator" w:id="0">
    <w:p w:rsidR="00206469" w:rsidRDefault="00206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469" w:rsidRDefault="00206469">
      <w:r>
        <w:separator/>
      </w:r>
    </w:p>
  </w:footnote>
  <w:footnote w:type="continuationSeparator" w:id="0">
    <w:p w:rsidR="00206469" w:rsidRDefault="00206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469" w:rsidRDefault="0020646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06469" w:rsidRDefault="002064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55D75"/>
    <w:rsid w:val="00171FEB"/>
    <w:rsid w:val="001733F7"/>
    <w:rsid w:val="0018080E"/>
    <w:rsid w:val="00185BCC"/>
    <w:rsid w:val="00197B43"/>
    <w:rsid w:val="001A035E"/>
    <w:rsid w:val="001E6502"/>
    <w:rsid w:val="001F2D4E"/>
    <w:rsid w:val="00201B8B"/>
    <w:rsid w:val="00206469"/>
    <w:rsid w:val="00211421"/>
    <w:rsid w:val="00252198"/>
    <w:rsid w:val="00271A23"/>
    <w:rsid w:val="002754AA"/>
    <w:rsid w:val="00280597"/>
    <w:rsid w:val="002A3679"/>
    <w:rsid w:val="002D00F6"/>
    <w:rsid w:val="002F52C9"/>
    <w:rsid w:val="00317E22"/>
    <w:rsid w:val="0035717D"/>
    <w:rsid w:val="00381AFE"/>
    <w:rsid w:val="003A6FC0"/>
    <w:rsid w:val="003D3D56"/>
    <w:rsid w:val="003F7C6F"/>
    <w:rsid w:val="00412C70"/>
    <w:rsid w:val="0043408E"/>
    <w:rsid w:val="004D3509"/>
    <w:rsid w:val="00514A5D"/>
    <w:rsid w:val="005268BF"/>
    <w:rsid w:val="00553405"/>
    <w:rsid w:val="00560425"/>
    <w:rsid w:val="005706EB"/>
    <w:rsid w:val="005849D4"/>
    <w:rsid w:val="005866CF"/>
    <w:rsid w:val="005B3916"/>
    <w:rsid w:val="005C050B"/>
    <w:rsid w:val="005E4975"/>
    <w:rsid w:val="005F7ADA"/>
    <w:rsid w:val="00642773"/>
    <w:rsid w:val="006754AB"/>
    <w:rsid w:val="006C7E24"/>
    <w:rsid w:val="0073618A"/>
    <w:rsid w:val="007C3C2E"/>
    <w:rsid w:val="008069BB"/>
    <w:rsid w:val="00861F72"/>
    <w:rsid w:val="00862786"/>
    <w:rsid w:val="008A2AF8"/>
    <w:rsid w:val="008D0C1E"/>
    <w:rsid w:val="00910172"/>
    <w:rsid w:val="00953231"/>
    <w:rsid w:val="00962400"/>
    <w:rsid w:val="009E2129"/>
    <w:rsid w:val="00AA4EFF"/>
    <w:rsid w:val="00AA6498"/>
    <w:rsid w:val="00AF4402"/>
    <w:rsid w:val="00B475FF"/>
    <w:rsid w:val="00B8335B"/>
    <w:rsid w:val="00B83964"/>
    <w:rsid w:val="00B87161"/>
    <w:rsid w:val="00C37400"/>
    <w:rsid w:val="00C76F3A"/>
    <w:rsid w:val="00CA56DF"/>
    <w:rsid w:val="00D85DDE"/>
    <w:rsid w:val="00D90328"/>
    <w:rsid w:val="00D90DD3"/>
    <w:rsid w:val="00D97430"/>
    <w:rsid w:val="00DF7C91"/>
    <w:rsid w:val="00E11D4D"/>
    <w:rsid w:val="00E93D18"/>
    <w:rsid w:val="00ED732F"/>
    <w:rsid w:val="00EE0278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1</Pages>
  <Words>256</Words>
  <Characters>1461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Admin</cp:lastModifiedBy>
  <cp:revision>27</cp:revision>
  <cp:lastPrinted>2014-11-25T05:00:00Z</cp:lastPrinted>
  <dcterms:created xsi:type="dcterms:W3CDTF">2013-08-12T10:14:00Z</dcterms:created>
  <dcterms:modified xsi:type="dcterms:W3CDTF">2014-12-30T13:32:00Z</dcterms:modified>
</cp:coreProperties>
</file>