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909" w:rsidRDefault="00B70909" w:rsidP="0085276B">
      <w:pPr>
        <w:jc w:val="center"/>
        <w:rPr>
          <w:b/>
          <w:bCs/>
          <w:sz w:val="28"/>
          <w:szCs w:val="28"/>
        </w:rPr>
      </w:pPr>
    </w:p>
    <w:p w:rsidR="00B70909" w:rsidRDefault="00B70909" w:rsidP="0085276B">
      <w:pPr>
        <w:jc w:val="center"/>
        <w:rPr>
          <w:b/>
          <w:bCs/>
          <w:sz w:val="28"/>
          <w:szCs w:val="28"/>
        </w:rPr>
      </w:pPr>
    </w:p>
    <w:p w:rsidR="00B70909" w:rsidRDefault="00B70909" w:rsidP="0085276B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6" o:title="" cropbottom="59968f" cropleft="31649f" cropright="25094f" gain="142470f" blacklevel="-9830f"/>
          </v:shape>
        </w:pict>
      </w:r>
    </w:p>
    <w:p w:rsidR="00B70909" w:rsidRPr="00DF1E1B" w:rsidRDefault="00B70909" w:rsidP="0085276B">
      <w:pPr>
        <w:jc w:val="center"/>
        <w:rPr>
          <w:b/>
          <w:bCs/>
          <w:sz w:val="28"/>
          <w:szCs w:val="28"/>
        </w:rPr>
      </w:pPr>
      <w:r w:rsidRPr="00DF1E1B">
        <w:rPr>
          <w:b/>
          <w:bCs/>
          <w:sz w:val="28"/>
          <w:szCs w:val="28"/>
        </w:rPr>
        <w:t>АДМИНИСТРАЦИЯ ВЫШЕСТЕБЛИЕВСКОГО</w:t>
      </w:r>
    </w:p>
    <w:p w:rsidR="00B70909" w:rsidRPr="00DF1E1B" w:rsidRDefault="00B70909" w:rsidP="0085276B">
      <w:pPr>
        <w:ind w:left="-360"/>
        <w:jc w:val="center"/>
        <w:rPr>
          <w:b/>
          <w:bCs/>
          <w:sz w:val="28"/>
          <w:szCs w:val="28"/>
        </w:rPr>
      </w:pPr>
      <w:r w:rsidRPr="00DF1E1B">
        <w:rPr>
          <w:b/>
          <w:bCs/>
          <w:sz w:val="28"/>
          <w:szCs w:val="28"/>
        </w:rPr>
        <w:t>СЕЛЬСКОГО ПОСЕЛЕНИЯ ТЕМРЮКСКОГО РАЙОНА</w:t>
      </w:r>
    </w:p>
    <w:p w:rsidR="00B70909" w:rsidRPr="00DF1E1B" w:rsidRDefault="00B70909" w:rsidP="0085276B">
      <w:pPr>
        <w:ind w:left="-360"/>
        <w:jc w:val="center"/>
        <w:rPr>
          <w:b/>
          <w:bCs/>
          <w:sz w:val="28"/>
          <w:szCs w:val="28"/>
        </w:rPr>
      </w:pPr>
    </w:p>
    <w:p w:rsidR="00B70909" w:rsidRPr="00E84A91" w:rsidRDefault="00B70909" w:rsidP="0085276B">
      <w:pPr>
        <w:jc w:val="center"/>
        <w:rPr>
          <w:b/>
          <w:bCs/>
          <w:sz w:val="32"/>
          <w:szCs w:val="32"/>
        </w:rPr>
      </w:pPr>
      <w:r w:rsidRPr="00E84A91">
        <w:rPr>
          <w:b/>
          <w:bCs/>
          <w:sz w:val="32"/>
          <w:szCs w:val="32"/>
        </w:rPr>
        <w:t>ПОСТАНОВЛЕНИЕ</w:t>
      </w:r>
    </w:p>
    <w:p w:rsidR="00B70909" w:rsidRPr="00DF1E1B" w:rsidRDefault="00B70909" w:rsidP="0085276B">
      <w:pPr>
        <w:ind w:left="-540"/>
        <w:jc w:val="center"/>
        <w:rPr>
          <w:b/>
          <w:bCs/>
          <w:sz w:val="28"/>
          <w:szCs w:val="28"/>
        </w:rPr>
      </w:pPr>
    </w:p>
    <w:p w:rsidR="00B70909" w:rsidRPr="00DF1E1B" w:rsidRDefault="00B70909" w:rsidP="0085276B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16.04.2013           </w:t>
      </w:r>
      <w:r w:rsidRPr="00DF1E1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                  № 98</w:t>
      </w:r>
    </w:p>
    <w:p w:rsidR="00B70909" w:rsidRDefault="00B70909" w:rsidP="0085276B">
      <w:pPr>
        <w:ind w:firstLine="225"/>
        <w:jc w:val="center"/>
        <w:rPr>
          <w:b/>
          <w:bCs/>
          <w:sz w:val="28"/>
          <w:szCs w:val="28"/>
        </w:rPr>
      </w:pPr>
      <w:r w:rsidRPr="00AE46A9">
        <w:rPr>
          <w:sz w:val="28"/>
          <w:szCs w:val="28"/>
        </w:rPr>
        <w:t>станица Вышестеблиевская</w:t>
      </w:r>
    </w:p>
    <w:p w:rsidR="00B70909" w:rsidRDefault="00B70909" w:rsidP="00B5666A">
      <w:pPr>
        <w:ind w:firstLine="225"/>
        <w:jc w:val="center"/>
        <w:rPr>
          <w:b/>
          <w:bCs/>
          <w:sz w:val="28"/>
          <w:szCs w:val="28"/>
        </w:rPr>
      </w:pPr>
    </w:p>
    <w:p w:rsidR="00B70909" w:rsidRPr="00FF642C" w:rsidRDefault="00B70909" w:rsidP="00B5666A">
      <w:pPr>
        <w:ind w:firstLine="225"/>
        <w:jc w:val="center"/>
        <w:rPr>
          <w:b/>
          <w:bCs/>
          <w:color w:val="000000"/>
          <w:sz w:val="28"/>
          <w:szCs w:val="28"/>
        </w:rPr>
      </w:pPr>
      <w:r w:rsidRPr="00FF642C">
        <w:rPr>
          <w:b/>
          <w:bCs/>
          <w:sz w:val="28"/>
          <w:szCs w:val="28"/>
        </w:rPr>
        <w:t>Об утверждении Положения «О порядке представления лицом,  поступающим на работу на должность руководителя муниципального учреж</w:t>
      </w:r>
      <w:r>
        <w:rPr>
          <w:b/>
          <w:bCs/>
          <w:sz w:val="28"/>
          <w:szCs w:val="28"/>
        </w:rPr>
        <w:t>дения Вышестеблиевского сельского поселения  Темрюкского</w:t>
      </w:r>
      <w:r w:rsidRPr="00FF642C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FF642C">
        <w:rPr>
          <w:b/>
          <w:bCs/>
          <w:sz w:val="28"/>
          <w:szCs w:val="28"/>
        </w:rPr>
        <w:t>, а также руководителем муниципального учреж</w:t>
      </w:r>
      <w:r>
        <w:rPr>
          <w:b/>
          <w:bCs/>
          <w:sz w:val="28"/>
          <w:szCs w:val="28"/>
        </w:rPr>
        <w:t>дения Вышестеблиевского сельского поселения Темрюкского</w:t>
      </w:r>
      <w:r w:rsidRPr="00FF642C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FF642C">
        <w:rPr>
          <w:b/>
          <w:bCs/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</w:p>
    <w:p w:rsidR="00B70909" w:rsidRPr="0073309F" w:rsidRDefault="00B70909" w:rsidP="00B5666A">
      <w:pPr>
        <w:rPr>
          <w:sz w:val="28"/>
          <w:szCs w:val="28"/>
        </w:rPr>
      </w:pPr>
    </w:p>
    <w:p w:rsidR="00B70909" w:rsidRDefault="00B70909" w:rsidP="00B5666A">
      <w:pPr>
        <w:ind w:firstLine="705"/>
        <w:jc w:val="both"/>
        <w:rPr>
          <w:color w:val="000000"/>
          <w:sz w:val="28"/>
          <w:szCs w:val="28"/>
        </w:rPr>
      </w:pPr>
      <w:r w:rsidRPr="006A3D62">
        <w:rPr>
          <w:color w:val="000000"/>
          <w:sz w:val="28"/>
          <w:szCs w:val="28"/>
        </w:rPr>
        <w:t>В соответствии с частью 4 статьи 275 Трудового кодекса Российской Федерации, Федеральным законом от 29</w:t>
      </w:r>
      <w:r>
        <w:rPr>
          <w:color w:val="000000"/>
          <w:sz w:val="28"/>
          <w:szCs w:val="28"/>
        </w:rPr>
        <w:t xml:space="preserve"> декабря </w:t>
      </w:r>
      <w:r w:rsidRPr="006A3D62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 xml:space="preserve">года </w:t>
      </w:r>
      <w:r w:rsidRPr="006A3D62">
        <w:rPr>
          <w:color w:val="000000"/>
          <w:sz w:val="28"/>
          <w:szCs w:val="28"/>
        </w:rPr>
        <w:t xml:space="preserve">№ 280-ФЗ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</w:t>
      </w:r>
      <w:r>
        <w:rPr>
          <w:color w:val="000000"/>
          <w:sz w:val="28"/>
          <w:szCs w:val="28"/>
        </w:rPr>
        <w:t xml:space="preserve">  </w:t>
      </w:r>
      <w:r w:rsidRPr="006A3D62">
        <w:rPr>
          <w:color w:val="000000"/>
          <w:sz w:val="28"/>
          <w:szCs w:val="28"/>
        </w:rPr>
        <w:t xml:space="preserve">имущественного </w:t>
      </w:r>
      <w:r>
        <w:rPr>
          <w:color w:val="000000"/>
          <w:sz w:val="28"/>
          <w:szCs w:val="28"/>
        </w:rPr>
        <w:t xml:space="preserve">  </w:t>
      </w:r>
      <w:r w:rsidRPr="006A3D62">
        <w:rPr>
          <w:color w:val="000000"/>
          <w:sz w:val="28"/>
          <w:szCs w:val="28"/>
        </w:rPr>
        <w:t>характера»,</w:t>
      </w:r>
      <w:r>
        <w:rPr>
          <w:color w:val="000000"/>
          <w:sz w:val="28"/>
          <w:szCs w:val="28"/>
        </w:rPr>
        <w:t xml:space="preserve">  Федеральным     законом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  от </w:t>
      </w:r>
    </w:p>
    <w:p w:rsidR="00B70909" w:rsidRDefault="00B70909" w:rsidP="002509B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25 декабря 2008 года № 273-ФЗ «О противодействии коррупции», постановлением Правительства Российской Федерации от 13 марта 2013 года № 208 «Об утверждении Правил </w:t>
      </w:r>
      <w:r w:rsidRPr="0099297B">
        <w:rPr>
          <w:sz w:val="28"/>
          <w:szCs w:val="28"/>
        </w:rPr>
        <w:t xml:space="preserve">представления лицом, поступающим на работу на должность руководителя </w:t>
      </w:r>
      <w:r>
        <w:rPr>
          <w:sz w:val="28"/>
          <w:szCs w:val="28"/>
        </w:rPr>
        <w:t>федерального государственного учреждения</w:t>
      </w:r>
      <w:r w:rsidRPr="0099297B">
        <w:rPr>
          <w:sz w:val="28"/>
          <w:szCs w:val="28"/>
        </w:rPr>
        <w:t xml:space="preserve">, а также руководителем </w:t>
      </w:r>
      <w:r>
        <w:rPr>
          <w:sz w:val="28"/>
          <w:szCs w:val="28"/>
        </w:rPr>
        <w:t>федерального государственного учреждения сведений о своих доходах, об </w:t>
      </w:r>
      <w:r w:rsidRPr="0099297B">
        <w:rPr>
          <w:sz w:val="28"/>
          <w:szCs w:val="28"/>
        </w:rPr>
        <w:t>имуществе и обязательствах имуществе</w:t>
      </w:r>
      <w:r>
        <w:rPr>
          <w:sz w:val="28"/>
          <w:szCs w:val="28"/>
        </w:rPr>
        <w:t>нного характера и о доходах, об </w:t>
      </w:r>
      <w:r w:rsidRPr="0099297B">
        <w:rPr>
          <w:sz w:val="28"/>
          <w:szCs w:val="28"/>
        </w:rPr>
        <w:t xml:space="preserve">имуществе и обязательствах имущественного характера </w:t>
      </w:r>
      <w:r>
        <w:rPr>
          <w:sz w:val="28"/>
          <w:szCs w:val="28"/>
        </w:rPr>
        <w:t xml:space="preserve">своих </w:t>
      </w:r>
      <w:r w:rsidRPr="0099297B">
        <w:rPr>
          <w:sz w:val="28"/>
          <w:szCs w:val="28"/>
        </w:rPr>
        <w:t>супруг</w:t>
      </w:r>
      <w:r>
        <w:rPr>
          <w:sz w:val="28"/>
          <w:szCs w:val="28"/>
        </w:rPr>
        <w:t>а</w:t>
      </w:r>
      <w:r w:rsidRPr="0099297B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99297B">
        <w:rPr>
          <w:sz w:val="28"/>
          <w:szCs w:val="28"/>
        </w:rPr>
        <w:t>) и несовершеннолетних детей</w:t>
      </w:r>
      <w:r>
        <w:rPr>
          <w:color w:val="000000"/>
          <w:sz w:val="28"/>
          <w:szCs w:val="28"/>
        </w:rPr>
        <w:t xml:space="preserve">»  </w:t>
      </w:r>
      <w:r>
        <w:rPr>
          <w:sz w:val="28"/>
          <w:szCs w:val="28"/>
        </w:rPr>
        <w:t xml:space="preserve">п о с т а н о в л я ю: </w:t>
      </w:r>
    </w:p>
    <w:p w:rsidR="00B70909" w:rsidRDefault="00B70909" w:rsidP="00B5666A">
      <w:pPr>
        <w:jc w:val="both"/>
        <w:rPr>
          <w:sz w:val="28"/>
          <w:szCs w:val="28"/>
        </w:rPr>
      </w:pPr>
      <w:r w:rsidRPr="00892AA1">
        <w:rPr>
          <w:sz w:val="28"/>
          <w:szCs w:val="28"/>
        </w:rPr>
        <w:tab/>
        <w:t>1. Утвердить Положение «О порядке представления лицом,  поступающим на работу на должность руководителя муниципального учреж</w:t>
      </w:r>
      <w:r>
        <w:rPr>
          <w:sz w:val="28"/>
          <w:szCs w:val="28"/>
        </w:rPr>
        <w:t>дения Вышестеблиевского сельского поселения Темрюкского</w:t>
      </w:r>
      <w:r w:rsidRPr="00892AA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892AA1">
        <w:rPr>
          <w:sz w:val="28"/>
          <w:szCs w:val="28"/>
        </w:rPr>
        <w:t xml:space="preserve">, а также руководителем муниципального учреждения муниципального образования Темрюкский район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(далее - Положение) (приложение). </w:t>
      </w:r>
    </w:p>
    <w:p w:rsidR="00B70909" w:rsidRPr="00892AA1" w:rsidRDefault="00B70909" w:rsidP="00B5666A">
      <w:pPr>
        <w:jc w:val="both"/>
        <w:rPr>
          <w:sz w:val="28"/>
          <w:szCs w:val="28"/>
        </w:rPr>
      </w:pPr>
    </w:p>
    <w:p w:rsidR="00B70909" w:rsidRDefault="00B70909" w:rsidP="00892AA1">
      <w:pPr>
        <w:jc w:val="both"/>
        <w:rPr>
          <w:sz w:val="28"/>
          <w:szCs w:val="28"/>
        </w:rPr>
      </w:pPr>
      <w:r w:rsidRPr="00892AA1">
        <w:rPr>
          <w:sz w:val="28"/>
          <w:szCs w:val="28"/>
        </w:rPr>
        <w:tab/>
      </w: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(Бедакова) </w:t>
      </w:r>
      <w:r>
        <w:rPr>
          <w:color w:val="000000"/>
          <w:sz w:val="28"/>
          <w:szCs w:val="28"/>
        </w:rPr>
        <w:t>обнародовать</w:t>
      </w:r>
      <w:r w:rsidRPr="00490E8B">
        <w:rPr>
          <w:color w:val="000000"/>
          <w:sz w:val="28"/>
          <w:szCs w:val="28"/>
        </w:rPr>
        <w:t xml:space="preserve"> настоящее  </w:t>
      </w:r>
      <w:r>
        <w:rPr>
          <w:color w:val="000000"/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490E8B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разместить</w:t>
      </w:r>
      <w:r w:rsidRPr="00B86B39">
        <w:rPr>
          <w:kern w:val="1"/>
          <w:sz w:val="28"/>
          <w:szCs w:val="28"/>
        </w:rPr>
        <w:t xml:space="preserve"> на официальном </w:t>
      </w:r>
      <w:r>
        <w:rPr>
          <w:color w:val="000000"/>
          <w:sz w:val="28"/>
          <w:szCs w:val="28"/>
        </w:rPr>
        <w:t>сайте администрации Вышестеблиевского сельского поселения  Темрюкского</w:t>
      </w:r>
      <w:r w:rsidRPr="00490E8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90E8B">
        <w:rPr>
          <w:color w:val="000000"/>
          <w:sz w:val="28"/>
          <w:szCs w:val="28"/>
        </w:rPr>
        <w:t xml:space="preserve"> в информационно-телекоммуникационной сети общего пользования</w:t>
      </w:r>
      <w:r>
        <w:rPr>
          <w:sz w:val="28"/>
          <w:szCs w:val="28"/>
        </w:rPr>
        <w:t>.</w:t>
      </w:r>
    </w:p>
    <w:p w:rsidR="00B70909" w:rsidRPr="00726E6A" w:rsidRDefault="00B70909" w:rsidP="00B5666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общего отдела администрации Вышестеблиевского сельского поселения Темрюкского района  (Бедакова) ознакомить руководителей муниципальных учреждений Вышестеблиевского сельского поселения Темрюкского</w:t>
      </w:r>
      <w:r w:rsidRPr="00C249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с настоящим Положением.</w:t>
      </w:r>
    </w:p>
    <w:p w:rsidR="00B70909" w:rsidRPr="008A5845" w:rsidRDefault="00B70909" w:rsidP="008A5845">
      <w:pPr>
        <w:ind w:firstLine="2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4. Контроль за выполнением </w:t>
      </w:r>
      <w:r w:rsidRPr="0042794B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«</w:t>
      </w:r>
      <w:r w:rsidRPr="008A5845">
        <w:rPr>
          <w:sz w:val="28"/>
          <w:szCs w:val="28"/>
        </w:rPr>
        <w:t xml:space="preserve">Об утверждении Положения «О порядке представления лицом,  поступающим на работу на должность руководителя муниципального учреждения Вышестеблиевского сельского поселения  Темрюкского района, а также руководителем муниципального учреждения Вышестеблиевского сельского поселения Темрюкского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  <w:r>
        <w:rPr>
          <w:sz w:val="28"/>
          <w:szCs w:val="28"/>
        </w:rPr>
        <w:t>оставляю за собой.</w:t>
      </w:r>
    </w:p>
    <w:p w:rsidR="00B70909" w:rsidRDefault="00B70909" w:rsidP="00B56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2794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обнародования</w:t>
      </w:r>
      <w:r w:rsidRPr="0042794B">
        <w:rPr>
          <w:sz w:val="28"/>
          <w:szCs w:val="28"/>
        </w:rPr>
        <w:t>.</w:t>
      </w:r>
    </w:p>
    <w:p w:rsidR="00B70909" w:rsidRDefault="00B70909" w:rsidP="00B5666A">
      <w:pPr>
        <w:jc w:val="both"/>
        <w:rPr>
          <w:sz w:val="28"/>
          <w:szCs w:val="28"/>
        </w:rPr>
      </w:pPr>
    </w:p>
    <w:p w:rsidR="00B70909" w:rsidRPr="002E31CA" w:rsidRDefault="00B70909" w:rsidP="00B5666A">
      <w:pPr>
        <w:rPr>
          <w:sz w:val="28"/>
          <w:szCs w:val="28"/>
        </w:rPr>
      </w:pPr>
    </w:p>
    <w:p w:rsidR="00B70909" w:rsidRPr="002E31CA" w:rsidRDefault="00B70909" w:rsidP="00B5666A">
      <w:pPr>
        <w:rPr>
          <w:sz w:val="28"/>
          <w:szCs w:val="28"/>
        </w:rPr>
      </w:pPr>
    </w:p>
    <w:p w:rsidR="00B70909" w:rsidRDefault="00B70909" w:rsidP="00B566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Вышестеблиевского</w:t>
      </w:r>
    </w:p>
    <w:p w:rsidR="00B70909" w:rsidRDefault="00B70909" w:rsidP="00B566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</w:p>
    <w:p w:rsidR="00B70909" w:rsidRDefault="00B70909" w:rsidP="008A5845">
      <w:pPr>
        <w:tabs>
          <w:tab w:val="left" w:pos="787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 района                                                                            П.К. Хаджиди</w:t>
      </w:r>
    </w:p>
    <w:p w:rsidR="00B70909" w:rsidRDefault="00B70909" w:rsidP="00B5666A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p w:rsidR="00B70909" w:rsidRDefault="00B70909"/>
    <w:sectPr w:rsidR="00B70909" w:rsidSect="00E8121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909" w:rsidRDefault="00B70909">
      <w:r>
        <w:separator/>
      </w:r>
    </w:p>
  </w:endnote>
  <w:endnote w:type="continuationSeparator" w:id="1">
    <w:p w:rsidR="00B70909" w:rsidRDefault="00B70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909" w:rsidRDefault="00B70909">
      <w:r>
        <w:separator/>
      </w:r>
    </w:p>
  </w:footnote>
  <w:footnote w:type="continuationSeparator" w:id="1">
    <w:p w:rsidR="00B70909" w:rsidRDefault="00B70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909" w:rsidRDefault="00B70909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B70909" w:rsidRDefault="00B7090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BF"/>
    <w:rsid w:val="00046D67"/>
    <w:rsid w:val="000664A9"/>
    <w:rsid w:val="000877BF"/>
    <w:rsid w:val="000D141E"/>
    <w:rsid w:val="00134FF0"/>
    <w:rsid w:val="001805D8"/>
    <w:rsid w:val="001A1F68"/>
    <w:rsid w:val="001A7258"/>
    <w:rsid w:val="001C2BB4"/>
    <w:rsid w:val="002509BB"/>
    <w:rsid w:val="002736AF"/>
    <w:rsid w:val="0028721E"/>
    <w:rsid w:val="002C7429"/>
    <w:rsid w:val="002E31CA"/>
    <w:rsid w:val="002E71B5"/>
    <w:rsid w:val="002F51CE"/>
    <w:rsid w:val="00300C3C"/>
    <w:rsid w:val="00312350"/>
    <w:rsid w:val="003A1AC4"/>
    <w:rsid w:val="003B0571"/>
    <w:rsid w:val="003D64F2"/>
    <w:rsid w:val="003F0E12"/>
    <w:rsid w:val="0042794B"/>
    <w:rsid w:val="004456B5"/>
    <w:rsid w:val="00490E8B"/>
    <w:rsid w:val="004C557A"/>
    <w:rsid w:val="004D327E"/>
    <w:rsid w:val="004F1BD7"/>
    <w:rsid w:val="0052600D"/>
    <w:rsid w:val="005976F1"/>
    <w:rsid w:val="005A491A"/>
    <w:rsid w:val="005D34F8"/>
    <w:rsid w:val="00611DC9"/>
    <w:rsid w:val="00634C28"/>
    <w:rsid w:val="00655D1C"/>
    <w:rsid w:val="006611A0"/>
    <w:rsid w:val="00681F06"/>
    <w:rsid w:val="0069041D"/>
    <w:rsid w:val="00696A45"/>
    <w:rsid w:val="006A3D62"/>
    <w:rsid w:val="006B6F12"/>
    <w:rsid w:val="006C6D55"/>
    <w:rsid w:val="006D377C"/>
    <w:rsid w:val="00726E6A"/>
    <w:rsid w:val="0073309F"/>
    <w:rsid w:val="00733C60"/>
    <w:rsid w:val="007430EB"/>
    <w:rsid w:val="00746304"/>
    <w:rsid w:val="00753294"/>
    <w:rsid w:val="00776B09"/>
    <w:rsid w:val="007B1C25"/>
    <w:rsid w:val="007F243D"/>
    <w:rsid w:val="0084284D"/>
    <w:rsid w:val="0085276B"/>
    <w:rsid w:val="00892AA1"/>
    <w:rsid w:val="00895D92"/>
    <w:rsid w:val="008A5845"/>
    <w:rsid w:val="008B237D"/>
    <w:rsid w:val="008C18FE"/>
    <w:rsid w:val="008C2EF6"/>
    <w:rsid w:val="00915EF3"/>
    <w:rsid w:val="00983721"/>
    <w:rsid w:val="0099297B"/>
    <w:rsid w:val="009A5620"/>
    <w:rsid w:val="00A11F2D"/>
    <w:rsid w:val="00A43E84"/>
    <w:rsid w:val="00A83B26"/>
    <w:rsid w:val="00A964B5"/>
    <w:rsid w:val="00AB6DD4"/>
    <w:rsid w:val="00AC16EE"/>
    <w:rsid w:val="00AD05CC"/>
    <w:rsid w:val="00AE1AEE"/>
    <w:rsid w:val="00AE46A9"/>
    <w:rsid w:val="00B5666A"/>
    <w:rsid w:val="00B70909"/>
    <w:rsid w:val="00B86B39"/>
    <w:rsid w:val="00C134CA"/>
    <w:rsid w:val="00C249C2"/>
    <w:rsid w:val="00C3534A"/>
    <w:rsid w:val="00C92504"/>
    <w:rsid w:val="00CA3297"/>
    <w:rsid w:val="00CD222A"/>
    <w:rsid w:val="00CF35F3"/>
    <w:rsid w:val="00D506F0"/>
    <w:rsid w:val="00D56EBB"/>
    <w:rsid w:val="00D87BD3"/>
    <w:rsid w:val="00D93A19"/>
    <w:rsid w:val="00DB736A"/>
    <w:rsid w:val="00DF1E1B"/>
    <w:rsid w:val="00E079B1"/>
    <w:rsid w:val="00E43FD9"/>
    <w:rsid w:val="00E51DE1"/>
    <w:rsid w:val="00E56ABF"/>
    <w:rsid w:val="00E81217"/>
    <w:rsid w:val="00E84A91"/>
    <w:rsid w:val="00F27BA5"/>
    <w:rsid w:val="00F33BA9"/>
    <w:rsid w:val="00F95153"/>
    <w:rsid w:val="00FB50CF"/>
    <w:rsid w:val="00FF521D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666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5666A"/>
    <w:rPr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B566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66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2</Pages>
  <Words>542</Words>
  <Characters>3093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18</cp:revision>
  <cp:lastPrinted>2013-04-10T12:32:00Z</cp:lastPrinted>
  <dcterms:created xsi:type="dcterms:W3CDTF">2013-03-27T08:24:00Z</dcterms:created>
  <dcterms:modified xsi:type="dcterms:W3CDTF">2013-04-15T10:39:00Z</dcterms:modified>
</cp:coreProperties>
</file>