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7E" w:rsidRDefault="00FE1C7E" w:rsidP="00A1614D">
      <w:pPr>
        <w:spacing w:line="360" w:lineRule="auto"/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Изображение" style="position:absolute;left:0;text-align:left;margin-left:0;margin-top:-45pt;width:62.25pt;height:55.5pt;z-index:-251658240;visibility:visible;mso-position-horizontal:center">
            <v:imagedata r:id="rId4" o:title=""/>
          </v:shape>
        </w:pict>
      </w:r>
    </w:p>
    <w:p w:rsidR="00FE1C7E" w:rsidRDefault="00FE1C7E" w:rsidP="00A1614D">
      <w:pPr>
        <w:jc w:val="center"/>
        <w:rPr>
          <w:b/>
          <w:bCs/>
        </w:rPr>
      </w:pPr>
      <w:r>
        <w:rPr>
          <w:b/>
          <w:bCs/>
        </w:rPr>
        <w:t>АДМИНИСТРАЦИЯ ВЫШЕСТЕБЛИЕВСКОГО</w:t>
      </w:r>
    </w:p>
    <w:p w:rsidR="00FE1C7E" w:rsidRDefault="00FE1C7E" w:rsidP="00A1614D">
      <w:pPr>
        <w:ind w:left="-360"/>
        <w:jc w:val="center"/>
        <w:rPr>
          <w:b/>
          <w:bCs/>
        </w:rPr>
      </w:pPr>
      <w:r>
        <w:rPr>
          <w:b/>
          <w:bCs/>
        </w:rPr>
        <w:t>СЕЛЬСКОГО ПОСЕЛЕНИЯ ТЕМРЮКСКОГО РАЙОНА</w:t>
      </w:r>
    </w:p>
    <w:p w:rsidR="00FE1C7E" w:rsidRDefault="00FE1C7E" w:rsidP="00A1614D">
      <w:pPr>
        <w:ind w:left="-360"/>
        <w:jc w:val="center"/>
        <w:rPr>
          <w:b/>
          <w:bCs/>
        </w:rPr>
      </w:pPr>
    </w:p>
    <w:p w:rsidR="00FE1C7E" w:rsidRDefault="00FE1C7E" w:rsidP="00A1614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E1C7E" w:rsidRDefault="00FE1C7E" w:rsidP="00A1614D">
      <w:pPr>
        <w:ind w:left="-540"/>
        <w:jc w:val="center"/>
        <w:rPr>
          <w:b/>
          <w:bCs/>
        </w:rPr>
      </w:pPr>
    </w:p>
    <w:p w:rsidR="00FE1C7E" w:rsidRDefault="00FE1C7E" w:rsidP="00A1614D">
      <w:pPr>
        <w:tabs>
          <w:tab w:val="left" w:pos="4500"/>
          <w:tab w:val="left" w:pos="5400"/>
        </w:tabs>
        <w:ind w:left="-540" w:right="-81"/>
        <w:jc w:val="both"/>
      </w:pPr>
      <w:r>
        <w:t xml:space="preserve">        </w:t>
      </w:r>
      <w:r w:rsidRPr="006203AD">
        <w:t xml:space="preserve">от </w:t>
      </w:r>
      <w:r>
        <w:t xml:space="preserve">02.04.2015            </w:t>
      </w:r>
      <w:r w:rsidRPr="006203AD">
        <w:t xml:space="preserve">                                                                                         </w:t>
      </w:r>
      <w:r>
        <w:t>№  86</w:t>
      </w:r>
    </w:p>
    <w:p w:rsidR="00FE1C7E" w:rsidRPr="00FE0744" w:rsidRDefault="00FE1C7E" w:rsidP="00A1614D">
      <w:pPr>
        <w:tabs>
          <w:tab w:val="left" w:pos="4500"/>
        </w:tabs>
        <w:jc w:val="center"/>
      </w:pPr>
      <w:r w:rsidRPr="00FE0744">
        <w:t>станица Вышестеблиевская</w:t>
      </w:r>
    </w:p>
    <w:p w:rsidR="00FE1C7E" w:rsidRDefault="00FE1C7E" w:rsidP="003A09C0">
      <w:pPr>
        <w:rPr>
          <w:sz w:val="24"/>
          <w:szCs w:val="24"/>
        </w:rPr>
      </w:pPr>
    </w:p>
    <w:p w:rsidR="00FE1C7E" w:rsidRDefault="00FE1C7E" w:rsidP="00C55AFC">
      <w:pPr>
        <w:rPr>
          <w:sz w:val="24"/>
          <w:szCs w:val="24"/>
        </w:rPr>
      </w:pPr>
    </w:p>
    <w:p w:rsidR="00FE1C7E" w:rsidRDefault="00FE1C7E" w:rsidP="00C55AFC">
      <w:pPr>
        <w:suppressAutoHyphens/>
        <w:spacing w:line="228" w:lineRule="auto"/>
        <w:jc w:val="center"/>
      </w:pPr>
      <w:r w:rsidRPr="00CF7E98">
        <w:rPr>
          <w:b/>
          <w:bCs/>
        </w:rPr>
        <w:t>О назначении</w:t>
      </w:r>
      <w:r>
        <w:rPr>
          <w:b/>
          <w:bCs/>
        </w:rPr>
        <w:t xml:space="preserve"> проведения</w:t>
      </w:r>
      <w:r w:rsidRPr="00CF7E98">
        <w:rPr>
          <w:b/>
          <w:bCs/>
        </w:rPr>
        <w:t xml:space="preserve"> публичных слушаний </w:t>
      </w:r>
      <w:r>
        <w:rPr>
          <w:b/>
          <w:bCs/>
        </w:rPr>
        <w:t>по вопросу предоставления разрешения на отклонение от предельных параметров разрешенного строительства объекта капитального строительства</w:t>
      </w:r>
    </w:p>
    <w:p w:rsidR="00FE1C7E" w:rsidRDefault="00FE1C7E" w:rsidP="00C55AFC">
      <w:pPr>
        <w:suppressAutoHyphens/>
        <w:spacing w:line="228" w:lineRule="auto"/>
        <w:jc w:val="center"/>
      </w:pPr>
    </w:p>
    <w:p w:rsidR="00FE1C7E" w:rsidRDefault="00FE1C7E" w:rsidP="00AF2C07">
      <w:pPr>
        <w:spacing w:line="228" w:lineRule="auto"/>
        <w:ind w:firstLine="708"/>
        <w:jc w:val="both"/>
      </w:pPr>
      <w:r>
        <w:t xml:space="preserve">В целях обеспечения прав и законных интересов гражданина, руководствуясь  статьей 40 Градостроительного кодекса Российской Федерации, Федеральным    законом    от   06  октября   2003 года  № 131-ФЗ «Об общих  принципах  организации  местного  самоуправления  в Российской  Федерации», решением </w:t>
      </w:r>
      <w:r w:rsidRPr="004E78F0">
        <w:t xml:space="preserve">Совета </w:t>
      </w:r>
      <w:r>
        <w:t>Вышестеблиевского</w:t>
      </w:r>
      <w:r w:rsidRPr="004E78F0">
        <w:t xml:space="preserve"> сельского поселения Темрюкского района </w:t>
      </w:r>
      <w:r>
        <w:t>от 18 июля 2013</w:t>
      </w:r>
      <w:r w:rsidRPr="004E78F0">
        <w:t xml:space="preserve"> года </w:t>
      </w:r>
      <w:r>
        <w:t>№ 274</w:t>
      </w:r>
      <w:r w:rsidRPr="001930D3">
        <w:t xml:space="preserve"> «</w:t>
      </w:r>
      <w:r w:rsidRPr="00846B5F">
        <w:t>Об утверждении «Правил землепользования и застройки Вышестеблиевского сельского поселения Темрюкского района применительно к территории станицы Вышестеблиевская и поселка Виноградный»</w:t>
      </w:r>
      <w:r w:rsidRPr="00B6713D">
        <w:t>,</w:t>
      </w:r>
      <w:r>
        <w:t xml:space="preserve"> решением Совета Вышестеблиевского сельского поселения Темрюкского района от  28 августа  2006  года  № 60  «О   утверждении    Положения   о   публичных   слушаниях</w:t>
      </w:r>
    </w:p>
    <w:p w:rsidR="00FE1C7E" w:rsidRPr="00C54666" w:rsidRDefault="00FE1C7E" w:rsidP="00AF2C07">
      <w:pPr>
        <w:spacing w:line="228" w:lineRule="auto"/>
        <w:jc w:val="both"/>
      </w:pPr>
      <w:r>
        <w:t>Вышестеблиевского сельского поселения Темрюкского района»,                     п о с т а н о в л я ю:</w:t>
      </w:r>
    </w:p>
    <w:p w:rsidR="00FE1C7E" w:rsidRPr="00D2494A" w:rsidRDefault="00FE1C7E" w:rsidP="00AF2C07">
      <w:pPr>
        <w:suppressAutoHyphens/>
        <w:spacing w:line="228" w:lineRule="auto"/>
        <w:ind w:firstLine="720"/>
        <w:jc w:val="both"/>
      </w:pPr>
      <w:r>
        <w:t xml:space="preserve">1. Назначить проведение публичных слушаний по вопросу </w:t>
      </w:r>
      <w:r w:rsidRPr="00B91020">
        <w:t>предоставления разрешения на отклонение от предельных параметров разрешенного строительства</w:t>
      </w:r>
      <w:r>
        <w:t xml:space="preserve"> </w:t>
      </w:r>
      <w:r w:rsidRPr="00B91020">
        <w:t>объекта капитального строительства</w:t>
      </w:r>
      <w:r>
        <w:t xml:space="preserve"> на земельном участке, площадью 3459 квадратных метров, с кадастровым номером </w:t>
      </w:r>
      <w:r w:rsidRPr="00D2494A">
        <w:t>23:30:</w:t>
      </w:r>
      <w:r>
        <w:t xml:space="preserve">0803005:16, </w:t>
      </w:r>
      <w:r w:rsidRPr="00D2494A">
        <w:t>расположенн</w:t>
      </w:r>
      <w:r>
        <w:t xml:space="preserve">ого </w:t>
      </w:r>
      <w:r w:rsidRPr="00D2494A">
        <w:t>по</w:t>
      </w:r>
      <w:r>
        <w:t xml:space="preserve"> </w:t>
      </w:r>
      <w:r w:rsidRPr="00D2494A">
        <w:t xml:space="preserve">адресу: </w:t>
      </w:r>
      <w:r>
        <w:t xml:space="preserve">Краснодарский край, </w:t>
      </w:r>
      <w:r w:rsidRPr="00D2494A">
        <w:t>Темрюкский</w:t>
      </w:r>
      <w:r>
        <w:t xml:space="preserve"> </w:t>
      </w:r>
      <w:r w:rsidRPr="00D2494A">
        <w:t>район,</w:t>
      </w:r>
      <w:r>
        <w:t xml:space="preserve"> станица Вышестеблиевская, улица Верхняя, 83/ переулок Володарского, 5,  принадлежащий Солодовникову Сергею Алексеевичу, </w:t>
      </w:r>
      <w:r w:rsidRPr="00875779">
        <w:t xml:space="preserve"> </w:t>
      </w:r>
      <w:r>
        <w:t xml:space="preserve">на </w:t>
      </w:r>
      <w:r>
        <w:rPr>
          <w:color w:val="000000"/>
        </w:rPr>
        <w:t>23</w:t>
      </w:r>
      <w:r>
        <w:t xml:space="preserve"> апреля  2015 </w:t>
      </w:r>
      <w:r w:rsidRPr="007F68AD">
        <w:t>года</w:t>
      </w:r>
      <w:r>
        <w:t xml:space="preserve">  в 16 часов 00  минут  в актовом  зале  администрации  Вышестеблиевского</w:t>
      </w:r>
      <w:r w:rsidRPr="004E78F0">
        <w:t xml:space="preserve"> </w:t>
      </w:r>
      <w:r>
        <w:t>сельского поселения Темрюкского района</w:t>
      </w:r>
    </w:p>
    <w:p w:rsidR="00FE1C7E" w:rsidRPr="00C35B72" w:rsidRDefault="00FE1C7E" w:rsidP="00AF2C07">
      <w:pPr>
        <w:suppressAutoHyphens/>
        <w:spacing w:line="228" w:lineRule="auto"/>
        <w:ind w:firstLine="567"/>
        <w:jc w:val="both"/>
      </w:pPr>
      <w:r>
        <w:t xml:space="preserve">2. </w:t>
      </w:r>
      <w:r w:rsidRPr="00C35B72">
        <w:t xml:space="preserve">В связи с изменением даты проведения публичных слушаний, постановление администрации Вышестеблиевского сельского поселения Темрюкского района от </w:t>
      </w:r>
      <w:r>
        <w:t>12</w:t>
      </w:r>
      <w:r w:rsidRPr="00C35B72">
        <w:t xml:space="preserve"> </w:t>
      </w:r>
      <w:r>
        <w:t>марта</w:t>
      </w:r>
      <w:r w:rsidRPr="00C35B72">
        <w:t xml:space="preserve"> 201</w:t>
      </w:r>
      <w:r>
        <w:t>5</w:t>
      </w:r>
      <w:r w:rsidRPr="00C35B72">
        <w:t xml:space="preserve"> года  № </w:t>
      </w:r>
      <w:r>
        <w:t>64</w:t>
      </w:r>
      <w:r w:rsidRPr="00C35B72">
        <w:t xml:space="preserve"> «О назначении проведения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</w:t>
      </w:r>
      <w:r>
        <w:t>», считать утратившим силу.</w:t>
      </w:r>
    </w:p>
    <w:p w:rsidR="00FE1C7E" w:rsidRDefault="00FE1C7E" w:rsidP="00CE5118">
      <w:pPr>
        <w:spacing w:after="40" w:line="228" w:lineRule="auto"/>
        <w:ind w:firstLine="567"/>
        <w:jc w:val="both"/>
      </w:pPr>
      <w:r>
        <w:t>3.  Опубликовать настоящее постановление в газете «Тамань» и разместить на официальном сайте Вышестеблиевского сельского поселения в сети «Интернет».</w:t>
      </w:r>
    </w:p>
    <w:p w:rsidR="00FE1C7E" w:rsidRDefault="00FE1C7E" w:rsidP="00031CDB">
      <w:pPr>
        <w:spacing w:after="40" w:line="228" w:lineRule="auto"/>
        <w:ind w:firstLine="567"/>
        <w:jc w:val="both"/>
      </w:pPr>
    </w:p>
    <w:p w:rsidR="00FE1C7E" w:rsidRPr="000F74F6" w:rsidRDefault="00FE1C7E" w:rsidP="00CE5118">
      <w:pPr>
        <w:rPr>
          <w:sz w:val="13"/>
          <w:szCs w:val="13"/>
        </w:rPr>
      </w:pPr>
      <w:r w:rsidRPr="000F74F6">
        <w:rPr>
          <w:sz w:val="13"/>
          <w:szCs w:val="13"/>
        </w:rPr>
        <w:t>ООО «Редакция газеты «Тамань», тел. 5-24-54, 03-14 г., з. 175, т. 300</w:t>
      </w:r>
    </w:p>
    <w:p w:rsidR="00FE1C7E" w:rsidRDefault="00FE1C7E" w:rsidP="00031CDB">
      <w:pPr>
        <w:spacing w:after="40" w:line="228" w:lineRule="auto"/>
        <w:ind w:firstLine="567"/>
        <w:jc w:val="both"/>
      </w:pPr>
    </w:p>
    <w:p w:rsidR="00FE1C7E" w:rsidRDefault="00FE1C7E" w:rsidP="00031CDB">
      <w:pPr>
        <w:spacing w:after="40" w:line="228" w:lineRule="auto"/>
        <w:ind w:firstLine="567"/>
        <w:jc w:val="both"/>
      </w:pPr>
      <w:r>
        <w:t>4. Контроль  за выполнением настоящего постановления</w:t>
      </w:r>
      <w:r w:rsidRPr="00796E77">
        <w:rPr>
          <w:b/>
          <w:bCs/>
        </w:rPr>
        <w:t xml:space="preserve"> </w:t>
      </w:r>
      <w:r w:rsidRPr="00031CDB">
        <w:t>возложить на</w:t>
      </w:r>
      <w:r>
        <w:rPr>
          <w:b/>
          <w:bCs/>
        </w:rPr>
        <w:t xml:space="preserve"> </w:t>
      </w:r>
      <w:r>
        <w:t>заведующую</w:t>
      </w:r>
      <w:r w:rsidRPr="00827E0E">
        <w:t xml:space="preserve"> отделом имущественных и земельных отношений администрации Вышестеблиевского сельского поселения Темрюкского района Н.А. Кушик</w:t>
      </w:r>
      <w:r>
        <w:t>.</w:t>
      </w:r>
    </w:p>
    <w:p w:rsidR="00FE1C7E" w:rsidRPr="00F12F29" w:rsidRDefault="00FE1C7E" w:rsidP="00031CDB">
      <w:pPr>
        <w:spacing w:after="40" w:line="228" w:lineRule="auto"/>
        <w:ind w:firstLine="567"/>
        <w:jc w:val="both"/>
      </w:pPr>
      <w:r>
        <w:t>5</w:t>
      </w:r>
      <w:r w:rsidRPr="00F12F29">
        <w:t xml:space="preserve">. </w:t>
      </w:r>
      <w:r>
        <w:t>П</w:t>
      </w:r>
      <w:r w:rsidRPr="00F12F29">
        <w:t xml:space="preserve">остановление </w:t>
      </w:r>
      <w:r>
        <w:t xml:space="preserve"> </w:t>
      </w:r>
      <w:r w:rsidRPr="00F12F29">
        <w:t>вступает в силу со дня его официального опубликования.</w:t>
      </w:r>
    </w:p>
    <w:p w:rsidR="00FE1C7E" w:rsidRDefault="00FE1C7E" w:rsidP="00C55AFC">
      <w:pPr>
        <w:pStyle w:val="BodyText"/>
        <w:ind w:right="-185" w:firstLine="567"/>
      </w:pPr>
    </w:p>
    <w:p w:rsidR="00FE1C7E" w:rsidRDefault="00FE1C7E" w:rsidP="004A7BD4">
      <w:pPr>
        <w:pStyle w:val="BodyText"/>
        <w:ind w:right="-185" w:firstLine="720"/>
      </w:pPr>
    </w:p>
    <w:p w:rsidR="00FE1C7E" w:rsidRDefault="00FE1C7E" w:rsidP="004A7BD4">
      <w:pPr>
        <w:pStyle w:val="BodyText"/>
        <w:ind w:right="-185" w:firstLine="720"/>
      </w:pPr>
    </w:p>
    <w:p w:rsidR="00FE1C7E" w:rsidRDefault="00FE1C7E" w:rsidP="00263EA9">
      <w:pPr>
        <w:jc w:val="both"/>
      </w:pPr>
      <w:r>
        <w:t>Глава Вышестеблиевского</w:t>
      </w:r>
    </w:p>
    <w:p w:rsidR="00FE1C7E" w:rsidRDefault="00FE1C7E" w:rsidP="00263EA9">
      <w:pPr>
        <w:jc w:val="both"/>
      </w:pPr>
      <w:r>
        <w:t xml:space="preserve">сельского поселения </w:t>
      </w:r>
    </w:p>
    <w:p w:rsidR="00FE1C7E" w:rsidRDefault="00FE1C7E" w:rsidP="00263EA9">
      <w:pPr>
        <w:jc w:val="both"/>
      </w:pPr>
      <w:r>
        <w:t>Темрюкского района                                                                        П.К. Хаджиди</w:t>
      </w:r>
    </w:p>
    <w:p w:rsidR="00FE1C7E" w:rsidRDefault="00FE1C7E" w:rsidP="00263EA9">
      <w:pPr>
        <w:ind w:right="-185"/>
      </w:pPr>
    </w:p>
    <w:p w:rsidR="00FE1C7E" w:rsidRDefault="00FE1C7E" w:rsidP="004A7BD4">
      <w:pPr>
        <w:ind w:right="-185"/>
        <w:jc w:val="both"/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p w:rsidR="00FE1C7E" w:rsidRDefault="00FE1C7E" w:rsidP="004A7BD4">
      <w:pPr>
        <w:ind w:right="-185"/>
        <w:rPr>
          <w:sz w:val="24"/>
          <w:szCs w:val="24"/>
        </w:rPr>
      </w:pPr>
    </w:p>
    <w:sectPr w:rsidR="00FE1C7E" w:rsidSect="00CE511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31CDB"/>
    <w:rsid w:val="000C30A7"/>
    <w:rsid w:val="000C416D"/>
    <w:rsid w:val="000F74F6"/>
    <w:rsid w:val="001168AA"/>
    <w:rsid w:val="001930D3"/>
    <w:rsid w:val="00194326"/>
    <w:rsid w:val="001B6DC6"/>
    <w:rsid w:val="00226EE5"/>
    <w:rsid w:val="002318E3"/>
    <w:rsid w:val="0024099F"/>
    <w:rsid w:val="00263EA9"/>
    <w:rsid w:val="00265F72"/>
    <w:rsid w:val="00314C24"/>
    <w:rsid w:val="003222E5"/>
    <w:rsid w:val="003233D1"/>
    <w:rsid w:val="003A09C0"/>
    <w:rsid w:val="003D64D8"/>
    <w:rsid w:val="003E38C8"/>
    <w:rsid w:val="004154F1"/>
    <w:rsid w:val="00415AA6"/>
    <w:rsid w:val="00457B07"/>
    <w:rsid w:val="00472FB1"/>
    <w:rsid w:val="004A7BD4"/>
    <w:rsid w:val="004B757B"/>
    <w:rsid w:val="004C3931"/>
    <w:rsid w:val="004E78F0"/>
    <w:rsid w:val="0052021F"/>
    <w:rsid w:val="005A4B2F"/>
    <w:rsid w:val="00604A74"/>
    <w:rsid w:val="00612565"/>
    <w:rsid w:val="00612F66"/>
    <w:rsid w:val="006203AD"/>
    <w:rsid w:val="00646F58"/>
    <w:rsid w:val="00687128"/>
    <w:rsid w:val="00687199"/>
    <w:rsid w:val="0069316E"/>
    <w:rsid w:val="007123CA"/>
    <w:rsid w:val="0072271B"/>
    <w:rsid w:val="00723D0C"/>
    <w:rsid w:val="007620EF"/>
    <w:rsid w:val="00796E77"/>
    <w:rsid w:val="007A58C9"/>
    <w:rsid w:val="007F68AD"/>
    <w:rsid w:val="00827E0E"/>
    <w:rsid w:val="0084005E"/>
    <w:rsid w:val="00844928"/>
    <w:rsid w:val="00846B5F"/>
    <w:rsid w:val="00875779"/>
    <w:rsid w:val="008E7CAD"/>
    <w:rsid w:val="00942E19"/>
    <w:rsid w:val="0095312E"/>
    <w:rsid w:val="00964385"/>
    <w:rsid w:val="009D322A"/>
    <w:rsid w:val="00A066FE"/>
    <w:rsid w:val="00A1614D"/>
    <w:rsid w:val="00A97DC5"/>
    <w:rsid w:val="00AF2C07"/>
    <w:rsid w:val="00B179BD"/>
    <w:rsid w:val="00B26BA5"/>
    <w:rsid w:val="00B3104E"/>
    <w:rsid w:val="00B45582"/>
    <w:rsid w:val="00B6713D"/>
    <w:rsid w:val="00B67448"/>
    <w:rsid w:val="00B83329"/>
    <w:rsid w:val="00B91020"/>
    <w:rsid w:val="00BB5442"/>
    <w:rsid w:val="00BE44F2"/>
    <w:rsid w:val="00C02E1A"/>
    <w:rsid w:val="00C116BA"/>
    <w:rsid w:val="00C1342F"/>
    <w:rsid w:val="00C2201D"/>
    <w:rsid w:val="00C230E8"/>
    <w:rsid w:val="00C35B72"/>
    <w:rsid w:val="00C37AC6"/>
    <w:rsid w:val="00C54666"/>
    <w:rsid w:val="00C55AFC"/>
    <w:rsid w:val="00C62F08"/>
    <w:rsid w:val="00C94A26"/>
    <w:rsid w:val="00CA1596"/>
    <w:rsid w:val="00CE5118"/>
    <w:rsid w:val="00CF14A0"/>
    <w:rsid w:val="00CF5AB3"/>
    <w:rsid w:val="00CF7E98"/>
    <w:rsid w:val="00D2494A"/>
    <w:rsid w:val="00D51753"/>
    <w:rsid w:val="00D57DE9"/>
    <w:rsid w:val="00DB06BB"/>
    <w:rsid w:val="00E22D40"/>
    <w:rsid w:val="00E61C8B"/>
    <w:rsid w:val="00E7163A"/>
    <w:rsid w:val="00E94261"/>
    <w:rsid w:val="00EB26CF"/>
    <w:rsid w:val="00EC16F0"/>
    <w:rsid w:val="00EC217E"/>
    <w:rsid w:val="00F11637"/>
    <w:rsid w:val="00F12344"/>
    <w:rsid w:val="00F12F29"/>
    <w:rsid w:val="00F16390"/>
    <w:rsid w:val="00F307BF"/>
    <w:rsid w:val="00F5358D"/>
    <w:rsid w:val="00F90F8F"/>
    <w:rsid w:val="00FB039E"/>
    <w:rsid w:val="00FE0744"/>
    <w:rsid w:val="00FE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9C0"/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845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Normal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styleId="BodyText">
    <w:name w:val="Body Text"/>
    <w:basedOn w:val="Normal"/>
    <w:link w:val="BodyTextChar"/>
    <w:uiPriority w:val="99"/>
    <w:rsid w:val="0068712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87128"/>
    <w:rPr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687128"/>
    <w:pPr>
      <w:ind w:firstLine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757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</Pages>
  <Words>436</Words>
  <Characters>2488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admin</cp:lastModifiedBy>
  <cp:revision>7</cp:revision>
  <cp:lastPrinted>2014-11-27T11:50:00Z</cp:lastPrinted>
  <dcterms:created xsi:type="dcterms:W3CDTF">2015-03-24T08:01:00Z</dcterms:created>
  <dcterms:modified xsi:type="dcterms:W3CDTF">2015-04-14T18:19:00Z</dcterms:modified>
</cp:coreProperties>
</file>