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2D3" w:rsidRDefault="005932D3" w:rsidP="0073618A">
      <w:pPr>
        <w:jc w:val="center"/>
        <w:rPr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240;mso-position-horizontal:center">
            <v:imagedata r:id="rId7" o:title=""/>
          </v:shape>
        </w:pict>
      </w:r>
    </w:p>
    <w:p w:rsidR="005932D3" w:rsidRDefault="005932D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5932D3" w:rsidRDefault="005932D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932D3" w:rsidRDefault="005932D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5932D3" w:rsidRPr="00B8335B" w:rsidRDefault="005932D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932D3" w:rsidRPr="00051EE9" w:rsidRDefault="005932D3" w:rsidP="0073618A">
      <w:pPr>
        <w:tabs>
          <w:tab w:val="left" w:pos="3375"/>
        </w:tabs>
        <w:rPr>
          <w:sz w:val="28"/>
          <w:szCs w:val="28"/>
        </w:rPr>
      </w:pPr>
    </w:p>
    <w:p w:rsidR="005932D3" w:rsidRDefault="005932D3" w:rsidP="0073618A">
      <w:pPr>
        <w:rPr>
          <w:sz w:val="28"/>
          <w:szCs w:val="28"/>
        </w:rPr>
      </w:pPr>
      <w:r>
        <w:rPr>
          <w:sz w:val="28"/>
          <w:szCs w:val="28"/>
        </w:rPr>
        <w:t>от  18.12.2014 г.                                                                                                   № 259</w:t>
      </w:r>
    </w:p>
    <w:p w:rsidR="005932D3" w:rsidRDefault="005932D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5932D3" w:rsidRDefault="005932D3">
      <w:pPr>
        <w:rPr>
          <w:sz w:val="28"/>
          <w:szCs w:val="28"/>
        </w:rPr>
      </w:pPr>
    </w:p>
    <w:p w:rsidR="005932D3" w:rsidRDefault="005932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5932D3" w:rsidRDefault="005932D3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5932D3" w:rsidRPr="00F55287" w:rsidRDefault="005932D3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2015-2017 годы</w:t>
      </w:r>
    </w:p>
    <w:p w:rsidR="005932D3" w:rsidRDefault="005932D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5932D3" w:rsidRDefault="005932D3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5932D3" w:rsidRPr="00FE46B3" w:rsidRDefault="005932D3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5932D3" w:rsidRDefault="005932D3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«Эффективное муниципальное  управление» на 2015-2017 годы  (приложение).</w:t>
      </w:r>
    </w:p>
    <w:p w:rsidR="005932D3" w:rsidRPr="00FE46B3" w:rsidRDefault="005932D3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932D3" w:rsidRDefault="005932D3" w:rsidP="00252198">
      <w:pPr>
        <w:pStyle w:val="NoSpacing"/>
        <w:spacing w:after="0" w:line="240" w:lineRule="auto"/>
        <w:ind w:firstLine="851"/>
        <w:jc w:val="both"/>
      </w:pPr>
      <w:r>
        <w:t>3</w:t>
      </w:r>
      <w:r w:rsidRPr="00FE46B3">
        <w:t>. Контроль за выполнением настоящего постанов</w:t>
      </w:r>
      <w:r>
        <w:t>ления возложить на  начальника финансового отдела администрации Вышестеблиевского сельского поселения Темрюкского района О.В. Хорошун</w:t>
      </w:r>
      <w:r w:rsidRPr="00FE46B3">
        <w:t>.</w:t>
      </w:r>
    </w:p>
    <w:p w:rsidR="005932D3" w:rsidRPr="00252198" w:rsidRDefault="005932D3" w:rsidP="00252198">
      <w:pPr>
        <w:pStyle w:val="NoSpacing"/>
        <w:spacing w:after="0" w:line="240" w:lineRule="auto"/>
        <w:ind w:firstLine="851"/>
        <w:jc w:val="both"/>
      </w:pPr>
      <w:r>
        <w:t>4</w:t>
      </w:r>
      <w:r w:rsidRPr="00FE46B3">
        <w:t>. Постановление вступает в силу со дня его</w:t>
      </w:r>
      <w:bookmarkStart w:id="0" w:name="_GoBack"/>
      <w:bookmarkEnd w:id="0"/>
      <w:r>
        <w:t xml:space="preserve"> обнарод</w:t>
      </w:r>
      <w:r w:rsidRPr="00FE46B3">
        <w:t>ования, но не ранее 1 января 2015 года</w:t>
      </w:r>
      <w:r w:rsidRPr="00FE46B3">
        <w:rPr>
          <w:i/>
          <w:iCs/>
        </w:rPr>
        <w:t>.</w:t>
      </w:r>
    </w:p>
    <w:p w:rsidR="005932D3" w:rsidRDefault="005932D3" w:rsidP="00D90DD3">
      <w:pPr>
        <w:pStyle w:val="a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5932D3" w:rsidRDefault="005932D3" w:rsidP="00D90DD3">
      <w:pPr>
        <w:pStyle w:val="a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5932D3" w:rsidRPr="00F45CD8" w:rsidRDefault="005932D3" w:rsidP="000765FA">
      <w:pPr>
        <w:pStyle w:val="a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932D3" w:rsidRDefault="005932D3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5932D3" w:rsidRDefault="005932D3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5932D3" w:rsidRDefault="005932D3" w:rsidP="00ED732F">
      <w:pPr>
        <w:pStyle w:val="a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5932D3" w:rsidRDefault="005932D3" w:rsidP="00D90DD3">
      <w:pPr>
        <w:pStyle w:val="a5"/>
        <w:tabs>
          <w:tab w:val="left" w:pos="-142"/>
          <w:tab w:val="left" w:pos="0"/>
        </w:tabs>
        <w:ind w:right="-81" w:firstLine="851"/>
        <w:jc w:val="center"/>
      </w:pPr>
    </w:p>
    <w:p w:rsidR="005932D3" w:rsidRPr="00211421" w:rsidRDefault="005932D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5932D3" w:rsidRDefault="005932D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5932D3" w:rsidRDefault="005932D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5932D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2D3" w:rsidRDefault="005932D3">
      <w:r>
        <w:separator/>
      </w:r>
    </w:p>
  </w:endnote>
  <w:endnote w:type="continuationSeparator" w:id="0">
    <w:p w:rsidR="005932D3" w:rsidRDefault="005932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2D3" w:rsidRDefault="005932D3">
      <w:r>
        <w:separator/>
      </w:r>
    </w:p>
  </w:footnote>
  <w:footnote w:type="continuationSeparator" w:id="0">
    <w:p w:rsidR="005932D3" w:rsidRDefault="005932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2D3" w:rsidRDefault="005932D3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5932D3" w:rsidRDefault="005932D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D4D74"/>
    <w:rsid w:val="001456EC"/>
    <w:rsid w:val="00171FEB"/>
    <w:rsid w:val="001733F7"/>
    <w:rsid w:val="001F2D4E"/>
    <w:rsid w:val="00211421"/>
    <w:rsid w:val="00252198"/>
    <w:rsid w:val="00271A23"/>
    <w:rsid w:val="00273D88"/>
    <w:rsid w:val="002754AA"/>
    <w:rsid w:val="002A3679"/>
    <w:rsid w:val="00317E22"/>
    <w:rsid w:val="0035717D"/>
    <w:rsid w:val="003774CB"/>
    <w:rsid w:val="00381AFE"/>
    <w:rsid w:val="003D3D56"/>
    <w:rsid w:val="003F7C6F"/>
    <w:rsid w:val="00412C70"/>
    <w:rsid w:val="0043408E"/>
    <w:rsid w:val="004D3509"/>
    <w:rsid w:val="005268BF"/>
    <w:rsid w:val="00553405"/>
    <w:rsid w:val="005706EB"/>
    <w:rsid w:val="005849D4"/>
    <w:rsid w:val="005866CF"/>
    <w:rsid w:val="005932D3"/>
    <w:rsid w:val="005B3916"/>
    <w:rsid w:val="005C050B"/>
    <w:rsid w:val="005F7ADA"/>
    <w:rsid w:val="00642773"/>
    <w:rsid w:val="006754AB"/>
    <w:rsid w:val="006E2D3A"/>
    <w:rsid w:val="0073618A"/>
    <w:rsid w:val="007607A1"/>
    <w:rsid w:val="007A11E1"/>
    <w:rsid w:val="007C3C2E"/>
    <w:rsid w:val="008464F6"/>
    <w:rsid w:val="00861F72"/>
    <w:rsid w:val="00862786"/>
    <w:rsid w:val="008A2AF8"/>
    <w:rsid w:val="008D0C1E"/>
    <w:rsid w:val="00910172"/>
    <w:rsid w:val="00962400"/>
    <w:rsid w:val="00AF4402"/>
    <w:rsid w:val="00B41025"/>
    <w:rsid w:val="00B8335B"/>
    <w:rsid w:val="00B83964"/>
    <w:rsid w:val="00B87161"/>
    <w:rsid w:val="00C37400"/>
    <w:rsid w:val="00C76F3A"/>
    <w:rsid w:val="00CA56DF"/>
    <w:rsid w:val="00D737E3"/>
    <w:rsid w:val="00D85DDE"/>
    <w:rsid w:val="00D90328"/>
    <w:rsid w:val="00D90DD3"/>
    <w:rsid w:val="00D97430"/>
    <w:rsid w:val="00E11D4D"/>
    <w:rsid w:val="00E14D55"/>
    <w:rsid w:val="00EA2A77"/>
    <w:rsid w:val="00ED732F"/>
    <w:rsid w:val="00F45CD8"/>
    <w:rsid w:val="00F5528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161"/>
    <w:pPr>
      <w:suppressAutoHyphens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">
    <w:name w:val="Основной шрифт абзаца3"/>
    <w:uiPriority w:val="99"/>
    <w:rsid w:val="00B87161"/>
  </w:style>
  <w:style w:type="character" w:customStyle="1" w:styleId="2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">
    <w:name w:val="Основной шрифт абзаца1"/>
    <w:uiPriority w:val="99"/>
    <w:rsid w:val="00B87161"/>
  </w:style>
  <w:style w:type="character" w:customStyle="1" w:styleId="a">
    <w:name w:val="Символ нумерации"/>
    <w:uiPriority w:val="99"/>
    <w:rsid w:val="00B87161"/>
  </w:style>
  <w:style w:type="character" w:customStyle="1" w:styleId="a0">
    <w:name w:val="Верхний колонтитул Знак"/>
    <w:basedOn w:val="4"/>
    <w:uiPriority w:val="99"/>
    <w:rsid w:val="00B87161"/>
    <w:rPr>
      <w:rFonts w:cs="Times New Roman"/>
    </w:rPr>
  </w:style>
  <w:style w:type="character" w:customStyle="1" w:styleId="a1">
    <w:name w:val="Нижний колонтитул Знак"/>
    <w:basedOn w:val="4"/>
    <w:uiPriority w:val="99"/>
    <w:rsid w:val="00B87161"/>
    <w:rPr>
      <w:rFonts w:cs="Times New Roman"/>
    </w:rPr>
  </w:style>
  <w:style w:type="paragraph" w:customStyle="1" w:styleId="a2">
    <w:name w:val="Заголовок"/>
    <w:basedOn w:val="Normal"/>
    <w:next w:val="BodyText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8716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List">
    <w:name w:val="List"/>
    <w:basedOn w:val="BodyText"/>
    <w:uiPriority w:val="99"/>
    <w:rsid w:val="00B87161"/>
    <w:rPr>
      <w:rFonts w:ascii="Arial" w:hAnsi="Arial" w:cs="Arial"/>
    </w:rPr>
  </w:style>
  <w:style w:type="paragraph" w:styleId="Caption">
    <w:name w:val="caption"/>
    <w:basedOn w:val="Normal"/>
    <w:next w:val="Subtitle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0">
    <w:name w:val="Указатель4"/>
    <w:basedOn w:val="Normal"/>
    <w:uiPriority w:val="99"/>
    <w:rsid w:val="00B87161"/>
    <w:pPr>
      <w:suppressLineNumbers/>
    </w:pPr>
  </w:style>
  <w:style w:type="paragraph" w:customStyle="1" w:styleId="30">
    <w:name w:val="Название3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1">
    <w:name w:val="Указатель3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1">
    <w:name w:val="Указатель2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1">
    <w:name w:val="Указатель1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styleId="Subtitle">
    <w:name w:val="Subtitle"/>
    <w:basedOn w:val="a2"/>
    <w:next w:val="BodyText"/>
    <w:link w:val="SubtitleChar"/>
    <w:uiPriority w:val="99"/>
    <w:qFormat/>
    <w:rsid w:val="00B87161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Normal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Normal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Normal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Normal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3">
    <w:name w:val="Содержимое таблицы"/>
    <w:basedOn w:val="Normal"/>
    <w:uiPriority w:val="99"/>
    <w:rsid w:val="00B87161"/>
    <w:pPr>
      <w:suppressLineNumbers/>
    </w:pPr>
  </w:style>
  <w:style w:type="paragraph" w:customStyle="1" w:styleId="a4">
    <w:name w:val="Заголовок таблицы"/>
    <w:basedOn w:val="a3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ar-SA"/>
    </w:rPr>
  </w:style>
  <w:style w:type="paragraph" w:styleId="NoSpacing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163</TotalTime>
  <Pages>1</Pages>
  <Words>238</Words>
  <Characters>1357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Admin</cp:lastModifiedBy>
  <cp:revision>23</cp:revision>
  <cp:lastPrinted>2014-11-25T05:00:00Z</cp:lastPrinted>
  <dcterms:created xsi:type="dcterms:W3CDTF">2013-08-12T10:14:00Z</dcterms:created>
  <dcterms:modified xsi:type="dcterms:W3CDTF">2014-12-30T13:35:00Z</dcterms:modified>
</cp:coreProperties>
</file>