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587" w:rsidRPr="005742A8" w:rsidRDefault="00FC4587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Pr="005742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742A8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FC4587" w:rsidRPr="005742A8" w:rsidRDefault="00FC4587" w:rsidP="00C07D42">
      <w:pPr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5742A8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742A8">
        <w:rPr>
          <w:rFonts w:ascii="Times New Roman" w:hAnsi="Times New Roman" w:cs="Times New Roman"/>
          <w:sz w:val="28"/>
          <w:szCs w:val="28"/>
        </w:rPr>
        <w:t>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E48">
        <w:rPr>
          <w:rFonts w:ascii="Times New Roman" w:hAnsi="Times New Roman" w:cs="Times New Roman"/>
          <w:sz w:val="28"/>
          <w:szCs w:val="28"/>
        </w:rPr>
        <w:t>предоставления муниципальной услуги «</w:t>
      </w:r>
      <w:r w:rsidRPr="00997147">
        <w:rPr>
          <w:rFonts w:ascii="Times New Roman" w:hAnsi="Times New Roman" w:cs="Times New Roman"/>
          <w:sz w:val="28"/>
          <w:szCs w:val="28"/>
        </w:rPr>
        <w:t>Внесение изменений в учетные данные граждан, состоящих на учете в качестве нуждающихся в жилых помещениях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C4587" w:rsidRDefault="00FC4587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587" w:rsidRPr="005742A8" w:rsidRDefault="00FC4587" w:rsidP="009A34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587" w:rsidRPr="00ED54A2" w:rsidRDefault="00FC4587" w:rsidP="00ED54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626"/>
      <w:bookmarkEnd w:id="0"/>
      <w:r w:rsidRPr="00ED54A2">
        <w:rPr>
          <w:rFonts w:ascii="Times New Roman" w:hAnsi="Times New Roman" w:cs="Times New Roman"/>
          <w:sz w:val="28"/>
          <w:szCs w:val="28"/>
        </w:rPr>
        <w:t>ИНФОРМАЦИЯ</w:t>
      </w:r>
    </w:p>
    <w:p w:rsidR="00FC4587" w:rsidRPr="00ED54A2" w:rsidRDefault="00FC4587" w:rsidP="00ED54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ED54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наличии</w:t>
      </w:r>
      <w:r w:rsidRPr="00ED54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D54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течение последних пяти лет</w:t>
      </w:r>
      <w:r w:rsidRPr="00ED54A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предшествующих</w:t>
      </w:r>
    </w:p>
    <w:p w:rsidR="00FC4587" w:rsidRPr="00ED54A2" w:rsidRDefault="00FC4587" w:rsidP="00ED54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подаче заявления о принятии на учет в качестве нуждающегося</w:t>
      </w:r>
    </w:p>
    <w:p w:rsidR="00FC4587" w:rsidRPr="00ED54A2" w:rsidRDefault="00FC4587" w:rsidP="00ED54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жилом помещении</w:t>
      </w:r>
      <w:r w:rsidRPr="00ED54A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предоставленном по договору социального</w:t>
      </w:r>
    </w:p>
    <w:p w:rsidR="00FC4587" w:rsidRPr="00ED54A2" w:rsidRDefault="00FC4587" w:rsidP="00ED54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найма</w:t>
      </w:r>
      <w:r w:rsidRPr="00ED54A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жилого</w:t>
      </w:r>
      <w:r w:rsidRPr="00ED54A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D54A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помещения</w:t>
      </w:r>
      <w:r w:rsidRPr="00ED54A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ED54A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D54A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или</w:t>
      </w:r>
      <w:r w:rsidRPr="00ED54A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участка</w:t>
      </w:r>
      <w:r w:rsidRPr="00ED54A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D54A2">
        <w:rPr>
          <w:rFonts w:ascii="Times New Roman" w:hAnsi="Times New Roman" w:cs="Times New Roman"/>
          <w:sz w:val="28"/>
          <w:szCs w:val="28"/>
        </w:rPr>
        <w:t>),</w:t>
      </w:r>
    </w:p>
    <w:p w:rsidR="00FC4587" w:rsidRPr="00ED54A2" w:rsidRDefault="00FC4587" w:rsidP="00ED54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выделенного</w:t>
      </w:r>
      <w:r w:rsidRPr="00ED54A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D54A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для</w:t>
      </w:r>
      <w:r w:rsidRPr="00ED54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строительства жилого</w:t>
      </w:r>
      <w:r w:rsidRPr="00ED54A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D54A2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дома</w:t>
      </w:r>
      <w:r w:rsidRPr="00ED54A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D54A2">
        <w:rPr>
          <w:rFonts w:ascii="Times New Roman" w:hAnsi="Times New Roman" w:cs="Times New Roman"/>
          <w:sz w:val="28"/>
          <w:szCs w:val="28"/>
        </w:rPr>
        <w:t>),</w:t>
      </w:r>
    </w:p>
    <w:p w:rsidR="00FC4587" w:rsidRPr="00ED54A2" w:rsidRDefault="00FC4587" w:rsidP="00ED54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праве собственности или на основе иного права</w:t>
      </w:r>
      <w:r w:rsidRPr="00ED54A2">
        <w:rPr>
          <w:rFonts w:ascii="Times New Roman" w:hAnsi="Times New Roman" w:cs="Times New Roman"/>
          <w:sz w:val="28"/>
          <w:szCs w:val="28"/>
        </w:rPr>
        <w:t>,</w:t>
      </w:r>
    </w:p>
    <w:p w:rsidR="00FC4587" w:rsidRPr="00ED54A2" w:rsidRDefault="00FC4587" w:rsidP="00ED54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подлежащего государственной регистрации</w:t>
      </w:r>
      <w:r w:rsidRPr="00ED54A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о сделках</w:t>
      </w:r>
    </w:p>
    <w:p w:rsidR="00FC4587" w:rsidRPr="00ED54A2" w:rsidRDefault="00FC4587" w:rsidP="00ED54A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54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данным</w:t>
      </w:r>
      <w:r w:rsidRPr="00ED54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имуществом в течение</w:t>
      </w:r>
      <w:r w:rsidRPr="00ED54A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указанного срока</w:t>
      </w:r>
    </w:p>
    <w:p w:rsidR="00FC4587" w:rsidRPr="00ED54A2" w:rsidRDefault="00FC4587" w:rsidP="00ED54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C4587" w:rsidRPr="00ED54A2" w:rsidRDefault="00FC4587" w:rsidP="00ED54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______________________</w:t>
      </w:r>
      <w:r w:rsidRPr="00ED54A2">
        <w:rPr>
          <w:rFonts w:ascii="Times New Roman" w:hAnsi="Times New Roman" w:cs="Times New Roman"/>
          <w:sz w:val="28"/>
          <w:szCs w:val="28"/>
        </w:rPr>
        <w:t>__________________, дата рождения ________ года</w:t>
      </w:r>
    </w:p>
    <w:p w:rsidR="00FC4587" w:rsidRPr="00ED54A2" w:rsidRDefault="00FC4587" w:rsidP="00ED54A2">
      <w:pPr>
        <w:pStyle w:val="ConsPlusNonformat"/>
        <w:jc w:val="both"/>
        <w:rPr>
          <w:rFonts w:ascii="Times New Roman" w:hAnsi="Times New Roman" w:cs="Times New Roman"/>
        </w:rPr>
      </w:pPr>
      <w:r w:rsidRPr="00ED54A2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</w:t>
      </w:r>
      <w:r w:rsidRPr="00ED54A2">
        <w:rPr>
          <w:rFonts w:ascii="Times New Roman" w:hAnsi="Times New Roman" w:cs="Times New Roman"/>
        </w:rPr>
        <w:t>(фамилия, имя, отчество - полностью)</w:t>
      </w:r>
    </w:p>
    <w:p w:rsidR="00FC4587" w:rsidRPr="00ED54A2" w:rsidRDefault="00FC4587" w:rsidP="00ED54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54A2">
        <w:rPr>
          <w:rFonts w:ascii="Times New Roman" w:hAnsi="Times New Roman" w:cs="Times New Roman"/>
          <w:sz w:val="28"/>
          <w:szCs w:val="28"/>
        </w:rPr>
        <w:t>место рождения ______________________________________________________</w:t>
      </w:r>
    </w:p>
    <w:p w:rsidR="00FC4587" w:rsidRPr="00ED54A2" w:rsidRDefault="00FC4587" w:rsidP="00ED54A2">
      <w:pPr>
        <w:pStyle w:val="ConsPlusNonformat"/>
        <w:jc w:val="both"/>
        <w:rPr>
          <w:rFonts w:ascii="Times New Roman" w:hAnsi="Times New Roman" w:cs="Times New Roman"/>
        </w:rPr>
      </w:pPr>
      <w:r w:rsidRPr="00ED54A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ED54A2">
        <w:rPr>
          <w:rFonts w:ascii="Times New Roman" w:hAnsi="Times New Roman" w:cs="Times New Roman"/>
        </w:rPr>
        <w:t xml:space="preserve">     (страна, республика (край, область), город, район, населенный пункт)</w:t>
      </w:r>
    </w:p>
    <w:p w:rsidR="00FC4587" w:rsidRPr="00ED54A2" w:rsidRDefault="00FC4587" w:rsidP="00ED54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54A2">
        <w:rPr>
          <w:rFonts w:ascii="Times New Roman" w:hAnsi="Times New Roman" w:cs="Times New Roman"/>
          <w:sz w:val="28"/>
          <w:szCs w:val="28"/>
        </w:rPr>
        <w:t>документ, удос</w:t>
      </w:r>
      <w:r>
        <w:rPr>
          <w:rFonts w:ascii="Times New Roman" w:hAnsi="Times New Roman" w:cs="Times New Roman"/>
          <w:sz w:val="28"/>
          <w:szCs w:val="28"/>
        </w:rPr>
        <w:t>товеряющий личность - _______</w:t>
      </w:r>
      <w:r w:rsidRPr="00ED54A2">
        <w:rPr>
          <w:rFonts w:ascii="Times New Roman" w:hAnsi="Times New Roman" w:cs="Times New Roman"/>
          <w:sz w:val="28"/>
          <w:szCs w:val="28"/>
        </w:rPr>
        <w:t xml:space="preserve">_____, серия ____ номер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ED54A2">
        <w:rPr>
          <w:rFonts w:ascii="Times New Roman" w:hAnsi="Times New Roman" w:cs="Times New Roman"/>
          <w:sz w:val="28"/>
          <w:szCs w:val="28"/>
        </w:rPr>
        <w:t>____,</w:t>
      </w:r>
    </w:p>
    <w:p w:rsidR="00FC4587" w:rsidRPr="00ED54A2" w:rsidRDefault="00FC4587" w:rsidP="00ED54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выдачи «___»</w:t>
      </w:r>
      <w:r w:rsidRPr="00ED54A2">
        <w:rPr>
          <w:rFonts w:ascii="Times New Roman" w:hAnsi="Times New Roman" w:cs="Times New Roman"/>
          <w:sz w:val="28"/>
          <w:szCs w:val="28"/>
        </w:rPr>
        <w:t xml:space="preserve"> ________ год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D54A2">
        <w:rPr>
          <w:rFonts w:ascii="Times New Roman" w:hAnsi="Times New Roman" w:cs="Times New Roman"/>
          <w:sz w:val="28"/>
          <w:szCs w:val="28"/>
        </w:rPr>
        <w:t xml:space="preserve">  </w:t>
      </w:r>
      <w:r w:rsidRPr="00ED54A2">
        <w:rPr>
          <w:rFonts w:ascii="Times New Roman" w:hAnsi="Times New Roman" w:cs="Times New Roman"/>
        </w:rPr>
        <w:t>(вид документа)</w:t>
      </w:r>
    </w:p>
    <w:p w:rsidR="00FC4587" w:rsidRPr="00ED54A2" w:rsidRDefault="00FC4587" w:rsidP="00ED54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  <w:r w:rsidRPr="00ED54A2">
        <w:rPr>
          <w:rFonts w:ascii="Times New Roman" w:hAnsi="Times New Roman" w:cs="Times New Roman"/>
          <w:sz w:val="28"/>
          <w:szCs w:val="28"/>
        </w:rPr>
        <w:t>________________________________, ИНН ________________</w:t>
      </w:r>
    </w:p>
    <w:p w:rsidR="00FC4587" w:rsidRPr="00ED54A2" w:rsidRDefault="00FC4587" w:rsidP="00ED54A2">
      <w:pPr>
        <w:pStyle w:val="ConsPlusNonformat"/>
        <w:jc w:val="both"/>
        <w:rPr>
          <w:rFonts w:ascii="Times New Roman" w:hAnsi="Times New Roman" w:cs="Times New Roman"/>
        </w:rPr>
      </w:pPr>
      <w:r w:rsidRPr="00ED54A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</w:t>
      </w:r>
      <w:r w:rsidRPr="00ED54A2">
        <w:rPr>
          <w:rFonts w:ascii="Times New Roman" w:hAnsi="Times New Roman" w:cs="Times New Roman"/>
        </w:rPr>
        <w:t xml:space="preserve">    (наименование органа, выдавшего документ)    </w:t>
      </w:r>
      <w:r>
        <w:rPr>
          <w:rFonts w:ascii="Times New Roman" w:hAnsi="Times New Roman" w:cs="Times New Roman"/>
        </w:rPr>
        <w:t xml:space="preserve">                                              </w:t>
      </w:r>
      <w:r w:rsidRPr="00ED54A2">
        <w:rPr>
          <w:rFonts w:ascii="Times New Roman" w:hAnsi="Times New Roman" w:cs="Times New Roman"/>
        </w:rPr>
        <w:t xml:space="preserve">          (при наличии)</w:t>
      </w:r>
    </w:p>
    <w:p w:rsidR="00FC4587" w:rsidRPr="00ED54A2" w:rsidRDefault="00FC4587" w:rsidP="00ED54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54A2">
        <w:rPr>
          <w:rFonts w:ascii="Times New Roman" w:hAnsi="Times New Roman" w:cs="Times New Roman"/>
          <w:sz w:val="28"/>
          <w:szCs w:val="28"/>
        </w:rPr>
        <w:t>зарегистрированный(ая) по месту жительств</w:t>
      </w:r>
      <w:r>
        <w:rPr>
          <w:rFonts w:ascii="Times New Roman" w:hAnsi="Times New Roman" w:cs="Times New Roman"/>
          <w:sz w:val="28"/>
          <w:szCs w:val="28"/>
        </w:rPr>
        <w:t>а по адресу: __________________</w:t>
      </w:r>
      <w:r w:rsidRPr="00ED54A2">
        <w:rPr>
          <w:rFonts w:ascii="Times New Roman" w:hAnsi="Times New Roman" w:cs="Times New Roman"/>
          <w:sz w:val="28"/>
          <w:szCs w:val="28"/>
        </w:rPr>
        <w:t>__</w:t>
      </w:r>
    </w:p>
    <w:p w:rsidR="00FC4587" w:rsidRPr="00ED54A2" w:rsidRDefault="00FC4587" w:rsidP="00ED54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54A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FC4587" w:rsidRPr="00ED54A2" w:rsidRDefault="00FC4587" w:rsidP="00ED54A2">
      <w:pPr>
        <w:pStyle w:val="ConsPlusNonformat"/>
        <w:jc w:val="both"/>
        <w:rPr>
          <w:rFonts w:ascii="Times New Roman" w:hAnsi="Times New Roman" w:cs="Times New Roman"/>
        </w:rPr>
      </w:pPr>
      <w:r w:rsidRPr="00ED54A2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</w:t>
      </w:r>
      <w:r w:rsidRPr="00ED54A2">
        <w:rPr>
          <w:rFonts w:ascii="Times New Roman" w:hAnsi="Times New Roman" w:cs="Times New Roman"/>
        </w:rPr>
        <w:t xml:space="preserve">    (полный адрес регистрации по месту жительства)</w:t>
      </w:r>
    </w:p>
    <w:p w:rsidR="00FC4587" w:rsidRPr="00ED54A2" w:rsidRDefault="00FC4587" w:rsidP="00ED54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D54A2">
        <w:rPr>
          <w:rFonts w:ascii="Times New Roman" w:hAnsi="Times New Roman" w:cs="Times New Roman"/>
          <w:sz w:val="28"/>
          <w:szCs w:val="28"/>
        </w:rPr>
        <w:t>сообщаю, что:</w:t>
      </w:r>
    </w:p>
    <w:p w:rsidR="00FC4587" w:rsidRPr="00ED54A2" w:rsidRDefault="00FC4587" w:rsidP="00ED54A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4A2">
        <w:rPr>
          <w:rFonts w:ascii="Times New Roman" w:hAnsi="Times New Roman" w:cs="Times New Roman"/>
          <w:sz w:val="28"/>
          <w:szCs w:val="28"/>
        </w:rPr>
        <w:t>В течение последних пяти лет, с ______ 200__ года по ______ 200__ года,</w:t>
      </w:r>
    </w:p>
    <w:p w:rsidR="00FC4587" w:rsidRPr="00ED54A2" w:rsidRDefault="00FC4587" w:rsidP="00ED54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предшествующих дате, указанной в заявлении о принятии меня </w:t>
      </w:r>
      <w:r w:rsidRPr="00ED54A2">
        <w:rPr>
          <w:rFonts w:ascii="Times New Roman" w:hAnsi="Times New Roman" w:cs="Times New Roman"/>
          <w:sz w:val="28"/>
          <w:szCs w:val="28"/>
        </w:rPr>
        <w:t>на учет в</w:t>
      </w:r>
      <w:r>
        <w:rPr>
          <w:rFonts w:ascii="Times New Roman" w:hAnsi="Times New Roman" w:cs="Times New Roman"/>
          <w:sz w:val="28"/>
          <w:szCs w:val="28"/>
        </w:rPr>
        <w:t xml:space="preserve"> качестве нуждающегося в жилом помещении, предоставляемом по </w:t>
      </w:r>
      <w:r w:rsidRPr="00ED54A2">
        <w:rPr>
          <w:rFonts w:ascii="Times New Roman" w:hAnsi="Times New Roman" w:cs="Times New Roman"/>
          <w:sz w:val="28"/>
          <w:szCs w:val="28"/>
        </w:rPr>
        <w:t>договору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найма, я и члены моей семьи имели следующее(ие) </w:t>
      </w:r>
      <w:r w:rsidRPr="00ED54A2">
        <w:rPr>
          <w:rFonts w:ascii="Times New Roman" w:hAnsi="Times New Roman" w:cs="Times New Roman"/>
          <w:sz w:val="28"/>
          <w:szCs w:val="28"/>
        </w:rPr>
        <w:t>жилое(ые)</w:t>
      </w:r>
      <w:r>
        <w:rPr>
          <w:rFonts w:ascii="Times New Roman" w:hAnsi="Times New Roman" w:cs="Times New Roman"/>
          <w:sz w:val="28"/>
          <w:szCs w:val="28"/>
        </w:rPr>
        <w:t xml:space="preserve"> помещение(я) и (или) земельный(ые) участок(и), выделенный(ые) </w:t>
      </w:r>
      <w:r w:rsidRPr="00ED54A2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строительства жилого(ых) дома(ов), на </w:t>
      </w:r>
      <w:r w:rsidRPr="00ED54A2">
        <w:rPr>
          <w:rFonts w:ascii="Times New Roman" w:hAnsi="Times New Roman" w:cs="Times New Roman"/>
          <w:sz w:val="28"/>
          <w:szCs w:val="28"/>
        </w:rPr>
        <w:t>праве собственности или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4A2">
        <w:rPr>
          <w:rFonts w:ascii="Times New Roman" w:hAnsi="Times New Roman" w:cs="Times New Roman"/>
          <w:sz w:val="28"/>
          <w:szCs w:val="28"/>
        </w:rPr>
        <w:t>иного права, подлежащего 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осударственной  регистрации, и совершали </w:t>
      </w:r>
      <w:r w:rsidRPr="00ED54A2">
        <w:rPr>
          <w:rFonts w:ascii="Times New Roman" w:hAnsi="Times New Roman" w:cs="Times New Roman"/>
          <w:sz w:val="28"/>
          <w:szCs w:val="28"/>
        </w:rPr>
        <w:t>сделки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ED54A2">
        <w:rPr>
          <w:rFonts w:ascii="Times New Roman" w:hAnsi="Times New Roman" w:cs="Times New Roman"/>
          <w:sz w:val="28"/>
          <w:szCs w:val="28"/>
        </w:rPr>
        <w:t>данным имуществом в течение указанного срока:</w:t>
      </w:r>
    </w:p>
    <w:tbl>
      <w:tblPr>
        <w:tblW w:w="0" w:type="auto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90"/>
        <w:gridCol w:w="1353"/>
        <w:gridCol w:w="1418"/>
        <w:gridCol w:w="1275"/>
        <w:gridCol w:w="1418"/>
        <w:gridCol w:w="1559"/>
        <w:gridCol w:w="992"/>
        <w:gridCol w:w="1134"/>
      </w:tblGrid>
      <w:tr w:rsidR="00FC4587" w:rsidRPr="00E94C03">
        <w:trPr>
          <w:trHeight w:val="4320"/>
          <w:tblCellSpacing w:w="5" w:type="nil"/>
        </w:trPr>
        <w:tc>
          <w:tcPr>
            <w:tcW w:w="4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право-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обладателя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(граждани-на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или члена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его семьи)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недвижи-мости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(жилой дом,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квартира,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комната,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участок),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его площадь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(место-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положе-ние)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жилого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помеще-ния,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кадастро-вый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земельного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участка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(договор,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суда, акт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самоуправ-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ления и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т.д.) и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правоуста-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навливаю-щих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(серия, №,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дата, кем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выдан, дата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и №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договора)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Вид права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(общая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совместная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собствен-ность,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общая долевая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собствен-ность,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пожизненного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наследуемого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владения,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постоянного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пользования),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размер доли в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праве, Ф.И.О.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общей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собственнос-ти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или общей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долевой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собственнос-ти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Свиде-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тельство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госу-дарст-венной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регист-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(серия,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№, дата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выдачи)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(договор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купли -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продажи,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мены,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дарения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и т.д.)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и рекви-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зиты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граждан-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ско-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правовой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сделки,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совер-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шенной с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жилым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помеще-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нием,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земель-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участком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(№ и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дата, №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и дата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регист-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рации</w:t>
            </w:r>
          </w:p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4C03">
              <w:rPr>
                <w:rFonts w:ascii="Times New Roman" w:hAnsi="Times New Roman" w:cs="Times New Roman"/>
                <w:sz w:val="24"/>
                <w:szCs w:val="24"/>
              </w:rPr>
              <w:t>сделки)</w:t>
            </w:r>
          </w:p>
        </w:tc>
      </w:tr>
      <w:tr w:rsidR="00FC4587" w:rsidRPr="00E94C03">
        <w:trPr>
          <w:tblCellSpacing w:w="5" w:type="nil"/>
        </w:trPr>
        <w:tc>
          <w:tcPr>
            <w:tcW w:w="4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4587" w:rsidRPr="00E94C03" w:rsidRDefault="00FC4587" w:rsidP="00ED54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4587" w:rsidRPr="00ED54A2" w:rsidRDefault="00FC4587" w:rsidP="001C2EB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4587" w:rsidRPr="00ED54A2" w:rsidRDefault="00FC4587" w:rsidP="001C2EB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(мы) предупрежден(ы) </w:t>
      </w:r>
      <w:r w:rsidRPr="00ED54A2">
        <w:rPr>
          <w:rFonts w:ascii="Times New Roman" w:hAnsi="Times New Roman" w:cs="Times New Roman"/>
          <w:sz w:val="28"/>
          <w:szCs w:val="28"/>
        </w:rPr>
        <w:t xml:space="preserve">о последствиях, предусмотренных </w:t>
      </w:r>
      <w:hyperlink r:id="rId6" w:history="1">
        <w:r w:rsidRPr="001C2EB5">
          <w:rPr>
            <w:rFonts w:ascii="Times New Roman" w:hAnsi="Times New Roman" w:cs="Times New Roman"/>
            <w:sz w:val="28"/>
            <w:szCs w:val="28"/>
          </w:rPr>
          <w:t>пунктом 6 части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статьи 56 ЖК РФ, при  выявлении указанных мною (нами) сведений, </w:t>
      </w:r>
      <w:r w:rsidRPr="00ED54A2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соответствующих действительности, а также об </w:t>
      </w:r>
      <w:r w:rsidRPr="00ED54A2">
        <w:rPr>
          <w:rFonts w:ascii="Times New Roman" w:hAnsi="Times New Roman" w:cs="Times New Roman"/>
          <w:sz w:val="28"/>
          <w:szCs w:val="28"/>
        </w:rPr>
        <w:t>ответственности,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4A2">
        <w:rPr>
          <w:rFonts w:ascii="Times New Roman" w:hAnsi="Times New Roman" w:cs="Times New Roman"/>
          <w:sz w:val="28"/>
          <w:szCs w:val="28"/>
        </w:rPr>
        <w:t xml:space="preserve">предусмотренной </w:t>
      </w:r>
      <w:hyperlink r:id="rId7" w:history="1">
        <w:r w:rsidRPr="001C2EB5">
          <w:rPr>
            <w:rFonts w:ascii="Times New Roman" w:hAnsi="Times New Roman" w:cs="Times New Roman"/>
            <w:sz w:val="28"/>
            <w:szCs w:val="28"/>
          </w:rPr>
          <w:t>ст. 327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Уголовного кодекса </w:t>
      </w:r>
      <w:r w:rsidRPr="00ED54A2">
        <w:rPr>
          <w:rFonts w:ascii="Times New Roman" w:hAnsi="Times New Roman" w:cs="Times New Roman"/>
          <w:sz w:val="28"/>
          <w:szCs w:val="28"/>
        </w:rPr>
        <w:t>РФ, за подделку официальных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4A2">
        <w:rPr>
          <w:rFonts w:ascii="Times New Roman" w:hAnsi="Times New Roman" w:cs="Times New Roman"/>
          <w:sz w:val="28"/>
          <w:szCs w:val="28"/>
        </w:rPr>
        <w:t>документов, приложенных к заявлению.</w:t>
      </w:r>
    </w:p>
    <w:p w:rsidR="00FC4587" w:rsidRPr="00D91957" w:rsidRDefault="00FC4587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C4587" w:rsidRPr="00D91957" w:rsidRDefault="00FC4587" w:rsidP="00D9195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957">
        <w:rPr>
          <w:rFonts w:ascii="Times New Roman" w:hAnsi="Times New Roman" w:cs="Times New Roman"/>
          <w:sz w:val="28"/>
          <w:szCs w:val="28"/>
        </w:rPr>
        <w:t>Приложение: __________________ документов, необходимых для рассмотрения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1957">
        <w:rPr>
          <w:rFonts w:ascii="Times New Roman" w:hAnsi="Times New Roman" w:cs="Times New Roman"/>
          <w:sz w:val="28"/>
          <w:szCs w:val="28"/>
        </w:rPr>
        <w:t>заявления, на ________ листах.</w:t>
      </w:r>
    </w:p>
    <w:p w:rsidR="00FC4587" w:rsidRPr="00D91957" w:rsidRDefault="00FC4587" w:rsidP="0099714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FC4587" w:rsidRPr="004F39F1" w:rsidRDefault="00FC4587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Подписи</w:t>
      </w:r>
    </w:p>
    <w:p w:rsidR="00FC4587" w:rsidRPr="004F39F1" w:rsidRDefault="00FC4587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 xml:space="preserve">заявителя и всех </w:t>
      </w:r>
      <w:r>
        <w:rPr>
          <w:rFonts w:ascii="Times New Roman" w:hAnsi="Times New Roman" w:cs="Times New Roman"/>
          <w:sz w:val="28"/>
          <w:szCs w:val="28"/>
        </w:rPr>
        <w:t>совершеннолетни</w:t>
      </w:r>
      <w:r w:rsidRPr="004F39F1">
        <w:rPr>
          <w:rFonts w:ascii="Times New Roman" w:hAnsi="Times New Roman" w:cs="Times New Roman"/>
          <w:sz w:val="28"/>
          <w:szCs w:val="28"/>
        </w:rPr>
        <w:t>х</w:t>
      </w:r>
    </w:p>
    <w:p w:rsidR="00FC4587" w:rsidRPr="004F39F1" w:rsidRDefault="00FC4587" w:rsidP="00D91957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4F39F1">
        <w:rPr>
          <w:rFonts w:ascii="Times New Roman" w:hAnsi="Times New Roman" w:cs="Times New Roman"/>
          <w:sz w:val="28"/>
          <w:szCs w:val="28"/>
        </w:rPr>
        <w:t>членов его семьи</w:t>
      </w:r>
    </w:p>
    <w:p w:rsidR="00FC4587" w:rsidRPr="003C213D" w:rsidRDefault="00FC4587" w:rsidP="00D91957">
      <w:pPr>
        <w:pStyle w:val="ConsPlusNonformat"/>
        <w:ind w:left="6096"/>
        <w:jc w:val="center"/>
        <w:rPr>
          <w:rFonts w:ascii="Times New Roman" w:hAnsi="Times New Roman" w:cs="Times New Roman"/>
          <w:sz w:val="24"/>
          <w:szCs w:val="24"/>
        </w:rPr>
      </w:pPr>
    </w:p>
    <w:p w:rsidR="00FC4587" w:rsidRPr="003C213D" w:rsidRDefault="00FC4587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FC4587" w:rsidRPr="003C213D" w:rsidRDefault="00FC4587" w:rsidP="00D91957">
      <w:pPr>
        <w:pStyle w:val="ConsPlusNonformat"/>
        <w:ind w:left="62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FC4587" w:rsidRPr="003C213D" w:rsidRDefault="00FC4587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2EB5">
        <w:rPr>
          <w:rFonts w:ascii="Times New Roman" w:hAnsi="Times New Roman" w:cs="Times New Roman"/>
          <w:color w:val="FFFFFF"/>
          <w:sz w:val="28"/>
          <w:szCs w:val="28"/>
        </w:rPr>
        <w:t>Место для оттиска штампа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FC4587" w:rsidRPr="003C213D" w:rsidRDefault="00FC4587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2EB5">
        <w:rPr>
          <w:rFonts w:ascii="Times New Roman" w:hAnsi="Times New Roman" w:cs="Times New Roman"/>
          <w:color w:val="FFFFFF"/>
          <w:sz w:val="28"/>
          <w:szCs w:val="28"/>
        </w:rPr>
        <w:t>о дате и времени принятия</w:t>
      </w:r>
      <w:r w:rsidRPr="001C2EB5">
        <w:rPr>
          <w:rFonts w:ascii="Times New Roman" w:hAnsi="Times New Roman" w:cs="Times New Roman"/>
          <w:color w:val="FFFFFF"/>
          <w:sz w:val="24"/>
          <w:szCs w:val="24"/>
        </w:rPr>
        <w:t xml:space="preserve"> 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A9729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FC4587" w:rsidRPr="003C213D" w:rsidRDefault="00FC4587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2EB5">
        <w:rPr>
          <w:rFonts w:ascii="Times New Roman" w:hAnsi="Times New Roman" w:cs="Times New Roman"/>
          <w:color w:val="FFFFFF"/>
          <w:sz w:val="28"/>
          <w:szCs w:val="28"/>
        </w:rPr>
        <w:t>заявления со всеми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FC4587" w:rsidRPr="003C213D" w:rsidRDefault="00FC4587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C2EB5">
        <w:rPr>
          <w:rFonts w:ascii="Times New Roman" w:hAnsi="Times New Roman" w:cs="Times New Roman"/>
          <w:color w:val="FFFFFF"/>
          <w:sz w:val="28"/>
          <w:szCs w:val="28"/>
        </w:rPr>
        <w:t>необходимыми документами</w:t>
      </w:r>
      <w:r w:rsidRPr="001C2EB5">
        <w:rPr>
          <w:rFonts w:ascii="Times New Roman" w:hAnsi="Times New Roman" w:cs="Times New Roman"/>
          <w:color w:val="FFFFFF"/>
          <w:sz w:val="24"/>
          <w:szCs w:val="24"/>
        </w:rPr>
        <w:t xml:space="preserve"> </w:t>
      </w:r>
      <w:r w:rsidRPr="003C213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FC4587" w:rsidRDefault="00FC4587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FC4587" w:rsidRDefault="00FC4587" w:rsidP="00D91957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FC4587" w:rsidRDefault="00FC4587" w:rsidP="00D91957">
      <w:pPr>
        <w:pStyle w:val="ConsPlusNonformat"/>
        <w:ind w:left="3969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>______________  __</w:t>
      </w:r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3C213D">
        <w:rPr>
          <w:rFonts w:ascii="Times New Roman" w:hAnsi="Times New Roman" w:cs="Times New Roman"/>
          <w:sz w:val="24"/>
          <w:szCs w:val="24"/>
        </w:rPr>
        <w:t>___________</w:t>
      </w:r>
    </w:p>
    <w:p w:rsidR="00FC4587" w:rsidRDefault="00FC4587" w:rsidP="00D91957">
      <w:pPr>
        <w:pStyle w:val="ConsPlusNonformat"/>
        <w:ind w:left="85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18"/>
        </w:rPr>
        <w:t xml:space="preserve"> (</w:t>
      </w:r>
      <w:r w:rsidRPr="003C213D">
        <w:rPr>
          <w:rFonts w:ascii="Times New Roman" w:hAnsi="Times New Roman" w:cs="Times New Roman"/>
          <w:sz w:val="18"/>
          <w:szCs w:val="18"/>
        </w:rPr>
        <w:t>Ф.И.О.)</w:t>
      </w:r>
    </w:p>
    <w:p w:rsidR="00FC4587" w:rsidRPr="003C213D" w:rsidRDefault="00FC4587" w:rsidP="00D9195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C213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3C21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3C213D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C213D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3C213D">
        <w:rPr>
          <w:rFonts w:ascii="Times New Roman" w:hAnsi="Times New Roman" w:cs="Times New Roman"/>
          <w:sz w:val="24"/>
          <w:szCs w:val="24"/>
        </w:rPr>
        <w:t xml:space="preserve"> 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3C213D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4F39F1">
        <w:rPr>
          <w:rFonts w:ascii="Times New Roman" w:hAnsi="Times New Roman" w:cs="Times New Roman"/>
          <w:sz w:val="28"/>
          <w:szCs w:val="28"/>
        </w:rPr>
        <w:t>г.</w:t>
      </w:r>
    </w:p>
    <w:p w:rsidR="00FC4587" w:rsidRDefault="00FC4587" w:rsidP="00D91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587" w:rsidRDefault="00FC4587" w:rsidP="00D919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4587" w:rsidRPr="00203C67" w:rsidRDefault="00FC4587" w:rsidP="00710AE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FC4587" w:rsidRPr="00203C67" w:rsidRDefault="00FC4587" w:rsidP="00710AE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имущественных и земельных</w:t>
      </w:r>
    </w:p>
    <w:p w:rsidR="00FC4587" w:rsidRPr="00203C67" w:rsidRDefault="00FC4587" w:rsidP="00710AE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FC4587" w:rsidRPr="00203C67" w:rsidRDefault="00FC4587" w:rsidP="00710AE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Вышестеблиевского</w:t>
      </w:r>
    </w:p>
    <w:p w:rsidR="00FC4587" w:rsidRPr="00203C67" w:rsidRDefault="00FC4587" w:rsidP="00710AE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C4587" w:rsidRDefault="00FC4587" w:rsidP="00710AE8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03C67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Д.В. Колмык</w:t>
      </w:r>
    </w:p>
    <w:p w:rsidR="00FC4587" w:rsidRPr="009A34FD" w:rsidRDefault="00FC4587" w:rsidP="00710AE8">
      <w:pPr>
        <w:spacing w:after="0" w:line="240" w:lineRule="auto"/>
      </w:pPr>
    </w:p>
    <w:p w:rsidR="00FC4587" w:rsidRPr="009A34FD" w:rsidRDefault="00FC4587" w:rsidP="002509F3">
      <w:pPr>
        <w:spacing w:after="0" w:line="240" w:lineRule="auto"/>
      </w:pPr>
    </w:p>
    <w:sectPr w:rsidR="00FC4587" w:rsidRPr="009A34FD" w:rsidSect="00102FF9">
      <w:headerReference w:type="default" r:id="rId8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587" w:rsidRDefault="00FC4587" w:rsidP="00637948">
      <w:pPr>
        <w:spacing w:after="0" w:line="240" w:lineRule="auto"/>
      </w:pPr>
      <w:r>
        <w:separator/>
      </w:r>
    </w:p>
  </w:endnote>
  <w:endnote w:type="continuationSeparator" w:id="1">
    <w:p w:rsidR="00FC4587" w:rsidRDefault="00FC4587" w:rsidP="00637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587" w:rsidRDefault="00FC4587" w:rsidP="00637948">
      <w:pPr>
        <w:spacing w:after="0" w:line="240" w:lineRule="auto"/>
      </w:pPr>
      <w:r>
        <w:separator/>
      </w:r>
    </w:p>
  </w:footnote>
  <w:footnote w:type="continuationSeparator" w:id="1">
    <w:p w:rsidR="00FC4587" w:rsidRDefault="00FC4587" w:rsidP="00637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587" w:rsidRDefault="00FC4587">
    <w:pPr>
      <w:pStyle w:val="Header"/>
      <w:jc w:val="center"/>
    </w:pPr>
    <w:r w:rsidRPr="00E8319B">
      <w:rPr>
        <w:rFonts w:ascii="Times New Roman" w:hAnsi="Times New Roman" w:cs="Times New Roman"/>
        <w:sz w:val="28"/>
        <w:szCs w:val="28"/>
      </w:rPr>
      <w:fldChar w:fldCharType="begin"/>
    </w:r>
    <w:r w:rsidRPr="00E8319B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E8319B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3</w:t>
    </w:r>
    <w:r w:rsidRPr="00E8319B">
      <w:rPr>
        <w:rFonts w:ascii="Times New Roman" w:hAnsi="Times New Roman" w:cs="Times New Roman"/>
        <w:sz w:val="28"/>
        <w:szCs w:val="28"/>
      </w:rPr>
      <w:fldChar w:fldCharType="end"/>
    </w:r>
  </w:p>
  <w:p w:rsidR="00FC4587" w:rsidRDefault="00FC458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6A2"/>
    <w:rsid w:val="00010C90"/>
    <w:rsid w:val="00014259"/>
    <w:rsid w:val="00017E48"/>
    <w:rsid w:val="00040295"/>
    <w:rsid w:val="00076C2F"/>
    <w:rsid w:val="00092033"/>
    <w:rsid w:val="000B3347"/>
    <w:rsid w:val="00102FF9"/>
    <w:rsid w:val="00104D1E"/>
    <w:rsid w:val="00116A5C"/>
    <w:rsid w:val="00127B0F"/>
    <w:rsid w:val="00136671"/>
    <w:rsid w:val="001371F4"/>
    <w:rsid w:val="001508DB"/>
    <w:rsid w:val="001576CC"/>
    <w:rsid w:val="0016397C"/>
    <w:rsid w:val="00171CA6"/>
    <w:rsid w:val="00174CED"/>
    <w:rsid w:val="001A2157"/>
    <w:rsid w:val="001A27A0"/>
    <w:rsid w:val="001A6AED"/>
    <w:rsid w:val="001C2EB5"/>
    <w:rsid w:val="001C3087"/>
    <w:rsid w:val="001E6A6C"/>
    <w:rsid w:val="001E759D"/>
    <w:rsid w:val="00203C67"/>
    <w:rsid w:val="00210D5B"/>
    <w:rsid w:val="00211F6C"/>
    <w:rsid w:val="00220FD5"/>
    <w:rsid w:val="002343EB"/>
    <w:rsid w:val="002509F3"/>
    <w:rsid w:val="00257A58"/>
    <w:rsid w:val="002656A2"/>
    <w:rsid w:val="002704D4"/>
    <w:rsid w:val="00293002"/>
    <w:rsid w:val="002B685B"/>
    <w:rsid w:val="002E25C8"/>
    <w:rsid w:val="003023AD"/>
    <w:rsid w:val="003170B5"/>
    <w:rsid w:val="00324E61"/>
    <w:rsid w:val="0033262C"/>
    <w:rsid w:val="003C213D"/>
    <w:rsid w:val="003C7120"/>
    <w:rsid w:val="003D3D35"/>
    <w:rsid w:val="003E35BF"/>
    <w:rsid w:val="003F3043"/>
    <w:rsid w:val="00413D44"/>
    <w:rsid w:val="0041433C"/>
    <w:rsid w:val="004143F8"/>
    <w:rsid w:val="0041778E"/>
    <w:rsid w:val="00463CAA"/>
    <w:rsid w:val="004673D7"/>
    <w:rsid w:val="00472DCD"/>
    <w:rsid w:val="00493090"/>
    <w:rsid w:val="004B37A5"/>
    <w:rsid w:val="004B3BA6"/>
    <w:rsid w:val="004D123A"/>
    <w:rsid w:val="004E2790"/>
    <w:rsid w:val="004F39F1"/>
    <w:rsid w:val="004F7320"/>
    <w:rsid w:val="0052317C"/>
    <w:rsid w:val="00527745"/>
    <w:rsid w:val="00540C14"/>
    <w:rsid w:val="005618F9"/>
    <w:rsid w:val="005742A8"/>
    <w:rsid w:val="00591A20"/>
    <w:rsid w:val="005E1A70"/>
    <w:rsid w:val="005F69C4"/>
    <w:rsid w:val="00615C5A"/>
    <w:rsid w:val="00627EF5"/>
    <w:rsid w:val="00637948"/>
    <w:rsid w:val="0064352F"/>
    <w:rsid w:val="00647ED5"/>
    <w:rsid w:val="006555FA"/>
    <w:rsid w:val="00662929"/>
    <w:rsid w:val="006654FD"/>
    <w:rsid w:val="006858C2"/>
    <w:rsid w:val="00691744"/>
    <w:rsid w:val="006B0247"/>
    <w:rsid w:val="006B6BD2"/>
    <w:rsid w:val="006D270A"/>
    <w:rsid w:val="006D2A05"/>
    <w:rsid w:val="006F5BC9"/>
    <w:rsid w:val="006F5EE8"/>
    <w:rsid w:val="0070062A"/>
    <w:rsid w:val="00710AE8"/>
    <w:rsid w:val="007619B0"/>
    <w:rsid w:val="0077776A"/>
    <w:rsid w:val="00782F7D"/>
    <w:rsid w:val="007B0A19"/>
    <w:rsid w:val="007E1DCB"/>
    <w:rsid w:val="007E5E84"/>
    <w:rsid w:val="008367CA"/>
    <w:rsid w:val="00840593"/>
    <w:rsid w:val="008613E2"/>
    <w:rsid w:val="00893760"/>
    <w:rsid w:val="008A4C21"/>
    <w:rsid w:val="008D075A"/>
    <w:rsid w:val="008D2C49"/>
    <w:rsid w:val="008F1933"/>
    <w:rsid w:val="008F7B79"/>
    <w:rsid w:val="00922EFC"/>
    <w:rsid w:val="00997147"/>
    <w:rsid w:val="009A34FD"/>
    <w:rsid w:val="009B0AEA"/>
    <w:rsid w:val="009C3078"/>
    <w:rsid w:val="009E0395"/>
    <w:rsid w:val="009F0E5F"/>
    <w:rsid w:val="00A06968"/>
    <w:rsid w:val="00A07E93"/>
    <w:rsid w:val="00A10F73"/>
    <w:rsid w:val="00A15327"/>
    <w:rsid w:val="00A3559E"/>
    <w:rsid w:val="00A64489"/>
    <w:rsid w:val="00A73D45"/>
    <w:rsid w:val="00A97298"/>
    <w:rsid w:val="00AA2F7A"/>
    <w:rsid w:val="00AA49A0"/>
    <w:rsid w:val="00AF3C69"/>
    <w:rsid w:val="00B029A6"/>
    <w:rsid w:val="00B0769B"/>
    <w:rsid w:val="00B15C2B"/>
    <w:rsid w:val="00B313A4"/>
    <w:rsid w:val="00B36AD6"/>
    <w:rsid w:val="00B37E74"/>
    <w:rsid w:val="00B479E9"/>
    <w:rsid w:val="00B7352E"/>
    <w:rsid w:val="00B95412"/>
    <w:rsid w:val="00BA5FC2"/>
    <w:rsid w:val="00BC3BE9"/>
    <w:rsid w:val="00BE159F"/>
    <w:rsid w:val="00BE2E58"/>
    <w:rsid w:val="00C06251"/>
    <w:rsid w:val="00C07D42"/>
    <w:rsid w:val="00C14168"/>
    <w:rsid w:val="00C347DB"/>
    <w:rsid w:val="00C44B5A"/>
    <w:rsid w:val="00C832FA"/>
    <w:rsid w:val="00C84EAE"/>
    <w:rsid w:val="00CB004C"/>
    <w:rsid w:val="00CE6663"/>
    <w:rsid w:val="00D42F58"/>
    <w:rsid w:val="00D74654"/>
    <w:rsid w:val="00D7711C"/>
    <w:rsid w:val="00D91957"/>
    <w:rsid w:val="00DA6F97"/>
    <w:rsid w:val="00DD6D0A"/>
    <w:rsid w:val="00DE7A3A"/>
    <w:rsid w:val="00E01ACA"/>
    <w:rsid w:val="00E1276D"/>
    <w:rsid w:val="00E20620"/>
    <w:rsid w:val="00E25528"/>
    <w:rsid w:val="00E53C69"/>
    <w:rsid w:val="00E82497"/>
    <w:rsid w:val="00E8319B"/>
    <w:rsid w:val="00E83B9C"/>
    <w:rsid w:val="00E92E54"/>
    <w:rsid w:val="00E94C03"/>
    <w:rsid w:val="00E970AB"/>
    <w:rsid w:val="00EA09DE"/>
    <w:rsid w:val="00EB6E80"/>
    <w:rsid w:val="00ED54A2"/>
    <w:rsid w:val="00EE2EC6"/>
    <w:rsid w:val="00F0723F"/>
    <w:rsid w:val="00F3138A"/>
    <w:rsid w:val="00F43001"/>
    <w:rsid w:val="00F75B53"/>
    <w:rsid w:val="00F92AC5"/>
    <w:rsid w:val="00F94A72"/>
    <w:rsid w:val="00FC4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CED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link w:val="Heading1Char"/>
    <w:uiPriority w:val="99"/>
    <w:qFormat/>
    <w:rsid w:val="002656A2"/>
    <w:pPr>
      <w:spacing w:before="100" w:beforeAutospacing="1" w:after="100" w:afterAutospacing="1" w:line="240" w:lineRule="auto"/>
      <w:outlineLvl w:val="0"/>
    </w:pPr>
    <w:rPr>
      <w:rFonts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6A5C"/>
    <w:pPr>
      <w:keepNext/>
      <w:keepLines/>
      <w:spacing w:before="200" w:after="0"/>
      <w:outlineLvl w:val="2"/>
    </w:pPr>
    <w:rPr>
      <w:rFonts w:ascii="Cambria" w:hAnsi="Cambria" w:cs="Cambria"/>
      <w:b/>
      <w:b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656A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16A5C"/>
    <w:rPr>
      <w:rFonts w:ascii="Cambria" w:hAnsi="Cambria" w:cs="Cambria"/>
      <w:b/>
      <w:bCs/>
      <w:color w:val="4F81BD"/>
    </w:rPr>
  </w:style>
  <w:style w:type="character" w:styleId="Hyperlink">
    <w:name w:val="Hyperlink"/>
    <w:basedOn w:val="DefaultParagraphFont"/>
    <w:uiPriority w:val="99"/>
    <w:rsid w:val="002656A2"/>
    <w:rPr>
      <w:color w:val="0000FF"/>
      <w:u w:val="single"/>
    </w:rPr>
  </w:style>
  <w:style w:type="character" w:customStyle="1" w:styleId="gtext3">
    <w:name w:val="gtext3"/>
    <w:basedOn w:val="DefaultParagraphFont"/>
    <w:uiPriority w:val="99"/>
    <w:rsid w:val="002656A2"/>
  </w:style>
  <w:style w:type="paragraph" w:styleId="BalloonText">
    <w:name w:val="Balloon Text"/>
    <w:basedOn w:val="Normal"/>
    <w:link w:val="BalloonTextChar"/>
    <w:uiPriority w:val="99"/>
    <w:semiHidden/>
    <w:rsid w:val="00265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56A2"/>
    <w:rPr>
      <w:rFonts w:ascii="Tahoma" w:hAnsi="Tahoma" w:cs="Tahoma"/>
      <w:sz w:val="16"/>
      <w:szCs w:val="16"/>
    </w:rPr>
  </w:style>
  <w:style w:type="character" w:customStyle="1" w:styleId="news-date-time">
    <w:name w:val="news-date-time"/>
    <w:basedOn w:val="DefaultParagraphFont"/>
    <w:uiPriority w:val="99"/>
    <w:rsid w:val="00116A5C"/>
  </w:style>
  <w:style w:type="paragraph" w:styleId="NormalWeb">
    <w:name w:val="Normal (Web)"/>
    <w:basedOn w:val="Normal"/>
    <w:uiPriority w:val="99"/>
    <w:semiHidden/>
    <w:rsid w:val="00116A5C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A34FD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7948"/>
  </w:style>
  <w:style w:type="paragraph" w:styleId="Footer">
    <w:name w:val="footer"/>
    <w:basedOn w:val="Normal"/>
    <w:link w:val="FooterChar"/>
    <w:uiPriority w:val="99"/>
    <w:semiHidden/>
    <w:rsid w:val="00637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37948"/>
  </w:style>
  <w:style w:type="paragraph" w:customStyle="1" w:styleId="2">
    <w:name w:val="Знак Знак Знак Знак2 Знак Знак Знак"/>
    <w:basedOn w:val="Normal"/>
    <w:uiPriority w:val="99"/>
    <w:rsid w:val="0070062A"/>
    <w:pPr>
      <w:spacing w:before="100" w:beforeAutospacing="1" w:after="100" w:afterAutospacing="1" w:line="240" w:lineRule="auto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E8249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061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1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0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06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06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06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06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06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458DCF775F90C2F47A8144E2E6305CB7E98C79DBE4A425C00ECE361AD6AC445F7C48FE450EBBE0O2H5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D458DCF775F90C2F47A8144E2E6305CB7E98A78D5ECA425C00ECE361AD6AC445F7C48FE450CB9E9O2H3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736</Words>
  <Characters>4200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секретарь</cp:lastModifiedBy>
  <cp:revision>7</cp:revision>
  <cp:lastPrinted>2015-06-25T09:03:00Z</cp:lastPrinted>
  <dcterms:created xsi:type="dcterms:W3CDTF">2015-05-26T10:11:00Z</dcterms:created>
  <dcterms:modified xsi:type="dcterms:W3CDTF">2015-08-31T06:32:00Z</dcterms:modified>
</cp:coreProperties>
</file>