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3B6" w:rsidRDefault="009643B6" w:rsidP="005B298E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20.04.2018</w:t>
      </w:r>
      <w:r w:rsidRPr="00162F14">
        <w:rPr>
          <w:rFonts w:ascii="Times New Roman" w:hAnsi="Times New Roman"/>
          <w:b/>
          <w:sz w:val="40"/>
        </w:rPr>
        <w:t xml:space="preserve"> года</w:t>
      </w:r>
    </w:p>
    <w:p w:rsidR="009643B6" w:rsidRDefault="009643B6" w:rsidP="004A273D">
      <w:pPr>
        <w:jc w:val="both"/>
        <w:rPr>
          <w:rFonts w:ascii="Times New Roman" w:hAnsi="Times New Roman"/>
          <w:b/>
          <w:sz w:val="40"/>
        </w:rPr>
      </w:pPr>
    </w:p>
    <w:p w:rsidR="009643B6" w:rsidRPr="002D5011" w:rsidRDefault="009643B6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9643B6" w:rsidRDefault="009643B6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9643B6" w:rsidRPr="006D4686" w:rsidRDefault="009643B6" w:rsidP="00B7686C">
      <w:pPr>
        <w:pStyle w:val="ListParagraph"/>
        <w:ind w:left="0"/>
        <w:rPr>
          <w:rFonts w:ascii="Times New Roman" w:hAnsi="Times New Roman"/>
          <w:sz w:val="32"/>
        </w:rPr>
      </w:pPr>
    </w:p>
    <w:p w:rsidR="009643B6" w:rsidRDefault="009643B6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9643B6" w:rsidRDefault="009643B6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1</w:t>
      </w:r>
      <w:r w:rsidRPr="006D4686">
        <w:rPr>
          <w:rFonts w:ascii="Times New Roman" w:hAnsi="Times New Roman"/>
          <w:sz w:val="32"/>
        </w:rPr>
        <w:t>)</w:t>
      </w:r>
      <w:r w:rsidRPr="00654566">
        <w:rPr>
          <w:rFonts w:ascii="Times New Roman" w:hAnsi="Times New Roman"/>
          <w:b/>
          <w:sz w:val="32"/>
          <w:u w:val="single"/>
        </w:rPr>
        <w:t>ПЭЦ (992 0113 5610100590 244</w:t>
      </w:r>
      <w:r>
        <w:rPr>
          <w:rFonts w:ascii="Times New Roman" w:hAnsi="Times New Roman"/>
          <w:sz w:val="32"/>
        </w:rPr>
        <w:t>) – 1 353 800,0</w:t>
      </w:r>
    </w:p>
    <w:p w:rsidR="009643B6" w:rsidRDefault="009643B6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- 9500 – баннеры</w:t>
      </w:r>
    </w:p>
    <w:p w:rsidR="009643B6" w:rsidRDefault="009643B6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- 70 800,0 – качели</w:t>
      </w:r>
    </w:p>
    <w:p w:rsidR="009643B6" w:rsidRDefault="009643B6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- 100 000,0 – на ремонт бензокосс</w:t>
      </w:r>
    </w:p>
    <w:p w:rsidR="009643B6" w:rsidRDefault="009643B6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- 1 173 500,0 – ремонт здания администрации</w:t>
      </w:r>
    </w:p>
    <w:p w:rsidR="009643B6" w:rsidRPr="006D4686" w:rsidRDefault="009643B6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9643B6" w:rsidRDefault="009643B6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  <w:u w:val="single"/>
        </w:rPr>
        <w:t>2)</w:t>
      </w:r>
      <w:r w:rsidRPr="00654566">
        <w:rPr>
          <w:rFonts w:ascii="Times New Roman" w:hAnsi="Times New Roman"/>
          <w:b/>
          <w:sz w:val="32"/>
          <w:u w:val="single"/>
        </w:rPr>
        <w:t>Культура (992 0801 6410100590 244</w:t>
      </w:r>
      <w:r>
        <w:rPr>
          <w:rFonts w:ascii="Times New Roman" w:hAnsi="Times New Roman"/>
          <w:sz w:val="32"/>
        </w:rPr>
        <w:t>) – 50 000,0 –сувенирная                     продукция</w:t>
      </w:r>
    </w:p>
    <w:p w:rsidR="009643B6" w:rsidRDefault="009643B6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</w:p>
    <w:p w:rsidR="009643B6" w:rsidRDefault="009643B6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5)</w:t>
      </w:r>
      <w:r>
        <w:rPr>
          <w:rFonts w:ascii="Times New Roman" w:hAnsi="Times New Roman"/>
          <w:b/>
          <w:sz w:val="32"/>
          <w:u w:val="single"/>
        </w:rPr>
        <w:t>Дороги</w:t>
      </w:r>
      <w:r w:rsidRPr="00654566">
        <w:rPr>
          <w:rFonts w:ascii="Times New Roman" w:hAnsi="Times New Roman"/>
          <w:b/>
          <w:sz w:val="32"/>
          <w:u w:val="single"/>
        </w:rPr>
        <w:t xml:space="preserve"> (</w:t>
      </w:r>
      <w:r>
        <w:rPr>
          <w:rFonts w:ascii="Times New Roman" w:hAnsi="Times New Roman"/>
          <w:b/>
          <w:sz w:val="32"/>
          <w:u w:val="single"/>
        </w:rPr>
        <w:t>992 0409 5910110130 244</w:t>
      </w:r>
      <w:r>
        <w:rPr>
          <w:rFonts w:ascii="Times New Roman" w:hAnsi="Times New Roman"/>
          <w:sz w:val="32"/>
        </w:rPr>
        <w:t>) – 622 527,0   - ремонт внутрипоселковых дорог</w:t>
      </w:r>
    </w:p>
    <w:p w:rsidR="009643B6" w:rsidRDefault="009643B6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9643B6" w:rsidRDefault="009643B6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9643B6" w:rsidRDefault="009643B6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9643B6" w:rsidRDefault="009643B6" w:rsidP="00D9737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Перенесли с 992 0113 6450100590 244  на 992 0801 6410100590 611 – </w:t>
      </w:r>
      <w:r w:rsidRPr="00167CFD">
        <w:rPr>
          <w:rFonts w:ascii="Times New Roman" w:hAnsi="Times New Roman"/>
          <w:b/>
          <w:sz w:val="32"/>
        </w:rPr>
        <w:t>260 000,0</w:t>
      </w:r>
      <w:r>
        <w:rPr>
          <w:rFonts w:ascii="Times New Roman" w:hAnsi="Times New Roman"/>
          <w:sz w:val="32"/>
        </w:rPr>
        <w:t xml:space="preserve"> ( расчет пожарного риска)</w:t>
      </w:r>
    </w:p>
    <w:p w:rsidR="009643B6" w:rsidRDefault="009643B6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9643B6" w:rsidRDefault="009643B6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9643B6" w:rsidRDefault="009643B6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9643B6" w:rsidRPr="006D4686" w:rsidRDefault="009643B6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9643B6" w:rsidRPr="00BE7EEC" w:rsidRDefault="009643B6" w:rsidP="00D97379">
      <w:pPr>
        <w:spacing w:after="0" w:line="240" w:lineRule="auto"/>
        <w:rPr>
          <w:rFonts w:ascii="Times New Roman" w:hAnsi="Times New Roman"/>
          <w:sz w:val="32"/>
          <w:lang w:val="en-US"/>
        </w:rPr>
      </w:pPr>
      <w:r w:rsidRPr="006D4686">
        <w:rPr>
          <w:rFonts w:ascii="Times New Roman" w:hAnsi="Times New Roman"/>
          <w:sz w:val="32"/>
        </w:rPr>
        <w:t>ИТОГО добавлено по сессии –</w:t>
      </w:r>
      <w:r>
        <w:rPr>
          <w:rFonts w:ascii="Times New Roman" w:hAnsi="Times New Roman"/>
          <w:sz w:val="32"/>
          <w:lang w:val="en-US"/>
        </w:rPr>
        <w:t xml:space="preserve"> </w:t>
      </w:r>
      <w:r w:rsidRPr="00BE7EEC">
        <w:rPr>
          <w:rFonts w:ascii="Times New Roman" w:hAnsi="Times New Roman"/>
          <w:b/>
          <w:sz w:val="32"/>
          <w:lang w:val="en-US"/>
        </w:rPr>
        <w:t>2</w:t>
      </w:r>
      <w:r>
        <w:rPr>
          <w:rFonts w:ascii="Times New Roman" w:hAnsi="Times New Roman"/>
          <w:b/>
          <w:sz w:val="32"/>
          <w:lang w:val="en-US"/>
        </w:rPr>
        <w:t> </w:t>
      </w:r>
      <w:r w:rsidRPr="00BE7EEC">
        <w:rPr>
          <w:rFonts w:ascii="Times New Roman" w:hAnsi="Times New Roman"/>
          <w:b/>
          <w:sz w:val="32"/>
          <w:lang w:val="en-US"/>
        </w:rPr>
        <w:t>026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 w:rsidRPr="00BE7EEC">
        <w:rPr>
          <w:rFonts w:ascii="Times New Roman" w:hAnsi="Times New Roman"/>
          <w:b/>
          <w:sz w:val="32"/>
          <w:lang w:val="en-US"/>
        </w:rPr>
        <w:t>327</w:t>
      </w:r>
    </w:p>
    <w:sectPr w:rsidR="009643B6" w:rsidRPr="00BE7EEC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7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64B57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46B8D"/>
    <w:rsid w:val="00162F14"/>
    <w:rsid w:val="00167CFD"/>
    <w:rsid w:val="00173074"/>
    <w:rsid w:val="001A6DA1"/>
    <w:rsid w:val="001F011E"/>
    <w:rsid w:val="001F0D3D"/>
    <w:rsid w:val="002274E3"/>
    <w:rsid w:val="00231424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733B3"/>
    <w:rsid w:val="003A6FA5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495F"/>
    <w:rsid w:val="004404A7"/>
    <w:rsid w:val="00443CFD"/>
    <w:rsid w:val="004440A7"/>
    <w:rsid w:val="00452EFD"/>
    <w:rsid w:val="00457697"/>
    <w:rsid w:val="0046245B"/>
    <w:rsid w:val="0047406D"/>
    <w:rsid w:val="004953D2"/>
    <w:rsid w:val="004956A6"/>
    <w:rsid w:val="004A273D"/>
    <w:rsid w:val="004B33C6"/>
    <w:rsid w:val="004B4E0D"/>
    <w:rsid w:val="004C6F95"/>
    <w:rsid w:val="005043F1"/>
    <w:rsid w:val="00513980"/>
    <w:rsid w:val="005247DD"/>
    <w:rsid w:val="00534EAF"/>
    <w:rsid w:val="005434F3"/>
    <w:rsid w:val="00567AE3"/>
    <w:rsid w:val="005725D2"/>
    <w:rsid w:val="005A7C44"/>
    <w:rsid w:val="005B298E"/>
    <w:rsid w:val="005C30DC"/>
    <w:rsid w:val="005E63E9"/>
    <w:rsid w:val="00654566"/>
    <w:rsid w:val="00671024"/>
    <w:rsid w:val="00671270"/>
    <w:rsid w:val="006A0441"/>
    <w:rsid w:val="006A04F8"/>
    <w:rsid w:val="006B6AD9"/>
    <w:rsid w:val="006C5681"/>
    <w:rsid w:val="006C7878"/>
    <w:rsid w:val="006D4686"/>
    <w:rsid w:val="006F393E"/>
    <w:rsid w:val="006F3BF5"/>
    <w:rsid w:val="00710A4D"/>
    <w:rsid w:val="00790EF6"/>
    <w:rsid w:val="007967D5"/>
    <w:rsid w:val="007A0BB6"/>
    <w:rsid w:val="007A0C33"/>
    <w:rsid w:val="007A4659"/>
    <w:rsid w:val="007A611A"/>
    <w:rsid w:val="007C7C9C"/>
    <w:rsid w:val="007D4379"/>
    <w:rsid w:val="00812D3A"/>
    <w:rsid w:val="00812D9F"/>
    <w:rsid w:val="00870A3B"/>
    <w:rsid w:val="00874F40"/>
    <w:rsid w:val="00883445"/>
    <w:rsid w:val="008A3A0C"/>
    <w:rsid w:val="008D162A"/>
    <w:rsid w:val="008E2AA3"/>
    <w:rsid w:val="008E3B48"/>
    <w:rsid w:val="008F1388"/>
    <w:rsid w:val="008F5021"/>
    <w:rsid w:val="0093253D"/>
    <w:rsid w:val="00941AEC"/>
    <w:rsid w:val="0095531C"/>
    <w:rsid w:val="009643B6"/>
    <w:rsid w:val="00983E7A"/>
    <w:rsid w:val="009A0CCB"/>
    <w:rsid w:val="009D7B8B"/>
    <w:rsid w:val="009F3645"/>
    <w:rsid w:val="00A01BBB"/>
    <w:rsid w:val="00A0322A"/>
    <w:rsid w:val="00A116D6"/>
    <w:rsid w:val="00A25B9B"/>
    <w:rsid w:val="00A3578A"/>
    <w:rsid w:val="00A400BB"/>
    <w:rsid w:val="00A45361"/>
    <w:rsid w:val="00A52BD2"/>
    <w:rsid w:val="00A86FC1"/>
    <w:rsid w:val="00A92382"/>
    <w:rsid w:val="00AA0A53"/>
    <w:rsid w:val="00AD41CA"/>
    <w:rsid w:val="00AE0CA3"/>
    <w:rsid w:val="00B00086"/>
    <w:rsid w:val="00B177A6"/>
    <w:rsid w:val="00B51A71"/>
    <w:rsid w:val="00B57259"/>
    <w:rsid w:val="00B7686C"/>
    <w:rsid w:val="00B86180"/>
    <w:rsid w:val="00B95575"/>
    <w:rsid w:val="00BC13C4"/>
    <w:rsid w:val="00BD5260"/>
    <w:rsid w:val="00BD6B85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775FA"/>
    <w:rsid w:val="00C81EBF"/>
    <w:rsid w:val="00C8286F"/>
    <w:rsid w:val="00CA0106"/>
    <w:rsid w:val="00CC2863"/>
    <w:rsid w:val="00CD59D9"/>
    <w:rsid w:val="00CF3887"/>
    <w:rsid w:val="00CF5EBB"/>
    <w:rsid w:val="00CF7F90"/>
    <w:rsid w:val="00D01CC2"/>
    <w:rsid w:val="00D04C53"/>
    <w:rsid w:val="00D16505"/>
    <w:rsid w:val="00D1714F"/>
    <w:rsid w:val="00D27121"/>
    <w:rsid w:val="00D34A83"/>
    <w:rsid w:val="00D37A4D"/>
    <w:rsid w:val="00D43C74"/>
    <w:rsid w:val="00D46B7A"/>
    <w:rsid w:val="00D9205F"/>
    <w:rsid w:val="00D949A1"/>
    <w:rsid w:val="00D97379"/>
    <w:rsid w:val="00D976B5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611D1"/>
    <w:rsid w:val="00E838DE"/>
    <w:rsid w:val="00E91D5F"/>
    <w:rsid w:val="00EA72D4"/>
    <w:rsid w:val="00F150F1"/>
    <w:rsid w:val="00F768E0"/>
    <w:rsid w:val="00F800DB"/>
    <w:rsid w:val="00FA088A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F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831</TotalTime>
  <Pages>1</Pages>
  <Words>93</Words>
  <Characters>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66</cp:revision>
  <cp:lastPrinted>2018-04-19T07:20:00Z</cp:lastPrinted>
  <dcterms:created xsi:type="dcterms:W3CDTF">2017-04-13T12:24:00Z</dcterms:created>
  <dcterms:modified xsi:type="dcterms:W3CDTF">2018-04-19T07:20:00Z</dcterms:modified>
</cp:coreProperties>
</file>