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14" w:rsidRDefault="009B7E14" w:rsidP="002A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9B7E14" w:rsidRDefault="009B7E14" w:rsidP="00604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 постановлению </w:t>
      </w:r>
    </w:p>
    <w:p w:rsidR="009B7E14" w:rsidRDefault="009B7E14" w:rsidP="00604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администрации </w:t>
      </w:r>
    </w:p>
    <w:p w:rsidR="009B7E14" w:rsidRDefault="009B7E14" w:rsidP="00604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Вышестеблиевского </w:t>
      </w:r>
    </w:p>
    <w:p w:rsidR="009B7E14" w:rsidRDefault="009B7E14" w:rsidP="002A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B7E14" w:rsidRDefault="009B7E14" w:rsidP="002A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B7E14" w:rsidRDefault="009B7E14" w:rsidP="00604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от 19.08.2015г.№ 207 </w:t>
      </w:r>
    </w:p>
    <w:p w:rsidR="009B7E14" w:rsidRDefault="009B7E14">
      <w:pPr>
        <w:rPr>
          <w:noProof/>
        </w:rPr>
      </w:pPr>
    </w:p>
    <w:p w:rsidR="009B7E14" w:rsidRDefault="009B7E14">
      <w:pPr>
        <w:rPr>
          <w:noProof/>
        </w:rPr>
      </w:pPr>
    </w:p>
    <w:p w:rsidR="009B7E14" w:rsidRDefault="009B7E14">
      <w:pPr>
        <w:rPr>
          <w:noProof/>
        </w:rPr>
      </w:pPr>
    </w:p>
    <w:p w:rsidR="009B7E14" w:rsidRDefault="009B7E1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1.55pt;margin-top:150.3pt;width:20.95pt;height:12.55pt;z-index:251661824" o:connectortype="straight"/>
        </w:pict>
      </w:r>
      <w:r>
        <w:rPr>
          <w:noProof/>
        </w:rPr>
        <w:pict>
          <v:shape id="_x0000_s1027" type="#_x0000_t32" style="position:absolute;margin-left:81.55pt;margin-top:136.9pt;width:36.85pt;height:25.95pt;z-index:251660800" o:connectortype="straight"/>
        </w:pict>
      </w:r>
      <w:r>
        <w:rPr>
          <w:noProof/>
        </w:rPr>
        <w:pict>
          <v:shape id="_x0000_s1028" type="#_x0000_t32" style="position:absolute;margin-left:81.55pt;margin-top:115.95pt;width:36.85pt;height:28.5pt;z-index:251659776" o:connectortype="straight"/>
        </w:pict>
      </w:r>
      <w:r>
        <w:rPr>
          <w:noProof/>
        </w:rPr>
        <w:pict>
          <v:shape id="_x0000_s1029" type="#_x0000_t32" style="position:absolute;margin-left:81.55pt;margin-top:101.75pt;width:36.85pt;height:30.95pt;z-index:251658752" o:connectortype="straight"/>
        </w:pict>
      </w:r>
      <w:r>
        <w:rPr>
          <w:noProof/>
        </w:rPr>
        <w:pict>
          <v:shape id="_x0000_s1030" type="#_x0000_t32" style="position:absolute;margin-left:102.5pt;margin-top:101.75pt;width:15.9pt;height:14.2pt;z-index:251657728" o:connectortype="straight"/>
        </w:pict>
      </w:r>
      <w:r>
        <w:rPr>
          <w:noProof/>
        </w:rPr>
        <w:pict>
          <v:shape id="_x0000_s1031" type="#_x0000_t32" style="position:absolute;margin-left:81.55pt;margin-top:162.85pt;width:36.85pt;height:0;z-index:251656704" o:connectortype="straight" strokeweight="2.25pt"/>
        </w:pict>
      </w:r>
      <w:r>
        <w:rPr>
          <w:noProof/>
        </w:rPr>
        <w:pict>
          <v:shape id="_x0000_s1032" type="#_x0000_t32" style="position:absolute;margin-left:118.4pt;margin-top:100.05pt;width:0;height:62.8pt;z-index:251655680" o:connectortype="straight" strokeweight="2.25pt"/>
        </w:pict>
      </w:r>
      <w:r>
        <w:rPr>
          <w:noProof/>
        </w:rPr>
        <w:pict>
          <v:shape id="_x0000_s1033" type="#_x0000_t32" style="position:absolute;margin-left:81.55pt;margin-top:101.75pt;width:0;height:61.1pt;z-index:251654656" o:connectortype="straight" strokeweight="2.25pt"/>
        </w:pict>
      </w:r>
      <w:r>
        <w:rPr>
          <w:noProof/>
        </w:rPr>
        <w:pict>
          <v:shape id="_x0000_s1034" type="#_x0000_t32" style="position:absolute;margin-left:81.55pt;margin-top:100.05pt;width:36.85pt;height:1.7pt;flip:y;z-index:251653632" o:connectortype="straight" strokeweight="2.2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1.5pt;height:318pt;visibility:visible">
            <v:imagedata r:id="rId4" o:title="" croptop="16060f" cropbottom="10991f" cropleft="15026f" cropright="1519f"/>
          </v:shape>
        </w:pict>
      </w:r>
    </w:p>
    <w:sectPr w:rsidR="009B7E14" w:rsidSect="0037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896"/>
    <w:rsid w:val="002158DE"/>
    <w:rsid w:val="00276668"/>
    <w:rsid w:val="002A4896"/>
    <w:rsid w:val="00347036"/>
    <w:rsid w:val="003718BE"/>
    <w:rsid w:val="0060427A"/>
    <w:rsid w:val="006E0113"/>
    <w:rsid w:val="00793009"/>
    <w:rsid w:val="008F258C"/>
    <w:rsid w:val="009B3C68"/>
    <w:rsid w:val="009B7E14"/>
    <w:rsid w:val="00A40A16"/>
    <w:rsid w:val="00A81775"/>
    <w:rsid w:val="00CF20AD"/>
    <w:rsid w:val="00EC0FA3"/>
    <w:rsid w:val="00EC4DDE"/>
    <w:rsid w:val="00F3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8B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A4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4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77</Words>
  <Characters>444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секретарь</cp:lastModifiedBy>
  <cp:revision>9</cp:revision>
  <cp:lastPrinted>2015-08-18T11:43:00Z</cp:lastPrinted>
  <dcterms:created xsi:type="dcterms:W3CDTF">2015-08-14T13:37:00Z</dcterms:created>
  <dcterms:modified xsi:type="dcterms:W3CDTF">2015-08-19T04:34:00Z</dcterms:modified>
</cp:coreProperties>
</file>