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DD" w:rsidRPr="005742A8" w:rsidRDefault="00927BDD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</w:p>
    <w:p w:rsidR="00927BDD" w:rsidRPr="005742A8" w:rsidRDefault="00927BDD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927BDD" w:rsidRPr="005742A8" w:rsidRDefault="00927BDD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927BDD" w:rsidRDefault="00927BDD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DD" w:rsidRPr="005742A8" w:rsidRDefault="00927BDD" w:rsidP="003D3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DD" w:rsidRDefault="00927BDD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927BDD" w:rsidRPr="00BA275E" w:rsidRDefault="00927BDD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27BDD" w:rsidRPr="00BA275E" w:rsidRDefault="00927BDD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7BDD" w:rsidRDefault="00927BDD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27BDD" w:rsidRPr="001718C6" w:rsidRDefault="00927BDD" w:rsidP="001718C6">
      <w:pPr>
        <w:pStyle w:val="ConsPlusNonformat"/>
        <w:ind w:left="6096"/>
        <w:rPr>
          <w:rFonts w:ascii="Times New Roman" w:hAnsi="Times New Roman" w:cs="Times New Roman"/>
        </w:rPr>
      </w:pPr>
      <w:r w:rsidRPr="001718C6">
        <w:rPr>
          <w:rFonts w:ascii="Times New Roman" w:hAnsi="Times New Roman" w:cs="Times New Roman"/>
        </w:rPr>
        <w:t>(Ф.И.О.)</w:t>
      </w:r>
    </w:p>
    <w:p w:rsidR="00927BDD" w:rsidRDefault="00927BDD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27BDD" w:rsidRDefault="00927BDD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27BDD" w:rsidRPr="009E0A7B" w:rsidRDefault="00927BDD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ИНФОРМАЦИЯ</w:t>
      </w:r>
    </w:p>
    <w:p w:rsidR="00927BDD" w:rsidRDefault="00927BDD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О НАЛИЧИ</w:t>
      </w:r>
      <w:r>
        <w:rPr>
          <w:rFonts w:ascii="Times New Roman" w:hAnsi="Times New Roman" w:cs="Times New Roman"/>
          <w:sz w:val="28"/>
          <w:szCs w:val="28"/>
        </w:rPr>
        <w:t>И В ТЕЧЕНИЕ ПОСЛЕДНИХ ПЯТИ ЛЕТ,</w:t>
      </w:r>
    </w:p>
    <w:p w:rsidR="00927BDD" w:rsidRPr="009E0A7B" w:rsidRDefault="00927BDD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 xml:space="preserve">ПОДАЧЕ ЗАЯВЛЕНИЯ О </w:t>
      </w:r>
      <w:r>
        <w:rPr>
          <w:rFonts w:ascii="Times New Roman" w:hAnsi="Times New Roman" w:cs="Times New Roman"/>
          <w:sz w:val="28"/>
          <w:szCs w:val="28"/>
        </w:rPr>
        <w:t>ПРЕДОСТАВЛЕНИИ ЖИЛОГО ПОМЕЩЕНИЯ МУНИЦИПАЛЬНОГО ЖИЛИЩНОГО ФОНДА ПО ДОГОВОРУ СОЦИАЛЬНОГО НАЙМА</w:t>
      </w:r>
      <w:r w:rsidRPr="009E0A7B">
        <w:rPr>
          <w:rFonts w:ascii="Times New Roman" w:hAnsi="Times New Roman" w:cs="Times New Roman"/>
          <w:sz w:val="28"/>
          <w:szCs w:val="28"/>
        </w:rPr>
        <w:t>, ЖИЛОГО(ЫХ) ПОМЕЩЕНИЯ(ИЙ)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НА ПР</w:t>
      </w:r>
      <w:r>
        <w:rPr>
          <w:rFonts w:ascii="Times New Roman" w:hAnsi="Times New Roman" w:cs="Times New Roman"/>
          <w:sz w:val="28"/>
          <w:szCs w:val="28"/>
        </w:rPr>
        <w:t xml:space="preserve">АВЕ СОБСТВЕННОСТИ И О СДЕЛКАХ С </w:t>
      </w:r>
      <w:r w:rsidRPr="009E0A7B">
        <w:rPr>
          <w:rFonts w:ascii="Times New Roman" w:hAnsi="Times New Roman" w:cs="Times New Roman"/>
          <w:sz w:val="28"/>
          <w:szCs w:val="28"/>
        </w:rPr>
        <w:t>НИМ(И)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В ТЕЧЕНИЕ УКАЗАННОГО СРОКА</w:t>
      </w:r>
    </w:p>
    <w:p w:rsidR="00927BDD" w:rsidRPr="009E0A7B" w:rsidRDefault="00927BDD" w:rsidP="009E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27BDD" w:rsidRPr="004F69F0" w:rsidRDefault="00927BDD" w:rsidP="009E0A7B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27BDD" w:rsidRPr="004F69F0" w:rsidRDefault="00927BDD" w:rsidP="009E0A7B">
      <w:pPr>
        <w:pStyle w:val="ConsPlusNonformat"/>
        <w:ind w:left="2552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 </w:t>
      </w:r>
      <w:r w:rsidRPr="004F69F0">
        <w:rPr>
          <w:rFonts w:ascii="Times New Roman" w:hAnsi="Times New Roman" w:cs="Times New Roman"/>
        </w:rPr>
        <w:t>(фамилия, имя, отчество полностью)</w:t>
      </w:r>
    </w:p>
    <w:p w:rsidR="00927BDD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дата рождения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F69F0">
        <w:rPr>
          <w:rFonts w:ascii="Times New Roman" w:hAnsi="Times New Roman" w:cs="Times New Roman"/>
          <w:sz w:val="28"/>
          <w:szCs w:val="28"/>
        </w:rPr>
        <w:t>___ года, докумен</w:t>
      </w:r>
      <w:r>
        <w:rPr>
          <w:rFonts w:ascii="Times New Roman" w:hAnsi="Times New Roman" w:cs="Times New Roman"/>
          <w:sz w:val="28"/>
          <w:szCs w:val="28"/>
        </w:rPr>
        <w:t>т, удостоверяющий личность ____</w:t>
      </w:r>
    </w:p>
    <w:p w:rsidR="00927BDD" w:rsidRPr="004F69F0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серия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69F0">
        <w:rPr>
          <w:rFonts w:ascii="Times New Roman" w:hAnsi="Times New Roman" w:cs="Times New Roman"/>
          <w:sz w:val="28"/>
          <w:szCs w:val="28"/>
        </w:rPr>
        <w:t>___ номер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F69F0">
        <w:rPr>
          <w:rFonts w:ascii="Times New Roman" w:hAnsi="Times New Roman" w:cs="Times New Roman"/>
          <w:sz w:val="28"/>
          <w:szCs w:val="28"/>
        </w:rPr>
        <w:t>_____, выдан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27BDD" w:rsidRPr="004F69F0" w:rsidRDefault="00927BDD" w:rsidP="009E0A7B">
      <w:pPr>
        <w:pStyle w:val="ConsPlusNonformat"/>
        <w:ind w:left="2835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(наименование органа, выдавшего документ)</w:t>
      </w:r>
    </w:p>
    <w:p w:rsidR="00927BDD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 г., зарегистрирова</w:t>
      </w:r>
      <w:r>
        <w:rPr>
          <w:rFonts w:ascii="Times New Roman" w:hAnsi="Times New Roman" w:cs="Times New Roman"/>
          <w:sz w:val="28"/>
          <w:szCs w:val="28"/>
        </w:rPr>
        <w:t xml:space="preserve">нный(ая) по месту жительства по </w:t>
      </w:r>
      <w:r w:rsidRPr="004F69F0">
        <w:rPr>
          <w:rFonts w:ascii="Times New Roman" w:hAnsi="Times New Roman" w:cs="Times New Roman"/>
          <w:sz w:val="28"/>
          <w:szCs w:val="28"/>
        </w:rPr>
        <w:t>адресу:</w:t>
      </w:r>
    </w:p>
    <w:p w:rsidR="00927BDD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27BDD" w:rsidRPr="004F69F0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</w:p>
    <w:p w:rsidR="00927BDD" w:rsidRPr="004F69F0" w:rsidRDefault="00927BDD" w:rsidP="009E0A7B">
      <w:pPr>
        <w:pStyle w:val="ConsPlusNonformat"/>
        <w:jc w:val="center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(почтовый индекс, населенный пункт, улица, номер дома, корпуса, квартиры)</w:t>
      </w:r>
    </w:p>
    <w:p w:rsidR="00927BDD" w:rsidRDefault="00927BDD" w:rsidP="009E0A7B">
      <w:pPr>
        <w:pStyle w:val="ConsPlusNonformat"/>
      </w:pPr>
    </w:p>
    <w:p w:rsidR="00927BDD" w:rsidRDefault="00927BDD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0A7B">
        <w:rPr>
          <w:rFonts w:ascii="Times New Roman" w:hAnsi="Times New Roman" w:cs="Times New Roman"/>
          <w:sz w:val="28"/>
          <w:szCs w:val="28"/>
        </w:rPr>
        <w:t>сообщаю, что в течение последних пяти лет, с ________________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по _____________ года, предшествующих  дате, указанной в 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Pr="004F69F0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4F69F0">
        <w:rPr>
          <w:rFonts w:ascii="Times New Roman" w:hAnsi="Times New Roman" w:cs="Times New Roman"/>
          <w:sz w:val="28"/>
          <w:szCs w:val="28"/>
        </w:rPr>
        <w:t xml:space="preserve"> / моей  семь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69F0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мое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4F69F0">
        <w:rPr>
          <w:rFonts w:ascii="Times New Roman" w:hAnsi="Times New Roman" w:cs="Times New Roman"/>
          <w:sz w:val="28"/>
          <w:szCs w:val="28"/>
        </w:rPr>
        <w:t xml:space="preserve"> подопечно</w:t>
      </w:r>
      <w:r>
        <w:rPr>
          <w:rFonts w:ascii="Times New Roman" w:hAnsi="Times New Roman" w:cs="Times New Roman"/>
          <w:sz w:val="28"/>
          <w:szCs w:val="28"/>
        </w:rPr>
        <w:t>му жилого помещения муниципального жилищного фонда по договору социального найма</w:t>
      </w:r>
      <w:r w:rsidRPr="009E0A7B">
        <w:rPr>
          <w:rFonts w:ascii="Times New Roman" w:hAnsi="Times New Roman" w:cs="Times New Roman"/>
          <w:sz w:val="28"/>
          <w:szCs w:val="28"/>
        </w:rPr>
        <w:t>, я / я и члены моей  семьи</w:t>
      </w:r>
      <w:r>
        <w:rPr>
          <w:rFonts w:ascii="Times New Roman" w:hAnsi="Times New Roman" w:cs="Times New Roman"/>
          <w:sz w:val="28"/>
          <w:szCs w:val="28"/>
        </w:rPr>
        <w:t xml:space="preserve"> / мой </w:t>
      </w:r>
      <w:r w:rsidRPr="009E0A7B">
        <w:rPr>
          <w:rFonts w:ascii="Times New Roman" w:hAnsi="Times New Roman" w:cs="Times New Roman"/>
          <w:sz w:val="28"/>
          <w:szCs w:val="28"/>
        </w:rPr>
        <w:t>подопечный имел(и) следующее(ие) жилое(ые)  помещение(я)  на</w:t>
      </w:r>
      <w:r>
        <w:rPr>
          <w:rFonts w:ascii="Times New Roman" w:hAnsi="Times New Roman" w:cs="Times New Roman"/>
          <w:sz w:val="28"/>
          <w:szCs w:val="28"/>
        </w:rPr>
        <w:t xml:space="preserve"> праве </w:t>
      </w:r>
      <w:r w:rsidRPr="009E0A7B">
        <w:rPr>
          <w:rFonts w:ascii="Times New Roman" w:hAnsi="Times New Roman" w:cs="Times New Roman"/>
          <w:sz w:val="28"/>
          <w:szCs w:val="28"/>
        </w:rPr>
        <w:t>собственности  и  совершал(и)  следующие  сделки с ним(и)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7B">
        <w:rPr>
          <w:rFonts w:ascii="Times New Roman" w:hAnsi="Times New Roman" w:cs="Times New Roman"/>
          <w:sz w:val="28"/>
          <w:szCs w:val="28"/>
        </w:rPr>
        <w:t>течение указанного срока:</w:t>
      </w:r>
    </w:p>
    <w:p w:rsidR="00927BDD" w:rsidRDefault="00927BDD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128"/>
        <w:gridCol w:w="992"/>
        <w:gridCol w:w="992"/>
        <w:gridCol w:w="851"/>
        <w:gridCol w:w="1275"/>
        <w:gridCol w:w="1560"/>
        <w:gridCol w:w="992"/>
        <w:gridCol w:w="1523"/>
      </w:tblGrid>
      <w:tr w:rsidR="00927BDD" w:rsidRPr="00631E0E" w:rsidTr="00631E0E">
        <w:tc>
          <w:tcPr>
            <w:tcW w:w="540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28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Ф.И.О. право–облада-теля (заяви-теля или члена его семьи / подо-печного заяви-теля)</w:t>
            </w:r>
          </w:p>
        </w:tc>
        <w:tc>
          <w:tcPr>
            <w:tcW w:w="992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Вид жило-го поме-щения (жилой дом, часть жилого дома, квар-тира, часть квар-тиры, ком-ната)</w:t>
            </w:r>
          </w:p>
        </w:tc>
        <w:tc>
          <w:tcPr>
            <w:tcW w:w="992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Общая пло-щадь жилого поме-щения (кв.м)</w:t>
            </w:r>
          </w:p>
        </w:tc>
        <w:tc>
          <w:tcPr>
            <w:tcW w:w="851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Адрес жило-го поме-ще-ния</w:t>
            </w:r>
          </w:p>
        </w:tc>
        <w:tc>
          <w:tcPr>
            <w:tcW w:w="1275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Наиме-нование (дого-вор, решение суда, акт органа местного самоуп-равления и т.д.) и реквизи-ты (номер, дата) право-устанав-ливающ-его доку-мента</w:t>
            </w:r>
          </w:p>
        </w:tc>
        <w:tc>
          <w:tcPr>
            <w:tcW w:w="1560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Вид права (общая совместная собствен-ность, общая долевая собствен-ность), размер доли в праве, Ф.И.О. других участников общей</w:t>
            </w:r>
          </w:p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совместной собствен-ности или общей доле-вой собст-венности</w:t>
            </w:r>
          </w:p>
        </w:tc>
        <w:tc>
          <w:tcPr>
            <w:tcW w:w="992" w:type="dxa"/>
          </w:tcPr>
          <w:p w:rsidR="00927BDD" w:rsidRPr="00631E0E" w:rsidRDefault="00927BDD" w:rsidP="00BC77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Свиде-тель-ство о госу-дарст-венной реги-стра-ции права (серия, номер, дата выда-чи)</w:t>
            </w:r>
          </w:p>
        </w:tc>
        <w:tc>
          <w:tcPr>
            <w:tcW w:w="1523" w:type="dxa"/>
          </w:tcPr>
          <w:p w:rsidR="00927BDD" w:rsidRPr="00631E0E" w:rsidRDefault="00927BDD" w:rsidP="009E0A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Вид (договор купли – продажи, дарения, раздела, мены и т.д.) и реквизиты (номер и дата догово-ра, номер и дата регист-рации дого-вора)</w:t>
            </w:r>
            <w:r w:rsidRPr="00631E0E">
              <w:t xml:space="preserve"> </w:t>
            </w:r>
            <w:hyperlink w:anchor="Par323" w:history="1">
              <w:r w:rsidRPr="00631E0E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631E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 – правовой сделки, совершен-ной с жи-лым поме-щением</w:t>
            </w:r>
          </w:p>
        </w:tc>
      </w:tr>
      <w:tr w:rsidR="00927BDD" w:rsidRPr="00631E0E" w:rsidTr="00631E0E">
        <w:tc>
          <w:tcPr>
            <w:tcW w:w="540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3" w:type="dxa"/>
          </w:tcPr>
          <w:p w:rsidR="00927BDD" w:rsidRPr="00631E0E" w:rsidRDefault="00927BDD" w:rsidP="00631E0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E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927BDD" w:rsidRPr="00660194" w:rsidRDefault="00927BDD" w:rsidP="00660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DD" w:rsidRPr="00660194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0194">
        <w:rPr>
          <w:rFonts w:ascii="Times New Roman" w:hAnsi="Times New Roman" w:cs="Times New Roman"/>
          <w:sz w:val="28"/>
          <w:szCs w:val="28"/>
        </w:rPr>
        <w:t xml:space="preserve">    --------------------------------</w:t>
      </w:r>
    </w:p>
    <w:p w:rsidR="00927BDD" w:rsidRPr="00660194" w:rsidRDefault="00927BDD" w:rsidP="009E0A7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323"/>
      <w:bookmarkEnd w:id="1"/>
      <w:r w:rsidRPr="00660194">
        <w:rPr>
          <w:rFonts w:ascii="Times New Roman" w:hAnsi="Times New Roman" w:cs="Times New Roman"/>
          <w:sz w:val="28"/>
          <w:szCs w:val="28"/>
        </w:rPr>
        <w:t xml:space="preserve">    &lt;*&gt; в случае, если сделки с обозначенными жилыми помещениями в</w:t>
      </w:r>
    </w:p>
    <w:p w:rsidR="00927BDD" w:rsidRPr="00660194" w:rsidRDefault="00927BDD" w:rsidP="009E0A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0194">
        <w:rPr>
          <w:rFonts w:ascii="Times New Roman" w:hAnsi="Times New Roman" w:cs="Times New Roman"/>
          <w:sz w:val="28"/>
          <w:szCs w:val="28"/>
        </w:rPr>
        <w:t>указанный срок не совершались, в графе 9 ставится прочерк.</w:t>
      </w:r>
    </w:p>
    <w:p w:rsidR="00927BDD" w:rsidRPr="00925A8E" w:rsidRDefault="00927BDD" w:rsidP="00925A8E">
      <w:pPr>
        <w:pStyle w:val="ConsPlusNonformat"/>
      </w:pPr>
    </w:p>
    <w:p w:rsidR="00927BDD" w:rsidRDefault="00927BDD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</w:p>
    <w:p w:rsidR="00927BDD" w:rsidRDefault="00927BDD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 xml:space="preserve">мы) предупрежден(ы) о последствиях, предусмотренных </w:t>
      </w:r>
      <w:hyperlink r:id="rId6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77D9">
        <w:rPr>
          <w:rFonts w:ascii="Times New Roman" w:hAnsi="Times New Roman" w:cs="Times New Roman"/>
          <w:sz w:val="28"/>
          <w:szCs w:val="28"/>
        </w:rPr>
        <w:t>а  также  об  ответственности,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7D9">
        <w:rPr>
          <w:rFonts w:ascii="Times New Roman" w:hAnsi="Times New Roman" w:cs="Times New Roman"/>
          <w:sz w:val="28"/>
          <w:szCs w:val="28"/>
        </w:rPr>
        <w:t xml:space="preserve">предусмотренной  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Pr="00BC77D9">
          <w:rPr>
            <w:rFonts w:ascii="Times New Roman" w:hAnsi="Times New Roman" w:cs="Times New Roman"/>
            <w:sz w:val="28"/>
            <w:szCs w:val="28"/>
          </w:rPr>
          <w:t>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7D9">
        <w:rPr>
          <w:rFonts w:ascii="Times New Roman" w:hAnsi="Times New Roman" w:cs="Times New Roman"/>
          <w:sz w:val="28"/>
          <w:szCs w:val="28"/>
        </w:rPr>
        <w:t>Уголовного   кодекса 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7D9">
        <w:rPr>
          <w:rFonts w:ascii="Times New Roman" w:hAnsi="Times New Roman" w:cs="Times New Roman"/>
          <w:sz w:val="28"/>
          <w:szCs w:val="28"/>
        </w:rPr>
        <w:t>Федерации, за подделку документов</w:t>
      </w:r>
      <w:r w:rsidRPr="004F39F1">
        <w:rPr>
          <w:rFonts w:ascii="Times New Roman" w:hAnsi="Times New Roman" w:cs="Times New Roman"/>
          <w:sz w:val="28"/>
          <w:szCs w:val="28"/>
        </w:rPr>
        <w:t>.</w:t>
      </w:r>
    </w:p>
    <w:p w:rsidR="00927BDD" w:rsidRDefault="00927BDD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BDD" w:rsidRDefault="00927BDD" w:rsidP="00BC77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Приложение: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4F39F1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рассмотрении заявления, на ____</w:t>
      </w:r>
      <w:r>
        <w:rPr>
          <w:rFonts w:ascii="Times New Roman" w:hAnsi="Times New Roman" w:cs="Times New Roman"/>
          <w:sz w:val="28"/>
          <w:szCs w:val="28"/>
        </w:rPr>
        <w:t>_____ листах.</w:t>
      </w:r>
    </w:p>
    <w:p w:rsidR="00927BDD" w:rsidRDefault="00927BDD" w:rsidP="003F6C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927BDD" w:rsidRPr="004F39F1" w:rsidRDefault="00927BDD" w:rsidP="00F864E6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927BDD" w:rsidRPr="004F39F1" w:rsidRDefault="00927BDD" w:rsidP="00F864E6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927BDD" w:rsidRPr="004F39F1" w:rsidRDefault="00927BDD" w:rsidP="00F864E6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927BDD" w:rsidRPr="003C213D" w:rsidRDefault="00927BDD" w:rsidP="00F864E6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927BDD" w:rsidRPr="003C213D" w:rsidRDefault="00927BDD" w:rsidP="00F864E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BDD" w:rsidRPr="003C213D" w:rsidRDefault="00927BDD" w:rsidP="00F864E6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BDD" w:rsidRDefault="00927BDD" w:rsidP="00F864E6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BDD" w:rsidRPr="003C213D" w:rsidRDefault="00927BDD" w:rsidP="00F864E6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BDD" w:rsidRPr="003C213D" w:rsidRDefault="00927BDD" w:rsidP="00F864E6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BDD" w:rsidRPr="003C213D" w:rsidRDefault="00927BDD" w:rsidP="00F864E6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BDD" w:rsidRDefault="00927BDD" w:rsidP="00F864E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BDD" w:rsidRDefault="00927BDD" w:rsidP="00F864E6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BDD" w:rsidRDefault="00927BDD" w:rsidP="00F864E6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BDD" w:rsidRDefault="00927BDD" w:rsidP="00F864E6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BDD" w:rsidRPr="003C213D" w:rsidRDefault="00927BDD" w:rsidP="00F864E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927BDD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7BDD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7BDD" w:rsidRPr="0058119A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7BDD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27BDD" w:rsidRPr="0058119A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</w:t>
      </w:r>
      <w:r w:rsidRPr="0058119A">
        <w:rPr>
          <w:rFonts w:ascii="Times New Roman" w:hAnsi="Times New Roman"/>
          <w:sz w:val="28"/>
          <w:szCs w:val="28"/>
        </w:rPr>
        <w:t>ского поселения</w:t>
      </w:r>
    </w:p>
    <w:p w:rsidR="00927BDD" w:rsidRPr="0058119A" w:rsidRDefault="00927BDD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П.К.Хаджиди</w:t>
      </w:r>
    </w:p>
    <w:p w:rsidR="00927BDD" w:rsidRDefault="00927BD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927BDD" w:rsidRPr="009A34FD" w:rsidRDefault="00927BDD" w:rsidP="00102FF9">
      <w:pPr>
        <w:autoSpaceDE w:val="0"/>
        <w:autoSpaceDN w:val="0"/>
        <w:adjustRightInd w:val="0"/>
        <w:spacing w:after="0" w:line="240" w:lineRule="auto"/>
      </w:pPr>
    </w:p>
    <w:sectPr w:rsidR="00927BDD" w:rsidRPr="009A34FD" w:rsidSect="00925A8E">
      <w:headerReference w:type="default" r:id="rId8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DD" w:rsidRDefault="00927BDD" w:rsidP="00637948">
      <w:pPr>
        <w:spacing w:after="0" w:line="240" w:lineRule="auto"/>
      </w:pPr>
      <w:r>
        <w:separator/>
      </w:r>
    </w:p>
  </w:endnote>
  <w:endnote w:type="continuationSeparator" w:id="0">
    <w:p w:rsidR="00927BDD" w:rsidRDefault="00927BDD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DD" w:rsidRDefault="00927BDD" w:rsidP="00637948">
      <w:pPr>
        <w:spacing w:after="0" w:line="240" w:lineRule="auto"/>
      </w:pPr>
      <w:r>
        <w:separator/>
      </w:r>
    </w:p>
  </w:footnote>
  <w:footnote w:type="continuationSeparator" w:id="0">
    <w:p w:rsidR="00927BDD" w:rsidRDefault="00927BDD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BDD" w:rsidRDefault="00927BDD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927BDD" w:rsidRDefault="00927BD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04A6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D01F2"/>
    <w:rsid w:val="002E25C8"/>
    <w:rsid w:val="002E55D3"/>
    <w:rsid w:val="003023AD"/>
    <w:rsid w:val="003170B5"/>
    <w:rsid w:val="00324E61"/>
    <w:rsid w:val="0033262C"/>
    <w:rsid w:val="00352213"/>
    <w:rsid w:val="003C213D"/>
    <w:rsid w:val="003C6B10"/>
    <w:rsid w:val="003D3025"/>
    <w:rsid w:val="003D3D35"/>
    <w:rsid w:val="003E35BF"/>
    <w:rsid w:val="003F3043"/>
    <w:rsid w:val="003F6CD2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D18F9"/>
    <w:rsid w:val="004E2790"/>
    <w:rsid w:val="004F39F1"/>
    <w:rsid w:val="004F69F0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15C5A"/>
    <w:rsid w:val="00625D8E"/>
    <w:rsid w:val="00627EF5"/>
    <w:rsid w:val="00631E0E"/>
    <w:rsid w:val="00637948"/>
    <w:rsid w:val="006555FA"/>
    <w:rsid w:val="00660194"/>
    <w:rsid w:val="00662929"/>
    <w:rsid w:val="006858C2"/>
    <w:rsid w:val="00691744"/>
    <w:rsid w:val="006B6BD2"/>
    <w:rsid w:val="006C64F8"/>
    <w:rsid w:val="006D270A"/>
    <w:rsid w:val="006F5BC9"/>
    <w:rsid w:val="006F5EE8"/>
    <w:rsid w:val="0070062A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906433"/>
    <w:rsid w:val="00925A8E"/>
    <w:rsid w:val="00927BDD"/>
    <w:rsid w:val="00946F76"/>
    <w:rsid w:val="009519F3"/>
    <w:rsid w:val="009A34FD"/>
    <w:rsid w:val="009A78A2"/>
    <w:rsid w:val="009B0AEA"/>
    <w:rsid w:val="009C13B7"/>
    <w:rsid w:val="009C3078"/>
    <w:rsid w:val="009E0A7B"/>
    <w:rsid w:val="009F0E5F"/>
    <w:rsid w:val="009F3D36"/>
    <w:rsid w:val="009F59ED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95412"/>
    <w:rsid w:val="00BA275E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C0B4A"/>
    <w:rsid w:val="00CD5348"/>
    <w:rsid w:val="00CE6663"/>
    <w:rsid w:val="00CE6FD6"/>
    <w:rsid w:val="00D42F58"/>
    <w:rsid w:val="00D74654"/>
    <w:rsid w:val="00D7711C"/>
    <w:rsid w:val="00DC1993"/>
    <w:rsid w:val="00DD6D0A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864E6"/>
    <w:rsid w:val="00FA3653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0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98B491FB9F0764F324A86AD509874B59A6ECA98A41AAB77355254740852AD950A1028D2EDCAE792BnC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BA9D81C0613F48956E2AC079CFBA35B2A00EB2384CEC50703B1A0789EA59FE9FD9CCA0696CA19k5w0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1471</TotalTime>
  <Pages>3</Pages>
  <Words>694</Words>
  <Characters>3962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32</cp:revision>
  <dcterms:created xsi:type="dcterms:W3CDTF">2014-01-13T14:03:00Z</dcterms:created>
  <dcterms:modified xsi:type="dcterms:W3CDTF">2015-10-30T05:56:00Z</dcterms:modified>
</cp:coreProperties>
</file>