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2F" w:rsidRPr="00AE751C" w:rsidRDefault="0048192F" w:rsidP="00AE751C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ПРИЛОЖЕНИЕ № </w:t>
      </w: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48192F" w:rsidRPr="00AE751C" w:rsidRDefault="0048192F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AE751C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48192F" w:rsidRPr="00AE751C" w:rsidRDefault="0048192F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48192F" w:rsidRPr="00AE751C" w:rsidRDefault="0048192F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Fonts w:ascii="Times New Roman" w:hAnsi="Times New Roman" w:cs="Times New Roman"/>
          <w:sz w:val="28"/>
          <w:szCs w:val="28"/>
        </w:rPr>
        <w:t>«Предоставление копий правовых актов</w:t>
      </w:r>
    </w:p>
    <w:p w:rsidR="0048192F" w:rsidRPr="00AE751C" w:rsidRDefault="0048192F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 сельского поселения Темрюкского</w:t>
      </w:r>
      <w:r w:rsidRPr="00AE751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751C">
        <w:rPr>
          <w:rFonts w:ascii="Times New Roman" w:hAnsi="Times New Roman" w:cs="Times New Roman"/>
          <w:sz w:val="28"/>
          <w:szCs w:val="28"/>
        </w:rPr>
        <w:t>»</w:t>
      </w:r>
    </w:p>
    <w:p w:rsidR="0048192F" w:rsidRDefault="0048192F" w:rsidP="00D346F1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8192F" w:rsidRDefault="0048192F" w:rsidP="00D346F1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8192F" w:rsidRPr="00E01C53" w:rsidRDefault="0048192F" w:rsidP="00D346F1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БЛОК-СХЕМА</w:t>
      </w: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последовательности действий при предоставлении Муниципальной услуги</w:t>
      </w:r>
    </w:p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48192F" w:rsidRPr="00712774">
        <w:trPr>
          <w:trHeight w:val="727"/>
        </w:trPr>
        <w:tc>
          <w:tcPr>
            <w:tcW w:w="5528" w:type="dxa"/>
            <w:vAlign w:val="center"/>
          </w:tcPr>
          <w:p w:rsidR="0048192F" w:rsidRPr="00712774" w:rsidRDefault="0048192F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Прием, первичная обработка и регистрация заявления – 1 день</w:t>
            </w:r>
          </w:p>
        </w:tc>
      </w:tr>
    </w:tbl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54.95pt;margin-top:.2pt;width:7.15pt;height:15pt;z-index:251654656;mso-position-horizontal-relative:text;mso-position-vertical-relative:text"/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48192F" w:rsidRPr="00712774">
        <w:trPr>
          <w:trHeight w:val="986"/>
        </w:trPr>
        <w:tc>
          <w:tcPr>
            <w:tcW w:w="5528" w:type="dxa"/>
            <w:vAlign w:val="center"/>
          </w:tcPr>
          <w:p w:rsidR="0048192F" w:rsidRPr="00712774" w:rsidRDefault="0048192F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Рассмотрение принятого заявления – 1 день</w:t>
            </w:r>
          </w:p>
        </w:tc>
      </w:tr>
    </w:tbl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7" type="#_x0000_t67" style="position:absolute;margin-left:258.55pt;margin-top:.15pt;width:7.15pt;height:31pt;z-index:251657728;mso-position-horizontal-relative:text;mso-position-vertical-relative:text"/>
        </w:pict>
      </w:r>
    </w:p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48192F" w:rsidRPr="00712774">
        <w:trPr>
          <w:trHeight w:val="731"/>
        </w:trPr>
        <w:tc>
          <w:tcPr>
            <w:tcW w:w="5528" w:type="dxa"/>
          </w:tcPr>
          <w:p w:rsidR="0048192F" w:rsidRPr="00712774" w:rsidRDefault="0048192F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Наличие оснований для отказа</w:t>
            </w:r>
          </w:p>
        </w:tc>
      </w:tr>
    </w:tbl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8" type="#_x0000_t67" style="position:absolute;margin-left:323.15pt;margin-top:-.3pt;width:7.15pt;height:14pt;z-index:251659776;mso-position-horizontal-relative:text;mso-position-vertical-relative:text"/>
        </w:pict>
      </w:r>
      <w:r>
        <w:rPr>
          <w:noProof/>
        </w:rPr>
        <w:pict>
          <v:shape id="_x0000_s1029" type="#_x0000_t67" style="position:absolute;margin-left:151.8pt;margin-top:-.3pt;width:7.15pt;height:14pt;z-index:251658752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48192F" w:rsidRPr="00712774">
        <w:trPr>
          <w:trHeight w:val="498"/>
        </w:trPr>
        <w:tc>
          <w:tcPr>
            <w:tcW w:w="3402" w:type="dxa"/>
            <w:vAlign w:val="center"/>
          </w:tcPr>
          <w:p w:rsidR="0048192F" w:rsidRPr="00712774" w:rsidRDefault="0048192F" w:rsidP="001C3745">
            <w:pPr>
              <w:pStyle w:val="NoSpacing"/>
              <w:ind w:left="-10"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8192F" w:rsidRPr="00712774" w:rsidRDefault="0048192F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192F" w:rsidRPr="00712774" w:rsidRDefault="0048192F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48192F" w:rsidRPr="00712774" w:rsidRDefault="0048192F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0" type="#_x0000_t67" style="position:absolute;margin-left:64.25pt;margin-top:.25pt;width:7.15pt;height:15pt;z-index:251655680;mso-position-horizontal-relative:text;mso-position-vertical-relative:text"/>
        </w:pict>
      </w:r>
      <w:r>
        <w:rPr>
          <w:noProof/>
        </w:rPr>
        <w:pict>
          <v:shape id="_x0000_s1031" type="#_x0000_t67" style="position:absolute;margin-left:374.95pt;margin-top:.25pt;width:7.15pt;height:15pt;z-index:251656704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48192F" w:rsidRPr="00712774">
        <w:trPr>
          <w:trHeight w:val="1260"/>
        </w:trPr>
        <w:tc>
          <w:tcPr>
            <w:tcW w:w="3402" w:type="dxa"/>
          </w:tcPr>
          <w:p w:rsidR="0048192F" w:rsidRPr="00712774" w:rsidRDefault="0048192F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32" type="#_x0000_t67" style="position:absolute;margin-left:70.85pt;margin-top:62.25pt;width:7.15pt;height:15pt;z-index:251660800"/>
              </w:pict>
            </w: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8192F" w:rsidRPr="00712774" w:rsidRDefault="0048192F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192F" w:rsidRPr="00712774" w:rsidRDefault="0048192F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192F" w:rsidRPr="00712774" w:rsidRDefault="0048192F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48192F" w:rsidRPr="00712774" w:rsidRDefault="0048192F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 xml:space="preserve">Выдача заверенной копии правового акта – </w:t>
            </w:r>
          </w:p>
          <w:p w:rsidR="0048192F" w:rsidRPr="00712774" w:rsidRDefault="0048192F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</w:tbl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34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48192F" w:rsidRPr="00712774">
        <w:trPr>
          <w:trHeight w:val="840"/>
        </w:trPr>
        <w:tc>
          <w:tcPr>
            <w:tcW w:w="3402" w:type="dxa"/>
            <w:vAlign w:val="center"/>
          </w:tcPr>
          <w:p w:rsidR="0048192F" w:rsidRPr="00712774" w:rsidRDefault="0048192F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Уведомление получателя об отказе в предоставлении</w:t>
            </w:r>
          </w:p>
          <w:p w:rsidR="0048192F" w:rsidRPr="00712774" w:rsidRDefault="0048192F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774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8192F" w:rsidRPr="001C3745" w:rsidRDefault="0048192F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8192F" w:rsidRPr="002C12BB" w:rsidRDefault="0048192F" w:rsidP="00AE751C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8192F" w:rsidRDefault="0048192F" w:rsidP="00AE751C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Глава Вышестеблиевского </w:t>
      </w:r>
    </w:p>
    <w:p w:rsidR="0048192F" w:rsidRPr="002C12BB" w:rsidRDefault="0048192F" w:rsidP="00AE751C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сельского поселения</w:t>
      </w:r>
    </w:p>
    <w:p w:rsidR="0048192F" w:rsidRPr="00AE751C" w:rsidRDefault="0048192F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Темрюкского</w:t>
      </w:r>
      <w:r w:rsidRPr="002C12BB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Pr="002C12BB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</w:t>
      </w:r>
      <w:r w:rsidRPr="002C12BB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П.К. Хаджиди</w:t>
      </w:r>
    </w:p>
    <w:sectPr w:rsidR="0048192F" w:rsidRPr="00AE751C" w:rsidSect="00AE7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6F1"/>
    <w:rsid w:val="00017D41"/>
    <w:rsid w:val="000913EE"/>
    <w:rsid w:val="000B543F"/>
    <w:rsid w:val="001207F3"/>
    <w:rsid w:val="001C3745"/>
    <w:rsid w:val="00226653"/>
    <w:rsid w:val="00246220"/>
    <w:rsid w:val="002C12BB"/>
    <w:rsid w:val="0035218E"/>
    <w:rsid w:val="003617CD"/>
    <w:rsid w:val="00382193"/>
    <w:rsid w:val="00384127"/>
    <w:rsid w:val="0048192F"/>
    <w:rsid w:val="00691F90"/>
    <w:rsid w:val="006E079C"/>
    <w:rsid w:val="00712774"/>
    <w:rsid w:val="00A2750A"/>
    <w:rsid w:val="00AE751C"/>
    <w:rsid w:val="00B43B4F"/>
    <w:rsid w:val="00CE39D7"/>
    <w:rsid w:val="00D346F1"/>
    <w:rsid w:val="00E01C53"/>
    <w:rsid w:val="00EA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7F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46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46F1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D346F1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D346F1"/>
    <w:rPr>
      <w:color w:val="008000"/>
    </w:rPr>
  </w:style>
  <w:style w:type="paragraph" w:customStyle="1" w:styleId="a1">
    <w:name w:val="Таблицы (моноширинный)"/>
    <w:basedOn w:val="Normal"/>
    <w:next w:val="Normal"/>
    <w:uiPriority w:val="99"/>
    <w:rsid w:val="00D346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NoSpacing">
    <w:name w:val="No Spacing"/>
    <w:uiPriority w:val="99"/>
    <w:qFormat/>
    <w:rsid w:val="001C3745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116</Words>
  <Characters>666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10</cp:revision>
  <dcterms:created xsi:type="dcterms:W3CDTF">2012-04-17T10:21:00Z</dcterms:created>
  <dcterms:modified xsi:type="dcterms:W3CDTF">2012-12-21T11:13:00Z</dcterms:modified>
</cp:coreProperties>
</file>