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DF" w:rsidRDefault="00515BDF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515BDF" w:rsidRDefault="00515BD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15BDF" w:rsidRDefault="00515BD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15BDF" w:rsidRDefault="00515BD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15BDF" w:rsidRPr="00B8335B" w:rsidRDefault="00515BD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15BDF" w:rsidRPr="00051EE9" w:rsidRDefault="00515BDF" w:rsidP="0073618A">
      <w:pPr>
        <w:tabs>
          <w:tab w:val="left" w:pos="3375"/>
        </w:tabs>
        <w:rPr>
          <w:sz w:val="28"/>
          <w:szCs w:val="28"/>
        </w:rPr>
      </w:pPr>
    </w:p>
    <w:p w:rsidR="00515BDF" w:rsidRDefault="00515BDF" w:rsidP="0073618A">
      <w:pPr>
        <w:rPr>
          <w:sz w:val="28"/>
          <w:szCs w:val="28"/>
        </w:rPr>
      </w:pPr>
      <w:r>
        <w:rPr>
          <w:sz w:val="28"/>
          <w:szCs w:val="28"/>
        </w:rPr>
        <w:t>от  18.12.2014                                                                                                    № 262</w:t>
      </w:r>
    </w:p>
    <w:p w:rsidR="00515BDF" w:rsidRDefault="00515BD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15BDF" w:rsidRDefault="00515BDF">
      <w:pPr>
        <w:rPr>
          <w:sz w:val="28"/>
          <w:szCs w:val="28"/>
        </w:rPr>
      </w:pPr>
    </w:p>
    <w:p w:rsidR="00515BDF" w:rsidRDefault="00515BD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15BDF" w:rsidRPr="00F55287" w:rsidRDefault="00515BDF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2015-2017 годы</w:t>
      </w:r>
    </w:p>
    <w:p w:rsidR="00515BDF" w:rsidRDefault="00515BDF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15BDF" w:rsidRDefault="00515BDF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15BDF" w:rsidRPr="00FE46B3" w:rsidRDefault="00515BDF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15BDF" w:rsidRDefault="00515BDF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2015-2017 годы (приложение).</w:t>
      </w:r>
    </w:p>
    <w:p w:rsidR="00515BDF" w:rsidRPr="00FE46B3" w:rsidRDefault="00515BD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15BDF" w:rsidRDefault="00515BDF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15BDF" w:rsidRPr="00252198" w:rsidRDefault="00515BDF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515BDF" w:rsidRDefault="00515BDF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15BDF" w:rsidRDefault="00515BDF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15BDF" w:rsidRPr="00F45CD8" w:rsidRDefault="00515BDF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5BDF" w:rsidRDefault="00515BDF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15BDF" w:rsidRDefault="00515BDF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15BDF" w:rsidRDefault="00515BDF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15BDF" w:rsidRDefault="00515BDF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515BDF" w:rsidRPr="00211421" w:rsidRDefault="00515BD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15BDF" w:rsidRDefault="00515BD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15BDF" w:rsidRDefault="00515BD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15BD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BDF" w:rsidRDefault="00515BDF">
      <w:r>
        <w:separator/>
      </w:r>
    </w:p>
  </w:endnote>
  <w:endnote w:type="continuationSeparator" w:id="0">
    <w:p w:rsidR="00515BDF" w:rsidRDefault="00515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BDF" w:rsidRDefault="00515BDF">
      <w:r>
        <w:separator/>
      </w:r>
    </w:p>
  </w:footnote>
  <w:footnote w:type="continuationSeparator" w:id="0">
    <w:p w:rsidR="00515BDF" w:rsidRDefault="00515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BDF" w:rsidRDefault="00515BD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15BDF" w:rsidRDefault="00515B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0E28F0"/>
    <w:rsid w:val="00155D75"/>
    <w:rsid w:val="00171FEB"/>
    <w:rsid w:val="001733F7"/>
    <w:rsid w:val="001F2D4E"/>
    <w:rsid w:val="00211421"/>
    <w:rsid w:val="00252198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408E"/>
    <w:rsid w:val="00454BC9"/>
    <w:rsid w:val="004B537A"/>
    <w:rsid w:val="004D3509"/>
    <w:rsid w:val="004E1F84"/>
    <w:rsid w:val="00515BDF"/>
    <w:rsid w:val="005268BF"/>
    <w:rsid w:val="00553405"/>
    <w:rsid w:val="005706EB"/>
    <w:rsid w:val="005849D4"/>
    <w:rsid w:val="005866CF"/>
    <w:rsid w:val="005B3916"/>
    <w:rsid w:val="005C050B"/>
    <w:rsid w:val="005E4975"/>
    <w:rsid w:val="005F7ADA"/>
    <w:rsid w:val="00642773"/>
    <w:rsid w:val="006754AB"/>
    <w:rsid w:val="00720FD7"/>
    <w:rsid w:val="0073618A"/>
    <w:rsid w:val="007C3C2E"/>
    <w:rsid w:val="00861F72"/>
    <w:rsid w:val="00862786"/>
    <w:rsid w:val="00874615"/>
    <w:rsid w:val="008A2AF8"/>
    <w:rsid w:val="008B1E80"/>
    <w:rsid w:val="008D0C1E"/>
    <w:rsid w:val="00910172"/>
    <w:rsid w:val="00962400"/>
    <w:rsid w:val="009D63AF"/>
    <w:rsid w:val="009E2129"/>
    <w:rsid w:val="00AF4402"/>
    <w:rsid w:val="00B77821"/>
    <w:rsid w:val="00B8335B"/>
    <w:rsid w:val="00B83964"/>
    <w:rsid w:val="00B87161"/>
    <w:rsid w:val="00C37400"/>
    <w:rsid w:val="00C76F3A"/>
    <w:rsid w:val="00CA56DF"/>
    <w:rsid w:val="00D85DDE"/>
    <w:rsid w:val="00D90328"/>
    <w:rsid w:val="00D90DD3"/>
    <w:rsid w:val="00D97430"/>
    <w:rsid w:val="00DA1758"/>
    <w:rsid w:val="00E11D4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1</Pages>
  <Words>262</Words>
  <Characters>1500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24</cp:revision>
  <cp:lastPrinted>2014-11-25T05:00:00Z</cp:lastPrinted>
  <dcterms:created xsi:type="dcterms:W3CDTF">2013-08-12T10:14:00Z</dcterms:created>
  <dcterms:modified xsi:type="dcterms:W3CDTF">2014-12-30T13:38:00Z</dcterms:modified>
</cp:coreProperties>
</file>