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94" w:rsidRDefault="00FE7094" w:rsidP="0066547F">
      <w:pPr>
        <w:jc w:val="center"/>
        <w:rPr>
          <w:b/>
          <w:bCs/>
          <w:sz w:val="32"/>
          <w:szCs w:val="32"/>
        </w:rPr>
      </w:pPr>
      <w:r w:rsidRPr="00052754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/>
          </v:shape>
        </w:pict>
      </w:r>
    </w:p>
    <w:p w:rsidR="00FE7094" w:rsidRPr="0066547F" w:rsidRDefault="00FE7094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FE7094" w:rsidRPr="0066547F" w:rsidRDefault="00FE7094" w:rsidP="0066547F">
      <w:pPr>
        <w:jc w:val="center"/>
        <w:rPr>
          <w:b/>
          <w:bCs/>
          <w:sz w:val="28"/>
          <w:szCs w:val="28"/>
        </w:rPr>
      </w:pPr>
    </w:p>
    <w:p w:rsidR="00FE7094" w:rsidRPr="00382319" w:rsidRDefault="00FE7094" w:rsidP="00665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Pr="006654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17</w:t>
      </w:r>
    </w:p>
    <w:p w:rsidR="00FE7094" w:rsidRPr="0066547F" w:rsidRDefault="00FE7094" w:rsidP="0066547F">
      <w:pPr>
        <w:jc w:val="center"/>
        <w:rPr>
          <w:b/>
          <w:bCs/>
          <w:sz w:val="28"/>
          <w:szCs w:val="28"/>
        </w:rPr>
      </w:pPr>
    </w:p>
    <w:p w:rsidR="00FE7094" w:rsidRPr="0066547F" w:rsidRDefault="00FE7094" w:rsidP="0066547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0177A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I</w:t>
      </w:r>
      <w:r w:rsidRPr="0066547F">
        <w:rPr>
          <w:sz w:val="28"/>
          <w:szCs w:val="28"/>
          <w:lang w:val="en-US"/>
        </w:rPr>
        <w:t>II</w:t>
      </w:r>
      <w:r w:rsidRPr="0066547F">
        <w:rPr>
          <w:sz w:val="28"/>
          <w:szCs w:val="28"/>
        </w:rPr>
        <w:t xml:space="preserve"> созыва</w:t>
      </w:r>
    </w:p>
    <w:p w:rsidR="00FE7094" w:rsidRPr="0066547F" w:rsidRDefault="00FE7094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 07.11.2014 г.  </w:t>
      </w:r>
      <w:r w:rsidRPr="0066547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</w:t>
      </w:r>
      <w:r w:rsidRPr="0066547F">
        <w:rPr>
          <w:sz w:val="28"/>
          <w:szCs w:val="28"/>
        </w:rPr>
        <w:t>станица  Вышестеблиевская</w:t>
      </w:r>
    </w:p>
    <w:p w:rsidR="00FE7094" w:rsidRDefault="00FE7094" w:rsidP="0066547F">
      <w:pPr>
        <w:pStyle w:val="21"/>
        <w:shd w:val="clear" w:color="auto" w:fill="FFFFFF"/>
        <w:rPr>
          <w:b/>
          <w:bCs/>
        </w:rPr>
      </w:pPr>
    </w:p>
    <w:p w:rsidR="00FE7094" w:rsidRDefault="00FE7094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>Об  уполномоченном органе в сфере муниципальных закупок</w:t>
      </w:r>
    </w:p>
    <w:p w:rsidR="00FE7094" w:rsidRDefault="00FE7094" w:rsidP="007228B1">
      <w:pPr>
        <w:shd w:val="clear" w:color="auto" w:fill="FFFFFF"/>
        <w:rPr>
          <w:sz w:val="28"/>
          <w:szCs w:val="28"/>
        </w:rPr>
      </w:pPr>
    </w:p>
    <w:p w:rsidR="00FE7094" w:rsidRDefault="00FE7094" w:rsidP="001D0B4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В соответствии  с Федеральным законом  от 5 апреля 2013 года № 44-ФЗ «О контрактной системе в сфере закупок  товаров, работ, услуг для обеспечения государственных и муниципальных нужд» и на основании пункта 3 статьи 10  главы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Устава Вышестеблиевского сельского поселения Темрюкского района Совет Вышестеблиевский  сельского поселения Темрюкского района  р е ш и л:</w:t>
      </w:r>
    </w:p>
    <w:p w:rsidR="00FE7094" w:rsidRDefault="00FE7094" w:rsidP="009C15F5">
      <w:pPr>
        <w:pStyle w:val="21"/>
        <w:shd w:val="clear" w:color="auto" w:fill="FFFFFF"/>
        <w:ind w:firstLine="708"/>
      </w:pPr>
      <w:r>
        <w:t xml:space="preserve">1. Уполномочить муниципальное казенное учреждение «Производственно-эксплуатационный центр» Вышестеблиевского сельского поселения Темрюкского района на осуществление мероприятий в сфере закупок товаров, работ, услуг для обеспечения муниципальных нужд Вышестеблиевского сельского поселения Темрюкского района. </w:t>
      </w:r>
    </w:p>
    <w:p w:rsidR="00FE7094" w:rsidRPr="00732905" w:rsidRDefault="00FE7094" w:rsidP="00901919">
      <w:pPr>
        <w:pStyle w:val="21"/>
        <w:shd w:val="clear" w:color="auto" w:fill="FFFFFF"/>
        <w:ind w:firstLine="708"/>
      </w:pPr>
      <w:r>
        <w:t>2</w:t>
      </w:r>
      <w:r w:rsidRPr="008C4659">
        <w:t>.  Контроль</w:t>
      </w:r>
      <w:r>
        <w:t xml:space="preserve"> за выполнением настоящего  решения возложить на начальника финансового отдела администрации  Вышестеблиевского сельского поселения Темрюкского района О.В. Хорошун 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 xml:space="preserve"> экономики, бюджета, финансов, налогов и распоряжению муниципальной собственностью  (Пелипенко</w:t>
      </w:r>
      <w:r w:rsidRPr="00732905">
        <w:t>).</w:t>
      </w:r>
    </w:p>
    <w:p w:rsidR="00FE7094" w:rsidRDefault="00FE7094" w:rsidP="00901919">
      <w:pPr>
        <w:pStyle w:val="21"/>
        <w:shd w:val="clear" w:color="auto" w:fill="FFFFFF"/>
        <w:ind w:firstLine="708"/>
      </w:pPr>
      <w:r>
        <w:t>3.</w:t>
      </w:r>
      <w:r w:rsidRPr="00A67EC7">
        <w:t xml:space="preserve"> </w:t>
      </w:r>
      <w:r>
        <w:t>Настоящее решение вступает в силу со дня его  подписания и распространяет свои действия на правоотношения, возникшие с 1 октября 2014 года.</w:t>
      </w:r>
    </w:p>
    <w:p w:rsidR="00FE7094" w:rsidRDefault="00FE7094" w:rsidP="007228B1">
      <w:pPr>
        <w:shd w:val="clear" w:color="auto" w:fill="FFFFFF"/>
        <w:rPr>
          <w:sz w:val="28"/>
          <w:szCs w:val="28"/>
        </w:rPr>
      </w:pPr>
    </w:p>
    <w:p w:rsidR="00FE7094" w:rsidRDefault="00FE7094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FE7094">
        <w:tc>
          <w:tcPr>
            <w:tcW w:w="4785" w:type="dxa"/>
          </w:tcPr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</w:p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</w:p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FE7094" w:rsidRPr="007C0E42" w:rsidRDefault="00FE7094" w:rsidP="007C0E42">
            <w:pPr>
              <w:ind w:left="180"/>
              <w:rPr>
                <w:sz w:val="16"/>
                <w:szCs w:val="16"/>
              </w:rPr>
            </w:pPr>
          </w:p>
          <w:p w:rsidR="00FE7094" w:rsidRPr="007C0E42" w:rsidRDefault="00FE7094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«07 » ноября  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</w:p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FE7094" w:rsidRPr="007C0E42" w:rsidRDefault="00FE7094" w:rsidP="00551CC4">
            <w:pPr>
              <w:rPr>
                <w:sz w:val="16"/>
                <w:szCs w:val="16"/>
              </w:rPr>
            </w:pPr>
          </w:p>
          <w:p w:rsidR="00FE7094" w:rsidRPr="007C0E42" w:rsidRDefault="00FE7094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«07» ноября  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FE7094" w:rsidRDefault="00FE7094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p w:rsidR="00FE7094" w:rsidRDefault="00FE7094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FE7094" w:rsidRDefault="00FE7094" w:rsidP="00230E94">
      <w:pPr>
        <w:jc w:val="both"/>
        <w:rPr>
          <w:sz w:val="28"/>
          <w:szCs w:val="28"/>
        </w:rPr>
      </w:pP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 отдел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Вышестеблиевского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  Л.Н. Бедакова</w:t>
      </w:r>
    </w:p>
    <w:p w:rsidR="00FE7094" w:rsidRDefault="00FE7094" w:rsidP="00230E94">
      <w:pPr>
        <w:jc w:val="both"/>
        <w:rPr>
          <w:sz w:val="28"/>
          <w:szCs w:val="28"/>
        </w:rPr>
      </w:pPr>
    </w:p>
    <w:p w:rsidR="00FE7094" w:rsidRDefault="00FE7094" w:rsidP="00230E94">
      <w:pPr>
        <w:jc w:val="both"/>
        <w:rPr>
          <w:sz w:val="28"/>
          <w:szCs w:val="28"/>
        </w:rPr>
      </w:pPr>
    </w:p>
    <w:p w:rsidR="00FE7094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E7094" w:rsidRPr="005215BD" w:rsidRDefault="00FE7094" w:rsidP="00230E94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                                                   М.Л. Мельник</w:t>
      </w:r>
    </w:p>
    <w:p w:rsidR="00FE7094" w:rsidRPr="005215BD" w:rsidRDefault="00FE7094" w:rsidP="00230E94">
      <w:pPr>
        <w:jc w:val="both"/>
        <w:rPr>
          <w:sz w:val="28"/>
          <w:szCs w:val="28"/>
        </w:rPr>
      </w:pPr>
    </w:p>
    <w:p w:rsidR="00FE7094" w:rsidRPr="00C50027" w:rsidRDefault="00FE7094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sectPr w:rsidR="00FE7094" w:rsidRPr="00C50027" w:rsidSect="00594A08">
      <w:headerReference w:type="default" r:id="rId8"/>
      <w:footnotePr>
        <w:pos w:val="beneathText"/>
      </w:footnotePr>
      <w:pgSz w:w="11905" w:h="16837"/>
      <w:pgMar w:top="1276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094" w:rsidRDefault="00FE7094" w:rsidP="00594A08">
      <w:r>
        <w:separator/>
      </w:r>
    </w:p>
  </w:endnote>
  <w:endnote w:type="continuationSeparator" w:id="0">
    <w:p w:rsidR="00FE7094" w:rsidRDefault="00FE7094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094" w:rsidRDefault="00FE7094" w:rsidP="00594A08">
      <w:r>
        <w:separator/>
      </w:r>
    </w:p>
  </w:footnote>
  <w:footnote w:type="continuationSeparator" w:id="0">
    <w:p w:rsidR="00FE7094" w:rsidRDefault="00FE7094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94" w:rsidRDefault="00FE709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E7094" w:rsidRDefault="00FE70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11E6"/>
    <w:rsid w:val="00007D5F"/>
    <w:rsid w:val="000127CB"/>
    <w:rsid w:val="000177A5"/>
    <w:rsid w:val="00022E32"/>
    <w:rsid w:val="00032AB7"/>
    <w:rsid w:val="00042161"/>
    <w:rsid w:val="00046F74"/>
    <w:rsid w:val="000506BE"/>
    <w:rsid w:val="00052754"/>
    <w:rsid w:val="00055D1E"/>
    <w:rsid w:val="0006648C"/>
    <w:rsid w:val="00066BF6"/>
    <w:rsid w:val="00067C06"/>
    <w:rsid w:val="000C3B6B"/>
    <w:rsid w:val="000C48BB"/>
    <w:rsid w:val="000C72A3"/>
    <w:rsid w:val="000D6439"/>
    <w:rsid w:val="000D7025"/>
    <w:rsid w:val="000F4702"/>
    <w:rsid w:val="00180803"/>
    <w:rsid w:val="00181762"/>
    <w:rsid w:val="00184901"/>
    <w:rsid w:val="001B78E8"/>
    <w:rsid w:val="001C3414"/>
    <w:rsid w:val="001D0B49"/>
    <w:rsid w:val="001F59A3"/>
    <w:rsid w:val="00206876"/>
    <w:rsid w:val="00212A04"/>
    <w:rsid w:val="00222950"/>
    <w:rsid w:val="0022425E"/>
    <w:rsid w:val="00230E94"/>
    <w:rsid w:val="00243666"/>
    <w:rsid w:val="00281CA6"/>
    <w:rsid w:val="00283142"/>
    <w:rsid w:val="002A1CF2"/>
    <w:rsid w:val="002B2BAA"/>
    <w:rsid w:val="002E0935"/>
    <w:rsid w:val="002E2A30"/>
    <w:rsid w:val="002E3AB4"/>
    <w:rsid w:val="003133AF"/>
    <w:rsid w:val="00337D5E"/>
    <w:rsid w:val="003517C8"/>
    <w:rsid w:val="00373758"/>
    <w:rsid w:val="00382319"/>
    <w:rsid w:val="0038397C"/>
    <w:rsid w:val="003952E1"/>
    <w:rsid w:val="003B49BE"/>
    <w:rsid w:val="003C045E"/>
    <w:rsid w:val="003E4956"/>
    <w:rsid w:val="003E7CEB"/>
    <w:rsid w:val="003F1694"/>
    <w:rsid w:val="004246F0"/>
    <w:rsid w:val="004305DD"/>
    <w:rsid w:val="0044517D"/>
    <w:rsid w:val="00466FAC"/>
    <w:rsid w:val="00487375"/>
    <w:rsid w:val="004B69AD"/>
    <w:rsid w:val="004C3CDB"/>
    <w:rsid w:val="005003B0"/>
    <w:rsid w:val="00507A32"/>
    <w:rsid w:val="005215BD"/>
    <w:rsid w:val="00527F50"/>
    <w:rsid w:val="005401DE"/>
    <w:rsid w:val="00551CC4"/>
    <w:rsid w:val="00553F15"/>
    <w:rsid w:val="00564BC9"/>
    <w:rsid w:val="00574B36"/>
    <w:rsid w:val="00575DDF"/>
    <w:rsid w:val="00594A08"/>
    <w:rsid w:val="00597E46"/>
    <w:rsid w:val="005A287E"/>
    <w:rsid w:val="005D4206"/>
    <w:rsid w:val="005D4400"/>
    <w:rsid w:val="005E5D26"/>
    <w:rsid w:val="006006A2"/>
    <w:rsid w:val="00642E3A"/>
    <w:rsid w:val="00654012"/>
    <w:rsid w:val="00655085"/>
    <w:rsid w:val="006602F8"/>
    <w:rsid w:val="00662F07"/>
    <w:rsid w:val="0066547F"/>
    <w:rsid w:val="006968EE"/>
    <w:rsid w:val="006A711B"/>
    <w:rsid w:val="007228B1"/>
    <w:rsid w:val="0072476F"/>
    <w:rsid w:val="00732905"/>
    <w:rsid w:val="007C0E42"/>
    <w:rsid w:val="007E2919"/>
    <w:rsid w:val="00830F7C"/>
    <w:rsid w:val="0083520A"/>
    <w:rsid w:val="00851AEA"/>
    <w:rsid w:val="00857303"/>
    <w:rsid w:val="00882BB3"/>
    <w:rsid w:val="008A4752"/>
    <w:rsid w:val="008B7685"/>
    <w:rsid w:val="008C1BC6"/>
    <w:rsid w:val="008C4659"/>
    <w:rsid w:val="008D2FBC"/>
    <w:rsid w:val="008F4BE8"/>
    <w:rsid w:val="00901919"/>
    <w:rsid w:val="00934BC1"/>
    <w:rsid w:val="0093726E"/>
    <w:rsid w:val="0093751A"/>
    <w:rsid w:val="00937C0F"/>
    <w:rsid w:val="00955033"/>
    <w:rsid w:val="00961DA1"/>
    <w:rsid w:val="00965F89"/>
    <w:rsid w:val="00973C09"/>
    <w:rsid w:val="00974FA9"/>
    <w:rsid w:val="00997996"/>
    <w:rsid w:val="009A3361"/>
    <w:rsid w:val="009C15F5"/>
    <w:rsid w:val="009C4A6F"/>
    <w:rsid w:val="009F1115"/>
    <w:rsid w:val="00A02821"/>
    <w:rsid w:val="00A04843"/>
    <w:rsid w:val="00A267E2"/>
    <w:rsid w:val="00A37473"/>
    <w:rsid w:val="00A4369B"/>
    <w:rsid w:val="00A606F0"/>
    <w:rsid w:val="00A67EC7"/>
    <w:rsid w:val="00AA258C"/>
    <w:rsid w:val="00AC1B1B"/>
    <w:rsid w:val="00AC2BE5"/>
    <w:rsid w:val="00AD47B8"/>
    <w:rsid w:val="00B15D21"/>
    <w:rsid w:val="00B21D46"/>
    <w:rsid w:val="00B249E6"/>
    <w:rsid w:val="00B34DB7"/>
    <w:rsid w:val="00B43378"/>
    <w:rsid w:val="00B47CBF"/>
    <w:rsid w:val="00B6486B"/>
    <w:rsid w:val="00B76EA9"/>
    <w:rsid w:val="00B8483A"/>
    <w:rsid w:val="00B8591C"/>
    <w:rsid w:val="00B94B27"/>
    <w:rsid w:val="00BA7AC9"/>
    <w:rsid w:val="00BB2630"/>
    <w:rsid w:val="00BD259D"/>
    <w:rsid w:val="00BE3D3B"/>
    <w:rsid w:val="00C022CC"/>
    <w:rsid w:val="00C05333"/>
    <w:rsid w:val="00C22561"/>
    <w:rsid w:val="00C25B0E"/>
    <w:rsid w:val="00C27896"/>
    <w:rsid w:val="00C35289"/>
    <w:rsid w:val="00C50027"/>
    <w:rsid w:val="00C62379"/>
    <w:rsid w:val="00C745BB"/>
    <w:rsid w:val="00D30F0A"/>
    <w:rsid w:val="00D31658"/>
    <w:rsid w:val="00D31FDE"/>
    <w:rsid w:val="00D4600B"/>
    <w:rsid w:val="00D620F6"/>
    <w:rsid w:val="00D62D87"/>
    <w:rsid w:val="00D91BD4"/>
    <w:rsid w:val="00DB1508"/>
    <w:rsid w:val="00DD5813"/>
    <w:rsid w:val="00DF4613"/>
    <w:rsid w:val="00DF7FCD"/>
    <w:rsid w:val="00E04440"/>
    <w:rsid w:val="00E234D5"/>
    <w:rsid w:val="00E33863"/>
    <w:rsid w:val="00E42C5B"/>
    <w:rsid w:val="00E47243"/>
    <w:rsid w:val="00E56997"/>
    <w:rsid w:val="00E644E4"/>
    <w:rsid w:val="00E71574"/>
    <w:rsid w:val="00E76B06"/>
    <w:rsid w:val="00E80BA5"/>
    <w:rsid w:val="00E84BB0"/>
    <w:rsid w:val="00E95A9A"/>
    <w:rsid w:val="00EB6DF2"/>
    <w:rsid w:val="00EC6450"/>
    <w:rsid w:val="00ED5C20"/>
    <w:rsid w:val="00F04715"/>
    <w:rsid w:val="00F152E8"/>
    <w:rsid w:val="00F306C4"/>
    <w:rsid w:val="00F45ABB"/>
    <w:rsid w:val="00F60617"/>
    <w:rsid w:val="00F75C43"/>
    <w:rsid w:val="00F82B15"/>
    <w:rsid w:val="00FB6B24"/>
    <w:rsid w:val="00FE7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2</Pages>
  <Words>349</Words>
  <Characters>1992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Admin</cp:lastModifiedBy>
  <cp:revision>46</cp:revision>
  <cp:lastPrinted>2014-10-29T08:24:00Z</cp:lastPrinted>
  <dcterms:created xsi:type="dcterms:W3CDTF">2012-12-17T11:01:00Z</dcterms:created>
  <dcterms:modified xsi:type="dcterms:W3CDTF">2014-11-14T08:32:00Z</dcterms:modified>
</cp:coreProperties>
</file>